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82708" w14:textId="3B9C0EFD" w:rsidR="00BB7CBC" w:rsidRDefault="00BB7CBC" w:rsidP="00BB7CBC">
      <w:pPr>
        <w:spacing w:before="0" w:line="276" w:lineRule="auto"/>
        <w:jc w:val="left"/>
        <w:rPr>
          <w:rFonts w:ascii="Calibri" w:hAnsi="Calibri" w:cs="Calibri"/>
          <w:bCs/>
          <w:sz w:val="20"/>
          <w:szCs w:val="20"/>
        </w:rPr>
      </w:pPr>
    </w:p>
    <w:p w14:paraId="25A77913" w14:textId="62595BEB" w:rsidR="00956267" w:rsidRPr="00AF5BFF" w:rsidRDefault="00956267" w:rsidP="00AF5BFF">
      <w:pPr>
        <w:spacing w:before="0" w:line="276" w:lineRule="auto"/>
        <w:jc w:val="right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 xml:space="preserve">ZAŁĄCZNIK NR </w:t>
      </w:r>
      <w:r w:rsidR="003760A9" w:rsidRPr="00AF5BFF">
        <w:rPr>
          <w:rFonts w:ascii="Calibri" w:hAnsi="Calibri" w:cs="Calibri"/>
          <w:bCs/>
          <w:sz w:val="20"/>
          <w:szCs w:val="20"/>
        </w:rPr>
        <w:t>5</w:t>
      </w:r>
    </w:p>
    <w:p w14:paraId="68AB0EDB" w14:textId="77777777" w:rsidR="00E860B1" w:rsidRPr="00AF5BFF" w:rsidRDefault="00E860B1" w:rsidP="00AF5BFF">
      <w:pPr>
        <w:autoSpaceDE w:val="0"/>
        <w:autoSpaceDN w:val="0"/>
        <w:adjustRightInd w:val="0"/>
        <w:spacing w:before="0" w:line="276" w:lineRule="auto"/>
        <w:jc w:val="left"/>
        <w:rPr>
          <w:rFonts w:ascii="Calibri" w:hAnsi="Calibri" w:cs="Calibri"/>
          <w:bCs/>
          <w:i/>
          <w:color w:val="000000"/>
          <w:sz w:val="20"/>
          <w:szCs w:val="20"/>
        </w:rPr>
      </w:pPr>
    </w:p>
    <w:p w14:paraId="3CC91BFA" w14:textId="7804C67C" w:rsidR="00956267" w:rsidRPr="00AF5BFF" w:rsidRDefault="003760A9" w:rsidP="00AF5BFF">
      <w:pPr>
        <w:autoSpaceDE w:val="0"/>
        <w:autoSpaceDN w:val="0"/>
        <w:adjustRightInd w:val="0"/>
        <w:spacing w:before="0" w:line="276" w:lineRule="auto"/>
        <w:jc w:val="left"/>
        <w:rPr>
          <w:rFonts w:ascii="Calibri" w:hAnsi="Calibri" w:cs="Calibri"/>
          <w:b/>
          <w:bCs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OC.5556.5.1.2025.EB</w:t>
      </w:r>
    </w:p>
    <w:p w14:paraId="0A43176C" w14:textId="77777777" w:rsidR="00956267" w:rsidRPr="00AF5BFF" w:rsidRDefault="00956267" w:rsidP="00AF5BFF">
      <w:pPr>
        <w:autoSpaceDE w:val="0"/>
        <w:autoSpaceDN w:val="0"/>
        <w:adjustRightInd w:val="0"/>
        <w:spacing w:before="0" w:line="276" w:lineRule="auto"/>
        <w:jc w:val="center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bCs/>
          <w:sz w:val="20"/>
          <w:szCs w:val="20"/>
        </w:rPr>
        <w:t>WZÓR UMOWY</w:t>
      </w:r>
    </w:p>
    <w:p w14:paraId="4AE6364B" w14:textId="77777777" w:rsidR="00956267" w:rsidRPr="00AF5BFF" w:rsidRDefault="00956267" w:rsidP="00AF5BFF">
      <w:pPr>
        <w:autoSpaceDE w:val="0"/>
        <w:autoSpaceDN w:val="0"/>
        <w:adjustRightInd w:val="0"/>
        <w:spacing w:before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CBDAD97" w14:textId="77777777" w:rsidR="00956267" w:rsidRPr="00AF5BFF" w:rsidRDefault="00956267" w:rsidP="00AF5BFF">
      <w:pPr>
        <w:autoSpaceDE w:val="0"/>
        <w:autoSpaceDN w:val="0"/>
        <w:adjustRightInd w:val="0"/>
        <w:spacing w:before="0" w:line="276" w:lineRule="auto"/>
        <w:jc w:val="center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bCs/>
          <w:sz w:val="20"/>
          <w:szCs w:val="20"/>
        </w:rPr>
        <w:t>UMOWA NR........ / 2025</w:t>
      </w:r>
    </w:p>
    <w:p w14:paraId="13B96B9A" w14:textId="77777777" w:rsidR="00956267" w:rsidRPr="00AF5BFF" w:rsidRDefault="00956267" w:rsidP="00AF5BFF">
      <w:pPr>
        <w:autoSpaceDE w:val="0"/>
        <w:autoSpaceDN w:val="0"/>
        <w:adjustRightInd w:val="0"/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</w:p>
    <w:p w14:paraId="158BE903" w14:textId="7CD77BB5" w:rsidR="00840E7A" w:rsidRPr="00AF5BFF" w:rsidRDefault="00840E7A" w:rsidP="00AF5BFF">
      <w:pPr>
        <w:spacing w:before="0" w:line="276" w:lineRule="auto"/>
        <w:rPr>
          <w:rFonts w:ascii="Calibri" w:hAnsi="Calibri" w:cs="Calibri"/>
          <w:sz w:val="20"/>
          <w:szCs w:val="20"/>
          <w:lang w:eastAsia="ar-SA"/>
        </w:rPr>
      </w:pPr>
      <w:r w:rsidRPr="00AF5BFF">
        <w:rPr>
          <w:rFonts w:ascii="Calibri" w:hAnsi="Calibri" w:cs="Calibri"/>
          <w:sz w:val="20"/>
          <w:szCs w:val="20"/>
          <w:lang w:eastAsia="ar-SA"/>
        </w:rPr>
        <w:t xml:space="preserve">zawarta w dniu .………. 2025 r. w Braniewie pomiędzy: </w:t>
      </w:r>
      <w:r w:rsidRPr="00AF5BFF">
        <w:rPr>
          <w:rFonts w:ascii="Calibri" w:hAnsi="Calibri" w:cs="Calibri"/>
          <w:color w:val="000000"/>
          <w:sz w:val="20"/>
          <w:szCs w:val="20"/>
          <w:lang w:eastAsia="ar-SA"/>
        </w:rPr>
        <w:t xml:space="preserve">Gminą Braniewo, ul. Moniuszki 5, 14-500 Braniewo,                                    </w:t>
      </w:r>
      <w:r w:rsidRPr="00AF5BFF">
        <w:rPr>
          <w:rFonts w:ascii="Calibri" w:hAnsi="Calibri" w:cs="Calibri"/>
          <w:sz w:val="20"/>
          <w:szCs w:val="20"/>
          <w:shd w:val="clear" w:color="auto" w:fill="FFFFFF"/>
          <w:lang w:eastAsia="ar-SA"/>
        </w:rPr>
        <w:t>NIP. 582-15-63-244, REGON. 170747997</w:t>
      </w:r>
      <w:r w:rsidRPr="00AF5BFF">
        <w:rPr>
          <w:rFonts w:ascii="Calibri" w:hAnsi="Calibri" w:cs="Calibri"/>
          <w:color w:val="000000"/>
          <w:sz w:val="20"/>
          <w:szCs w:val="20"/>
          <w:lang w:eastAsia="ar-SA"/>
        </w:rPr>
        <w:t xml:space="preserve"> </w:t>
      </w:r>
      <w:r w:rsidRPr="00AF5BFF">
        <w:rPr>
          <w:rFonts w:ascii="Calibri" w:hAnsi="Calibri" w:cs="Calibri"/>
          <w:sz w:val="20"/>
          <w:szCs w:val="20"/>
          <w:shd w:val="clear" w:color="auto" w:fill="FFFFFF"/>
          <w:lang w:eastAsia="ar-SA"/>
        </w:rPr>
        <w:t>reprezentowaną przez:</w:t>
      </w:r>
    </w:p>
    <w:p w14:paraId="3376C546" w14:textId="77777777" w:rsidR="00840E7A" w:rsidRPr="00AF5BFF" w:rsidRDefault="00840E7A" w:rsidP="00AF5BFF">
      <w:pPr>
        <w:keepNext/>
        <w:shd w:val="clear" w:color="auto" w:fill="FFFFFF"/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  <w:shd w:val="clear" w:color="auto" w:fill="FFFFFF"/>
          <w:lang w:eastAsia="ar-SA"/>
        </w:rPr>
        <w:t>………………………………………………………………..</w:t>
      </w:r>
    </w:p>
    <w:p w14:paraId="713C9056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color w:val="2C2F45"/>
          <w:sz w:val="20"/>
          <w:szCs w:val="20"/>
          <w:shd w:val="clear" w:color="auto" w:fill="FFFFFF"/>
        </w:rPr>
      </w:pPr>
      <w:r w:rsidRPr="00AF5BFF">
        <w:rPr>
          <w:rFonts w:ascii="Calibri" w:hAnsi="Calibri" w:cs="Calibri"/>
          <w:color w:val="000000"/>
          <w:sz w:val="20"/>
          <w:szCs w:val="20"/>
        </w:rPr>
        <w:t xml:space="preserve">reprezentowanym przez: ................................................................... zwanym dalej  </w:t>
      </w:r>
      <w:r w:rsidRPr="00AF5BFF">
        <w:rPr>
          <w:rFonts w:ascii="Calibri" w:hAnsi="Calibri" w:cs="Calibri"/>
          <w:b/>
          <w:color w:val="000000"/>
          <w:sz w:val="20"/>
          <w:szCs w:val="20"/>
        </w:rPr>
        <w:t>Zamawiającym,</w:t>
      </w:r>
      <w:r w:rsidRPr="00AF5BFF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3B7A3624" w14:textId="77777777" w:rsidR="003760A9" w:rsidRPr="00AF5BFF" w:rsidRDefault="003760A9" w:rsidP="00AF5BFF">
      <w:pPr>
        <w:spacing w:before="0" w:line="276" w:lineRule="auto"/>
        <w:rPr>
          <w:rFonts w:ascii="Calibri" w:eastAsia="Calibri" w:hAnsi="Calibri" w:cs="Calibri"/>
          <w:sz w:val="20"/>
          <w:szCs w:val="20"/>
        </w:rPr>
      </w:pPr>
      <w:r w:rsidRPr="00AF5BFF">
        <w:rPr>
          <w:rFonts w:ascii="Calibri" w:eastAsia="Calibri" w:hAnsi="Calibri" w:cs="Calibri"/>
          <w:sz w:val="20"/>
          <w:szCs w:val="20"/>
        </w:rPr>
        <w:t xml:space="preserve">a </w:t>
      </w:r>
    </w:p>
    <w:p w14:paraId="5A7BE981" w14:textId="77777777" w:rsidR="003760A9" w:rsidRPr="00AF5BFF" w:rsidRDefault="003760A9" w:rsidP="00AF5BFF">
      <w:pPr>
        <w:spacing w:before="0" w:line="276" w:lineRule="auto"/>
        <w:rPr>
          <w:rFonts w:ascii="Calibri" w:eastAsia="Calibri" w:hAnsi="Calibri" w:cs="Calibri"/>
          <w:sz w:val="20"/>
          <w:szCs w:val="20"/>
        </w:rPr>
      </w:pPr>
    </w:p>
    <w:p w14:paraId="5EB9DF51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firmą .................................... z siedzibą w ........................... przy ul. .................................... wpisaną do Krajowego Rejestru Sądowego prowadzonego przez Sąd Rejonowy  w ..........................., ........................... Wydział Gospodarczy Krajowego Rejestru Sądowego pod nr KRS: ..........................., kapitał zakładowy w wysokości ........................... PLN, NIP: ..........................., REGON: ..........................., reprezentowaną przez:</w:t>
      </w:r>
    </w:p>
    <w:p w14:paraId="1BB8FE05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...........................zwanym dalej </w:t>
      </w:r>
      <w:r w:rsidRPr="00AF5BFF">
        <w:rPr>
          <w:rFonts w:ascii="Calibri" w:hAnsi="Calibri" w:cs="Calibri"/>
          <w:b/>
          <w:sz w:val="20"/>
          <w:szCs w:val="20"/>
        </w:rPr>
        <w:t>Wykonawcą</w:t>
      </w:r>
    </w:p>
    <w:p w14:paraId="22F5C642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49C38D8B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lub:</w:t>
      </w:r>
    </w:p>
    <w:p w14:paraId="6E19F6D8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751FA524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noProof/>
          <w:kern w:val="2"/>
          <w:sz w:val="20"/>
          <w:szCs w:val="20"/>
        </w:rPr>
      </w:pPr>
      <w:r w:rsidRPr="00AF5BFF">
        <w:rPr>
          <w:rFonts w:ascii="Calibri" w:hAnsi="Calibri" w:cs="Calibri"/>
          <w:color w:val="000000"/>
          <w:kern w:val="2"/>
          <w:sz w:val="20"/>
          <w:szCs w:val="20"/>
        </w:rPr>
        <w:t xml:space="preserve">………………………….. prowadzącym działalność gospodarczą pod nazwą: ……………………………………………… </w:t>
      </w:r>
      <w:r w:rsidRPr="00AF5BFF">
        <w:rPr>
          <w:rFonts w:ascii="Calibri" w:hAnsi="Calibri" w:cs="Calibri"/>
          <w:noProof/>
          <w:kern w:val="2"/>
          <w:sz w:val="20"/>
          <w:szCs w:val="20"/>
        </w:rPr>
        <w:t xml:space="preserve">NIP: </w:t>
      </w:r>
      <w:r w:rsidRPr="00AF5BFF">
        <w:rPr>
          <w:rFonts w:ascii="Calibri" w:hAnsi="Calibri" w:cs="Calibri"/>
          <w:kern w:val="2"/>
          <w:sz w:val="20"/>
          <w:szCs w:val="20"/>
        </w:rPr>
        <w:t>………………………</w:t>
      </w:r>
      <w:r w:rsidRPr="00AF5BFF">
        <w:rPr>
          <w:rFonts w:ascii="Calibri" w:hAnsi="Calibri" w:cs="Calibri"/>
          <w:noProof/>
          <w:kern w:val="2"/>
          <w:sz w:val="20"/>
          <w:szCs w:val="20"/>
        </w:rPr>
        <w:t xml:space="preserve">, Regon: </w:t>
      </w:r>
      <w:r w:rsidRPr="00AF5BFF">
        <w:rPr>
          <w:rFonts w:ascii="Calibri" w:hAnsi="Calibri" w:cs="Calibri"/>
          <w:kern w:val="2"/>
          <w:sz w:val="20"/>
          <w:szCs w:val="20"/>
        </w:rPr>
        <w:t>…………………….</w:t>
      </w:r>
      <w:r w:rsidRPr="00AF5BFF">
        <w:rPr>
          <w:rFonts w:ascii="Calibri" w:hAnsi="Calibri" w:cs="Calibri"/>
          <w:noProof/>
          <w:kern w:val="2"/>
          <w:sz w:val="20"/>
          <w:szCs w:val="20"/>
        </w:rPr>
        <w:t xml:space="preserve"> </w:t>
      </w:r>
      <w:bookmarkStart w:id="0" w:name="_Hlk179567961"/>
      <w:r w:rsidRPr="00AF5BFF">
        <w:rPr>
          <w:rFonts w:ascii="Calibri" w:hAnsi="Calibri" w:cs="Calibri"/>
          <w:sz w:val="20"/>
          <w:szCs w:val="20"/>
        </w:rPr>
        <w:t xml:space="preserve">zwanym dalej </w:t>
      </w:r>
      <w:r w:rsidRPr="00AF5BFF">
        <w:rPr>
          <w:rFonts w:ascii="Calibri" w:hAnsi="Calibri" w:cs="Calibri"/>
          <w:b/>
          <w:sz w:val="20"/>
          <w:szCs w:val="20"/>
        </w:rPr>
        <w:t>Wykonawcą</w:t>
      </w:r>
    </w:p>
    <w:bookmarkEnd w:id="0"/>
    <w:p w14:paraId="5A0F4CD7" w14:textId="77777777" w:rsidR="003760A9" w:rsidRPr="00AF5BFF" w:rsidRDefault="003760A9" w:rsidP="00AF5BFF">
      <w:pPr>
        <w:spacing w:before="0" w:line="276" w:lineRule="auto"/>
        <w:ind w:left="432"/>
        <w:rPr>
          <w:rFonts w:ascii="Calibri" w:hAnsi="Calibri" w:cs="Calibri"/>
          <w:noProof/>
          <w:color w:val="000000"/>
          <w:kern w:val="2"/>
          <w:sz w:val="20"/>
          <w:szCs w:val="20"/>
        </w:rPr>
      </w:pPr>
    </w:p>
    <w:p w14:paraId="1803AA33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bCs/>
          <w:kern w:val="3"/>
          <w:sz w:val="20"/>
          <w:szCs w:val="20"/>
        </w:rPr>
      </w:pPr>
      <w:r w:rsidRPr="00AF5BFF">
        <w:rPr>
          <w:rFonts w:ascii="Calibri" w:hAnsi="Calibri" w:cs="Calibri"/>
          <w:noProof/>
          <w:color w:val="000000"/>
          <w:kern w:val="2"/>
          <w:sz w:val="20"/>
          <w:szCs w:val="20"/>
        </w:rPr>
        <w:t xml:space="preserve">Umowa niniejsza zostaje zawarta w wyniku rozstrzygnięcia postępowania  o udzielenia zamówienia </w:t>
      </w:r>
      <w:r w:rsidRPr="00AF5BFF">
        <w:rPr>
          <w:rFonts w:ascii="Calibri" w:hAnsi="Calibri" w:cs="Calibri"/>
          <w:bCs/>
          <w:kern w:val="3"/>
          <w:sz w:val="20"/>
          <w:szCs w:val="20"/>
        </w:rPr>
        <w:t>w trybie zapytania ofertowego i nie podlega przepisom ustawy z dnia 11 września 2019 r. Prawo zamówień publicznych.</w:t>
      </w:r>
    </w:p>
    <w:p w14:paraId="5FA5350D" w14:textId="77777777" w:rsidR="003760A9" w:rsidRPr="00AF5BFF" w:rsidRDefault="003760A9" w:rsidP="00AF5BFF">
      <w:pPr>
        <w:spacing w:before="0" w:line="276" w:lineRule="auto"/>
        <w:ind w:left="142"/>
        <w:rPr>
          <w:rFonts w:ascii="Calibri" w:hAnsi="Calibri" w:cs="Calibri"/>
          <w:sz w:val="20"/>
          <w:szCs w:val="20"/>
          <w:highlight w:val="yellow"/>
          <w:shd w:val="clear" w:color="auto" w:fill="FFFFFF"/>
        </w:rPr>
      </w:pPr>
    </w:p>
    <w:p w14:paraId="463DCA05" w14:textId="26076735" w:rsidR="003760A9" w:rsidRPr="00AF5BFF" w:rsidRDefault="003760A9" w:rsidP="00AF5BFF">
      <w:pPr>
        <w:pStyle w:val="gwpa04cd649msonormal"/>
        <w:autoSpaceDE w:val="0"/>
        <w:autoSpaceDN w:val="0"/>
        <w:spacing w:before="0" w:beforeAutospacing="0" w:after="0" w:afterAutospacing="0" w:line="276" w:lineRule="auto"/>
        <w:jc w:val="both"/>
        <w:rPr>
          <w:rFonts w:ascii="Calibri" w:hAnsi="Calibri" w:cs="Calibri"/>
          <w:b/>
          <w:bCs/>
          <w:i/>
          <w:iCs/>
          <w:sz w:val="20"/>
          <w:szCs w:val="20"/>
          <w:lang w:eastAsia="en-US"/>
        </w:rPr>
      </w:pPr>
      <w:r w:rsidRPr="00AF5BFF">
        <w:rPr>
          <w:rFonts w:ascii="Calibri" w:hAnsi="Calibri" w:cs="Calibri"/>
          <w:noProof/>
          <w:sz w:val="20"/>
          <w:szCs w:val="20"/>
        </w:rPr>
        <w:t>Postępowanie jest prowadzone w ramach programu:</w:t>
      </w:r>
      <w:r w:rsidRPr="00AF5BFF">
        <w:rPr>
          <w:rFonts w:ascii="Calibri" w:hAnsi="Calibri" w:cs="Calibri"/>
          <w:sz w:val="20"/>
          <w:szCs w:val="20"/>
          <w:lang w:eastAsia="ar-SA"/>
        </w:rPr>
        <w:t xml:space="preserve"> </w:t>
      </w:r>
      <w:r w:rsidRPr="00AF5BFF">
        <w:rPr>
          <w:rFonts w:ascii="Calibri" w:hAnsi="Calibri" w:cs="Calibri"/>
          <w:b/>
          <w:bCs/>
          <w:i/>
          <w:iCs/>
          <w:sz w:val="20"/>
          <w:szCs w:val="20"/>
          <w:lang w:eastAsia="en-US"/>
        </w:rPr>
        <w:t xml:space="preserve">Podniesienie potencjału służb ratowniczych poprzez doposażenie jednostek osp z gmin </w:t>
      </w:r>
      <w:r w:rsidR="00BB7CBC">
        <w:rPr>
          <w:rFonts w:ascii="Calibri" w:hAnsi="Calibri" w:cs="Calibri"/>
          <w:b/>
          <w:bCs/>
          <w:i/>
          <w:iCs/>
          <w:sz w:val="20"/>
          <w:szCs w:val="20"/>
          <w:lang w:eastAsia="en-US"/>
        </w:rPr>
        <w:t>J</w:t>
      </w:r>
      <w:r w:rsidRPr="00AF5BFF">
        <w:rPr>
          <w:rFonts w:ascii="Calibri" w:hAnsi="Calibri" w:cs="Calibri"/>
          <w:b/>
          <w:bCs/>
          <w:i/>
          <w:iCs/>
          <w:sz w:val="20"/>
          <w:szCs w:val="20"/>
          <w:lang w:eastAsia="en-US"/>
        </w:rPr>
        <w:t>anowo</w:t>
      </w:r>
      <w:r w:rsidRPr="00AF5BFF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  <w:r w:rsidRPr="00AF5BFF">
        <w:rPr>
          <w:rFonts w:ascii="Calibri" w:hAnsi="Calibri" w:cs="Calibri"/>
          <w:b/>
          <w:bCs/>
          <w:i/>
          <w:iCs/>
          <w:sz w:val="20"/>
          <w:szCs w:val="20"/>
          <w:lang w:eastAsia="en-US"/>
        </w:rPr>
        <w:t>oraz Braniewo w specjalistyczny sprzęt</w:t>
      </w:r>
      <w:r w:rsidRPr="00AF5BFF">
        <w:rPr>
          <w:rFonts w:ascii="Calibri" w:hAnsi="Calibri" w:cs="Calibri"/>
          <w:sz w:val="20"/>
          <w:szCs w:val="20"/>
          <w:lang w:eastAsia="en-US"/>
        </w:rPr>
        <w:t>”</w:t>
      </w:r>
    </w:p>
    <w:p w14:paraId="4B7BF8F5" w14:textId="63FDD90A" w:rsidR="003760A9" w:rsidRPr="00AF5BFF" w:rsidRDefault="003760A9" w:rsidP="00AF5BFF">
      <w:pPr>
        <w:spacing w:before="0" w:line="276" w:lineRule="auto"/>
        <w:ind w:hanging="567"/>
        <w:contextualSpacing/>
        <w:rPr>
          <w:rFonts w:ascii="Calibri" w:hAnsi="Calibri" w:cs="Calibri"/>
          <w:sz w:val="20"/>
          <w:szCs w:val="20"/>
          <w:lang w:eastAsia="en-US"/>
        </w:rPr>
      </w:pPr>
      <w:r w:rsidRPr="00AF5BFF">
        <w:rPr>
          <w:rFonts w:ascii="Calibri" w:hAnsi="Calibri" w:cs="Calibri"/>
          <w:sz w:val="20"/>
          <w:szCs w:val="20"/>
          <w:lang w:eastAsia="en-US"/>
        </w:rPr>
        <w:t xml:space="preserve">             Projekt jest prowadzony w ramach umowy partnerskiej Gminy Janowo z Gminą Braniewo</w:t>
      </w:r>
    </w:p>
    <w:p w14:paraId="6E0AB25B" w14:textId="77777777" w:rsidR="003760A9" w:rsidRPr="00AF5BFF" w:rsidRDefault="003760A9" w:rsidP="00AF5BFF">
      <w:pPr>
        <w:spacing w:before="0" w:line="276" w:lineRule="auto"/>
        <w:ind w:hanging="567"/>
        <w:contextualSpacing/>
        <w:rPr>
          <w:rFonts w:ascii="Calibri" w:hAnsi="Calibri" w:cs="Calibri"/>
          <w:b/>
          <w:bCs/>
          <w:sz w:val="20"/>
          <w:szCs w:val="20"/>
        </w:rPr>
      </w:pPr>
    </w:p>
    <w:p w14:paraId="2B6947B8" w14:textId="4A52B341" w:rsidR="003760A9" w:rsidRPr="00AF5BFF" w:rsidRDefault="003760A9" w:rsidP="00AF5BFF">
      <w:pPr>
        <w:spacing w:before="0" w:line="276" w:lineRule="auto"/>
        <w:rPr>
          <w:rFonts w:ascii="Calibri" w:hAnsi="Calibri" w:cs="Calibri"/>
          <w:color w:val="000000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 Nazwa wnioskodawcy: </w:t>
      </w:r>
      <w:r w:rsidRPr="00AF5BFF">
        <w:rPr>
          <w:rFonts w:ascii="Calibri" w:eastAsia="Arial Unicode MS" w:hAnsi="Calibri" w:cs="Calibri"/>
          <w:color w:val="000000"/>
          <w:sz w:val="20"/>
          <w:szCs w:val="20"/>
          <w:u w:color="000000"/>
          <w:bdr w:val="nil"/>
        </w:rPr>
        <w:t>Gmina Braniewo</w:t>
      </w:r>
    </w:p>
    <w:p w14:paraId="00F11EA9" w14:textId="77777777" w:rsidR="003760A9" w:rsidRPr="00AF5BFF" w:rsidRDefault="003760A9" w:rsidP="00AF5BFF">
      <w:pPr>
        <w:spacing w:before="0" w:line="276" w:lineRule="auto"/>
        <w:ind w:hanging="567"/>
        <w:contextualSpacing/>
        <w:rPr>
          <w:rFonts w:ascii="Calibri" w:hAnsi="Calibri" w:cs="Calibri"/>
          <w:sz w:val="20"/>
          <w:szCs w:val="20"/>
        </w:rPr>
      </w:pPr>
    </w:p>
    <w:p w14:paraId="3D31F171" w14:textId="5994EE34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  Nr wniosku :</w:t>
      </w:r>
      <w:r w:rsidRPr="00AF5BFF">
        <w:rPr>
          <w:rFonts w:ascii="Calibri" w:hAnsi="Calibri" w:cs="Calibri"/>
          <w:sz w:val="20"/>
          <w:szCs w:val="20"/>
          <w:lang w:eastAsia="en-US"/>
        </w:rPr>
        <w:t xml:space="preserve"> FEWM.02.07-IZ.00-0021/24</w:t>
      </w:r>
    </w:p>
    <w:p w14:paraId="400850CC" w14:textId="77777777" w:rsidR="003760A9" w:rsidRPr="00AF5BFF" w:rsidRDefault="003760A9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03E8FC8B" w14:textId="391A4053" w:rsidR="003760A9" w:rsidRPr="00BB7CBC" w:rsidRDefault="003760A9" w:rsidP="00BB7CBC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AF5BFF">
        <w:rPr>
          <w:sz w:val="20"/>
          <w:szCs w:val="20"/>
        </w:rPr>
        <w:t xml:space="preserve"> </w:t>
      </w:r>
      <w:r w:rsidR="00BB7CBC" w:rsidRPr="00BB7CB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Porozumienie Partnerskie </w:t>
      </w:r>
      <w:r w:rsidR="00BB7CBC" w:rsidRPr="00BB7CB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 celu realizacji projektu partnerskiego dotyczącego wzmocnienia potencjału służb ratowniczych do prowadzenia akcji ratowniczych, usuwania skutków zjawisk o charakterze katastrofalnym oraz awarii chemiczno-ekologicznych w Gminie Janowo oraz Gminą Braniewo poprzez doposażenie jednostek </w:t>
      </w:r>
      <w:r w:rsidR="00BB7CBC" w:rsidRPr="00BB7CBC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 xml:space="preserve">OSP w Janowie oraz OSP w Lipowinie </w:t>
      </w:r>
      <w:r w:rsidR="00BB7CBC" w:rsidRPr="00BB7CBC">
        <w:rPr>
          <w:rFonts w:asciiTheme="minorHAnsi" w:eastAsiaTheme="minorHAnsi" w:hAnsiTheme="minorHAnsi" w:cstheme="minorHAnsi"/>
          <w:sz w:val="20"/>
          <w:szCs w:val="20"/>
          <w:lang w:eastAsia="en-US"/>
        </w:rPr>
        <w:t>w specjalistyczny sprzęt w ramach Działania 02.07 – Adaptacja do zmian klimatu, Schemat A, Funduszy Europejskich dla Warmii i Mazur 2021-2027</w:t>
      </w:r>
    </w:p>
    <w:p w14:paraId="6D57F8D4" w14:textId="46918FF5" w:rsidR="00D83CB0" w:rsidRPr="00AF5BFF" w:rsidRDefault="00D83CB0" w:rsidP="00AF5BFF">
      <w:pPr>
        <w:pStyle w:val="Standard"/>
        <w:spacing w:line="276" w:lineRule="auto"/>
        <w:rPr>
          <w:rFonts w:ascii="Calibri" w:hAnsi="Calibri" w:cs="Calibri"/>
          <w:sz w:val="20"/>
          <w:szCs w:val="20"/>
        </w:rPr>
      </w:pPr>
    </w:p>
    <w:p w14:paraId="62F1DE0A" w14:textId="1C05371E" w:rsidR="006E6D04" w:rsidRPr="00AF5BFF" w:rsidRDefault="004740E7" w:rsidP="00AF5BFF">
      <w:pPr>
        <w:keepNext/>
        <w:tabs>
          <w:tab w:val="left" w:pos="0"/>
        </w:tabs>
        <w:spacing w:before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1</w:t>
      </w:r>
    </w:p>
    <w:p w14:paraId="73E01DBD" w14:textId="77777777" w:rsidR="006E6D04" w:rsidRPr="00AF5BFF" w:rsidRDefault="006E6D04" w:rsidP="00AF5BFF">
      <w:pPr>
        <w:keepNext/>
        <w:tabs>
          <w:tab w:val="num" w:pos="0"/>
        </w:tabs>
        <w:spacing w:before="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AF5BFF">
        <w:rPr>
          <w:rFonts w:ascii="Calibri" w:hAnsi="Calibri" w:cs="Calibri"/>
          <w:b/>
          <w:bCs/>
          <w:sz w:val="20"/>
          <w:szCs w:val="20"/>
        </w:rPr>
        <w:t>PRZEDMIOT UMOWY</w:t>
      </w:r>
    </w:p>
    <w:p w14:paraId="77E1E261" w14:textId="0A1B0231" w:rsidR="00F05828" w:rsidRPr="00AF5BFF" w:rsidRDefault="006E6D04" w:rsidP="00AF5BFF">
      <w:pPr>
        <w:pStyle w:val="Tekstpodstawowy"/>
        <w:numPr>
          <w:ilvl w:val="0"/>
          <w:numId w:val="1"/>
        </w:numPr>
        <w:tabs>
          <w:tab w:val="clear" w:pos="360"/>
          <w:tab w:val="num" w:pos="284"/>
        </w:tabs>
        <w:spacing w:line="276" w:lineRule="auto"/>
        <w:ind w:left="284" w:hanging="284"/>
        <w:rPr>
          <w:rFonts w:ascii="Calibri" w:hAnsi="Calibri" w:cs="Calibri"/>
        </w:rPr>
      </w:pPr>
      <w:r w:rsidRPr="00AF5BFF">
        <w:rPr>
          <w:rFonts w:ascii="Calibri" w:hAnsi="Calibri" w:cs="Calibri"/>
          <w:b/>
        </w:rPr>
        <w:t>Zamawiający</w:t>
      </w:r>
      <w:r w:rsidRPr="00AF5BFF">
        <w:rPr>
          <w:rFonts w:ascii="Calibri" w:hAnsi="Calibri" w:cs="Calibri"/>
        </w:rPr>
        <w:t xml:space="preserve"> zamawia, a </w:t>
      </w:r>
      <w:r w:rsidRPr="00AF5BFF">
        <w:rPr>
          <w:rFonts w:ascii="Calibri" w:hAnsi="Calibri" w:cs="Calibri"/>
          <w:b/>
        </w:rPr>
        <w:t>Wykonawca</w:t>
      </w:r>
      <w:r w:rsidRPr="00AF5BFF">
        <w:rPr>
          <w:rFonts w:ascii="Calibri" w:hAnsi="Calibri" w:cs="Calibri"/>
        </w:rPr>
        <w:t xml:space="preserve"> zobowiązuje się zrealizować zadanie, którego przedmiotem jest:</w:t>
      </w:r>
      <w:r w:rsidR="0067362B" w:rsidRPr="00AF5BFF">
        <w:rPr>
          <w:rFonts w:ascii="Calibri" w:hAnsi="Calibri" w:cs="Calibri"/>
          <w:b/>
        </w:rPr>
        <w:t xml:space="preserve"> </w:t>
      </w:r>
      <w:r w:rsidR="003760A9" w:rsidRPr="00AF5BFF">
        <w:rPr>
          <w:rFonts w:ascii="Calibri" w:eastAsia="SimSun" w:hAnsi="Calibri" w:cs="Calibri"/>
          <w:b/>
          <w:color w:val="000000"/>
          <w:kern w:val="1"/>
          <w:lang w:eastAsia="hi-IN" w:bidi="hi-IN"/>
        </w:rPr>
        <w:t>dostawa fab</w:t>
      </w:r>
      <w:r w:rsidR="003760A9" w:rsidRPr="00AF5BFF">
        <w:rPr>
          <w:rFonts w:ascii="Calibri" w:eastAsia="SimSun" w:hAnsi="Calibri" w:cs="Calibri"/>
          <w:b/>
          <w:bCs/>
          <w:color w:val="000000"/>
          <w:kern w:val="1"/>
          <w:lang w:eastAsia="hi-IN" w:bidi="hi-IN"/>
        </w:rPr>
        <w:t xml:space="preserve">rycznie nowego mobilnego </w:t>
      </w:r>
      <w:r w:rsidR="003760A9" w:rsidRPr="00AF5BFF">
        <w:rPr>
          <w:rFonts w:ascii="Calibri" w:eastAsia="SimSun" w:hAnsi="Calibri" w:cs="Calibri"/>
          <w:b/>
          <w:color w:val="000000"/>
          <w:kern w:val="1"/>
          <w:lang w:eastAsia="hi-IN" w:bidi="hi-IN"/>
        </w:rPr>
        <w:t>trójfazowego generatora prądu na przyczepie specjalnej (transportowej)</w:t>
      </w:r>
      <w:r w:rsidR="003760A9" w:rsidRPr="00AF5BFF">
        <w:rPr>
          <w:rFonts w:ascii="Calibri" w:eastAsia="SimSun" w:hAnsi="Calibri" w:cs="Calibri"/>
          <w:b/>
          <w:bCs/>
          <w:color w:val="000000"/>
          <w:kern w:val="1"/>
          <w:lang w:eastAsia="hi-IN" w:bidi="hi-IN"/>
        </w:rPr>
        <w:t xml:space="preserve"> o mocy znamionowej min. 40kW/50kVA.</w:t>
      </w:r>
    </w:p>
    <w:p w14:paraId="6258F829" w14:textId="081A60CA" w:rsidR="000C661F" w:rsidRPr="00AF5BFF" w:rsidRDefault="000C661F" w:rsidP="00AF5BFF">
      <w:pPr>
        <w:pStyle w:val="Tekstpodstawowy"/>
        <w:numPr>
          <w:ilvl w:val="0"/>
          <w:numId w:val="1"/>
        </w:numPr>
        <w:spacing w:line="276" w:lineRule="auto"/>
        <w:rPr>
          <w:rFonts w:ascii="Calibri" w:hAnsi="Calibri" w:cs="Calibri"/>
        </w:rPr>
      </w:pPr>
      <w:r w:rsidRPr="00AF5BFF">
        <w:rPr>
          <w:rFonts w:ascii="Calibri" w:hAnsi="Calibri" w:cs="Calibri"/>
        </w:rPr>
        <w:t xml:space="preserve">Ilekroć w niniejszej umowie użyto sformułowania: „pojazd” należy przez to rozumieć: </w:t>
      </w:r>
      <w:r w:rsidRPr="00AF5BFF">
        <w:rPr>
          <w:rFonts w:ascii="Calibri" w:eastAsia="SimSun" w:hAnsi="Calibri" w:cs="Calibri"/>
          <w:color w:val="000000"/>
          <w:kern w:val="1"/>
          <w:lang w:eastAsia="hi-IN" w:bidi="hi-IN"/>
        </w:rPr>
        <w:t>fab</w:t>
      </w:r>
      <w:r w:rsidRPr="00AF5BFF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rycznie nowy  mobilny </w:t>
      </w:r>
      <w:r w:rsidRPr="00AF5BFF">
        <w:rPr>
          <w:rFonts w:ascii="Calibri" w:eastAsia="SimSun" w:hAnsi="Calibri" w:cs="Calibri"/>
          <w:color w:val="000000"/>
          <w:kern w:val="1"/>
          <w:lang w:eastAsia="hi-IN" w:bidi="hi-IN"/>
        </w:rPr>
        <w:t>trójfazowy generator prądu na przyczepie specjalnej (transportowej)</w:t>
      </w:r>
      <w:r w:rsidRPr="00AF5BFF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 o mocy znamionowej min. 40kW/50kVA.</w:t>
      </w:r>
    </w:p>
    <w:p w14:paraId="630308AF" w14:textId="0A353A54" w:rsidR="000C661F" w:rsidRPr="00AF5BFF" w:rsidRDefault="000C661F" w:rsidP="00AF5BFF">
      <w:pPr>
        <w:pStyle w:val="Tekstpodstawowy"/>
        <w:spacing w:line="276" w:lineRule="auto"/>
        <w:ind w:left="284"/>
        <w:rPr>
          <w:rFonts w:ascii="Calibri" w:hAnsi="Calibri" w:cs="Calibri"/>
        </w:rPr>
      </w:pPr>
    </w:p>
    <w:p w14:paraId="2FB693DB" w14:textId="146F6C22" w:rsidR="004C325E" w:rsidRPr="00AF5BFF" w:rsidRDefault="004C325E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zrealizuje dostawę na podstawie Umowy, </w:t>
      </w:r>
      <w:r w:rsidR="003760A9" w:rsidRPr="00AF5BFF">
        <w:rPr>
          <w:rFonts w:ascii="Calibri" w:hAnsi="Calibri" w:cs="Calibri"/>
          <w:sz w:val="20"/>
          <w:szCs w:val="20"/>
        </w:rPr>
        <w:t>treści zapytania ofertowego</w:t>
      </w:r>
      <w:r w:rsidRPr="00AF5BFF">
        <w:rPr>
          <w:rFonts w:ascii="Calibri" w:hAnsi="Calibri" w:cs="Calibri"/>
          <w:sz w:val="20"/>
          <w:szCs w:val="20"/>
        </w:rPr>
        <w:t xml:space="preserve"> (Załącznik nr 1 do Umowy) oraz złożonej oferty (Załącznik nr 2 do Umowy). </w:t>
      </w:r>
      <w:r w:rsidR="003760A9" w:rsidRPr="00AF5BFF">
        <w:rPr>
          <w:rFonts w:ascii="Calibri" w:hAnsi="Calibri" w:cs="Calibri"/>
          <w:sz w:val="20"/>
          <w:szCs w:val="20"/>
        </w:rPr>
        <w:t xml:space="preserve">Zapytanie ofertowe </w:t>
      </w:r>
      <w:r w:rsidRPr="00AF5BFF">
        <w:rPr>
          <w:rFonts w:ascii="Calibri" w:hAnsi="Calibri" w:cs="Calibri"/>
          <w:sz w:val="20"/>
          <w:szCs w:val="20"/>
        </w:rPr>
        <w:t xml:space="preserve"> oraz oferta stanowi integralną część Umo</w:t>
      </w:r>
      <w:r w:rsidR="00920E4F" w:rsidRPr="00AF5BFF">
        <w:rPr>
          <w:rFonts w:ascii="Calibri" w:hAnsi="Calibri" w:cs="Calibri"/>
          <w:sz w:val="20"/>
          <w:szCs w:val="20"/>
        </w:rPr>
        <w:t xml:space="preserve">wy. Rodzaj, parametry oraz cenę </w:t>
      </w:r>
      <w:r w:rsidRPr="00AF5BFF">
        <w:rPr>
          <w:rFonts w:ascii="Calibri" w:hAnsi="Calibri" w:cs="Calibri"/>
          <w:sz w:val="20"/>
          <w:szCs w:val="20"/>
        </w:rPr>
        <w:t xml:space="preserve">netto i brutto przedmiotu Umowy określa </w:t>
      </w:r>
      <w:r w:rsidR="003760A9" w:rsidRPr="00AF5BFF">
        <w:rPr>
          <w:rFonts w:ascii="Calibri" w:hAnsi="Calibri" w:cs="Calibri"/>
          <w:sz w:val="20"/>
          <w:szCs w:val="20"/>
        </w:rPr>
        <w:t xml:space="preserve">zapytanie ofertowe  </w:t>
      </w:r>
      <w:r w:rsidRPr="00AF5BFF">
        <w:rPr>
          <w:rFonts w:ascii="Calibri" w:hAnsi="Calibri" w:cs="Calibri"/>
          <w:sz w:val="20"/>
          <w:szCs w:val="20"/>
        </w:rPr>
        <w:t>oraz oferta Wykonawcy, które stanowią załączniki do Umowy.</w:t>
      </w:r>
    </w:p>
    <w:p w14:paraId="1FA2AA14" w14:textId="7563D7D3" w:rsidR="003760A9" w:rsidRPr="00BB7CBC" w:rsidRDefault="00A64ED4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Dostawa przedmiotu zamówienia nastąpi na koszt Wykonawcy, na adres: </w:t>
      </w:r>
      <w:bookmarkStart w:id="1" w:name="_Hlk214792510"/>
      <w:r w:rsidR="003760A9" w:rsidRPr="00BB7CBC">
        <w:rPr>
          <w:rFonts w:ascii="Calibri" w:eastAsia="Calibri" w:hAnsi="Calibri" w:cs="Calibri"/>
          <w:color w:val="000000"/>
          <w:kern w:val="1"/>
          <w:sz w:val="20"/>
          <w:szCs w:val="20"/>
          <w:lang w:eastAsia="hi-IN" w:bidi="hi-IN"/>
        </w:rPr>
        <w:t>OSP Lipowina znajdującej się pod adresem: Lipowina 31B, 14 – 500 Braniewo</w:t>
      </w:r>
      <w:bookmarkEnd w:id="1"/>
      <w:r w:rsidR="003760A9" w:rsidRPr="00BB7CBC">
        <w:rPr>
          <w:rFonts w:ascii="Calibri" w:eastAsia="Calibri" w:hAnsi="Calibri" w:cs="Calibri"/>
          <w:color w:val="000000"/>
          <w:kern w:val="1"/>
          <w:sz w:val="20"/>
          <w:szCs w:val="20"/>
          <w:lang w:eastAsia="hi-IN" w:bidi="hi-IN"/>
        </w:rPr>
        <w:t xml:space="preserve"> </w:t>
      </w:r>
      <w:bookmarkStart w:id="2" w:name="_Hlk209531607"/>
      <w:r w:rsidR="003760A9" w:rsidRPr="00BB7CBC">
        <w:rPr>
          <w:rFonts w:ascii="Calibri" w:hAnsi="Calibri" w:cs="Calibri"/>
          <w:sz w:val="20"/>
          <w:szCs w:val="20"/>
        </w:rPr>
        <w:t>.</w:t>
      </w:r>
    </w:p>
    <w:p w14:paraId="703694B1" w14:textId="3BDDE4D4" w:rsidR="00A64ED4" w:rsidRPr="00AF5BFF" w:rsidRDefault="00A64ED4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ramach realizacji zamówienia Wykonawca zapewni </w:t>
      </w:r>
      <w:r w:rsidR="005B56C9">
        <w:rPr>
          <w:rFonts w:ascii="Calibri" w:hAnsi="Calibri" w:cs="Calibri"/>
          <w:sz w:val="20"/>
          <w:szCs w:val="20"/>
        </w:rPr>
        <w:t>4</w:t>
      </w:r>
      <w:r w:rsidR="003760A9" w:rsidRPr="00AF5BFF">
        <w:rPr>
          <w:rFonts w:ascii="Calibri" w:hAnsi="Calibri" w:cs="Calibri"/>
          <w:sz w:val="20"/>
          <w:szCs w:val="20"/>
        </w:rPr>
        <w:t xml:space="preserve"> godzinne szkolenie z zakresu obsługi przedmiotu zamówienia dla 3 osób wyznaczonych przez Zamawiającego.</w:t>
      </w:r>
      <w:bookmarkStart w:id="3" w:name="_Hlk209520496"/>
      <w:bookmarkEnd w:id="2"/>
      <w:r w:rsidR="003760A9" w:rsidRPr="00AF5BFF">
        <w:rPr>
          <w:rFonts w:ascii="Calibri" w:hAnsi="Calibri" w:cs="Calibri"/>
          <w:sz w:val="20"/>
          <w:szCs w:val="20"/>
        </w:rPr>
        <w:t xml:space="preserve"> </w:t>
      </w:r>
      <w:r w:rsidR="003D5591" w:rsidRPr="00AF5BFF">
        <w:rPr>
          <w:rFonts w:ascii="Calibri" w:hAnsi="Calibri" w:cs="Calibri"/>
          <w:sz w:val="20"/>
          <w:szCs w:val="20"/>
        </w:rPr>
        <w:t>Zamawiający</w:t>
      </w:r>
      <w:r w:rsidR="001F33C2" w:rsidRPr="00AF5BFF">
        <w:rPr>
          <w:rFonts w:ascii="Calibri" w:hAnsi="Calibri" w:cs="Calibri"/>
          <w:sz w:val="20"/>
          <w:szCs w:val="20"/>
        </w:rPr>
        <w:t xml:space="preserve"> wyznaczy termin szkolenia informując o tym Wykonawcę</w:t>
      </w:r>
      <w:r w:rsidR="003D5591" w:rsidRPr="00AF5BFF">
        <w:rPr>
          <w:rFonts w:ascii="Calibri" w:hAnsi="Calibri" w:cs="Calibri"/>
          <w:sz w:val="20"/>
          <w:szCs w:val="20"/>
        </w:rPr>
        <w:t xml:space="preserve">. </w:t>
      </w:r>
      <w:bookmarkEnd w:id="3"/>
      <w:r w:rsidR="009F54AC" w:rsidRPr="00AF5BFF">
        <w:rPr>
          <w:rFonts w:ascii="Calibri" w:hAnsi="Calibri" w:cs="Calibri"/>
          <w:sz w:val="20"/>
          <w:szCs w:val="20"/>
        </w:rPr>
        <w:t xml:space="preserve">Niniejsze szkolenie zostanie potwierdzone </w:t>
      </w:r>
      <w:r w:rsidRPr="00AF5BFF">
        <w:rPr>
          <w:rFonts w:ascii="Calibri" w:hAnsi="Calibri" w:cs="Calibri"/>
          <w:bCs/>
          <w:sz w:val="20"/>
          <w:szCs w:val="20"/>
        </w:rPr>
        <w:t>protokołem z przeprowadzonego szkolenia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78F34781" w14:textId="7E68EF29" w:rsidR="00153153" w:rsidRPr="00AF5BFF" w:rsidRDefault="004C325E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zapewnia, że przedmiot dostawy jest zgodny z wszelkimi normami i przepisami prawa dotyczącymi przedmiotu dostawy, a także zgodny z wymaganiami określonymi w </w:t>
      </w:r>
      <w:r w:rsidR="003760A9" w:rsidRPr="00AF5BFF">
        <w:rPr>
          <w:rFonts w:ascii="Calibri" w:hAnsi="Calibri" w:cs="Calibri"/>
          <w:sz w:val="20"/>
          <w:szCs w:val="20"/>
        </w:rPr>
        <w:t>treści zapytania ofertowego</w:t>
      </w:r>
    </w:p>
    <w:p w14:paraId="280B0DC9" w14:textId="77777777" w:rsidR="006E6D04" w:rsidRPr="00AF5BFF" w:rsidRDefault="006E6D04" w:rsidP="00AF5BFF">
      <w:pPr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Przedmiot Umowy opisany jest, wedle kolejności hierarchicznej, w następujących dokumentach:</w:t>
      </w:r>
    </w:p>
    <w:p w14:paraId="4B1C9D7A" w14:textId="77777777" w:rsidR="004C325E" w:rsidRPr="00AF5BFF" w:rsidRDefault="004C325E" w:rsidP="00AF5BFF">
      <w:pPr>
        <w:pStyle w:val="Akapitzlist"/>
        <w:numPr>
          <w:ilvl w:val="1"/>
          <w:numId w:val="1"/>
        </w:numPr>
        <w:tabs>
          <w:tab w:val="clear" w:pos="1080"/>
          <w:tab w:val="num" w:pos="567"/>
        </w:tabs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Umowie,</w:t>
      </w:r>
    </w:p>
    <w:p w14:paraId="23D239C6" w14:textId="1227161A" w:rsidR="004C325E" w:rsidRPr="00AF5BFF" w:rsidRDefault="003760A9" w:rsidP="00AF5BFF">
      <w:pPr>
        <w:pStyle w:val="Akapitzlist"/>
        <w:numPr>
          <w:ilvl w:val="1"/>
          <w:numId w:val="1"/>
        </w:numPr>
        <w:tabs>
          <w:tab w:val="clear" w:pos="1080"/>
          <w:tab w:val="num" w:pos="567"/>
        </w:tabs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zapytaniu ofertowym</w:t>
      </w:r>
      <w:r w:rsidR="004C325E" w:rsidRPr="00AF5BFF">
        <w:rPr>
          <w:rFonts w:ascii="Calibri" w:hAnsi="Calibri" w:cs="Calibri"/>
          <w:sz w:val="20"/>
          <w:szCs w:val="20"/>
        </w:rPr>
        <w:t xml:space="preserve"> (ze wszystkimi załącznikami) wraz z jej modyfikacjami dokonanymi w trakcie </w:t>
      </w:r>
      <w:r w:rsidR="00C65F36" w:rsidRPr="00AF5BFF">
        <w:rPr>
          <w:rFonts w:ascii="Calibri" w:hAnsi="Calibri" w:cs="Calibri"/>
          <w:sz w:val="20"/>
          <w:szCs w:val="20"/>
        </w:rPr>
        <w:t>postępowania,</w:t>
      </w:r>
    </w:p>
    <w:p w14:paraId="52FF1C59" w14:textId="77777777" w:rsidR="004C325E" w:rsidRPr="00AF5BFF" w:rsidRDefault="004C325E" w:rsidP="00AF5BFF">
      <w:pPr>
        <w:pStyle w:val="Akapitzlist"/>
        <w:numPr>
          <w:ilvl w:val="1"/>
          <w:numId w:val="1"/>
        </w:numPr>
        <w:tabs>
          <w:tab w:val="clear" w:pos="1080"/>
          <w:tab w:val="num" w:pos="567"/>
        </w:tabs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Ofercie.</w:t>
      </w:r>
    </w:p>
    <w:p w14:paraId="1FEF5DBF" w14:textId="77777777" w:rsidR="004C325E" w:rsidRPr="00AF5BFF" w:rsidRDefault="004C325E" w:rsidP="00AF5BFF">
      <w:pPr>
        <w:pStyle w:val="Akapitzlist"/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Dla interpretacji postanowień Umowy, w tym przede wszystkim dla określenia wzajemnych praw i obowiązków Stron, dokumenty określone w </w:t>
      </w:r>
      <w:r w:rsidR="00C65F36" w:rsidRPr="00AF5BFF">
        <w:rPr>
          <w:rFonts w:ascii="Calibri" w:hAnsi="Calibri" w:cs="Calibri"/>
          <w:sz w:val="20"/>
          <w:szCs w:val="20"/>
        </w:rPr>
        <w:t>pkt</w:t>
      </w:r>
      <w:r w:rsidRPr="00AF5BFF">
        <w:rPr>
          <w:rFonts w:ascii="Calibri" w:hAnsi="Calibri" w:cs="Calibri"/>
          <w:sz w:val="20"/>
          <w:szCs w:val="20"/>
        </w:rPr>
        <w:t xml:space="preserve">. </w:t>
      </w:r>
      <w:r w:rsidR="00C65F36" w:rsidRPr="00AF5BFF">
        <w:rPr>
          <w:rFonts w:ascii="Calibri" w:hAnsi="Calibri" w:cs="Calibri"/>
          <w:sz w:val="20"/>
          <w:szCs w:val="20"/>
        </w:rPr>
        <w:t>1</w:t>
      </w:r>
      <w:r w:rsidRPr="00AF5BFF">
        <w:rPr>
          <w:rFonts w:ascii="Calibri" w:hAnsi="Calibri" w:cs="Calibri"/>
          <w:sz w:val="20"/>
          <w:szCs w:val="20"/>
        </w:rPr>
        <w:t xml:space="preserve">) – </w:t>
      </w:r>
      <w:r w:rsidR="00C65F36" w:rsidRPr="00AF5BFF">
        <w:rPr>
          <w:rFonts w:ascii="Calibri" w:hAnsi="Calibri" w:cs="Calibri"/>
          <w:sz w:val="20"/>
          <w:szCs w:val="20"/>
        </w:rPr>
        <w:t>3</w:t>
      </w:r>
      <w:r w:rsidRPr="00AF5BFF">
        <w:rPr>
          <w:rFonts w:ascii="Calibri" w:hAnsi="Calibri" w:cs="Calibri"/>
          <w:sz w:val="20"/>
          <w:szCs w:val="20"/>
        </w:rPr>
        <w:t>) powyżej będą miały rangę wynikającą z kolejności ich przywołania. Jednocześnie Strony postanawiają, iż dokumenty te będą wzajemnie wyjaśniające i uzupełniające, w tym znaczeniu, że w przypadku zaistnienia jakiejkolwiek niejednoznaczności, wieloznaczności lub rozbieżności, Strony nie ograniczają w żaden sposób ani zakresu Przedmiotu Umowy, ani zakresu należytej staranności.</w:t>
      </w:r>
    </w:p>
    <w:p w14:paraId="3CEC32F1" w14:textId="4743CD3F" w:rsidR="005E2626" w:rsidRPr="00AF5BFF" w:rsidRDefault="005E2626" w:rsidP="00AF5BFF">
      <w:pPr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Przy realizacji Umowy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</w:t>
      </w:r>
      <w:r w:rsidR="00920E4F" w:rsidRPr="00AF5BFF">
        <w:rPr>
          <w:rFonts w:ascii="Calibri" w:hAnsi="Calibri" w:cs="Calibri"/>
          <w:sz w:val="20"/>
          <w:szCs w:val="20"/>
        </w:rPr>
        <w:t>owiązuje się dostarczyć pojazd fabrycznie nowy, kompletny, spełniający</w:t>
      </w:r>
      <w:r w:rsidRPr="00AF5BFF">
        <w:rPr>
          <w:rFonts w:ascii="Calibri" w:hAnsi="Calibri" w:cs="Calibri"/>
          <w:sz w:val="20"/>
          <w:szCs w:val="20"/>
        </w:rPr>
        <w:t xml:space="preserve"> wszystkie parametry techniczne określone w </w:t>
      </w:r>
      <w:r w:rsidR="003760A9" w:rsidRPr="00AF5BFF">
        <w:rPr>
          <w:rFonts w:ascii="Calibri" w:hAnsi="Calibri" w:cs="Calibri"/>
          <w:sz w:val="20"/>
          <w:szCs w:val="20"/>
        </w:rPr>
        <w:t xml:space="preserve">zapytaniu ofertowym </w:t>
      </w:r>
      <w:r w:rsidR="00920E4F" w:rsidRPr="00AF5BFF">
        <w:rPr>
          <w:rFonts w:ascii="Calibri" w:hAnsi="Calibri" w:cs="Calibri"/>
          <w:sz w:val="20"/>
          <w:szCs w:val="20"/>
        </w:rPr>
        <w:t xml:space="preserve">w </w:t>
      </w:r>
      <w:r w:rsidRPr="00AF5BFF">
        <w:rPr>
          <w:rFonts w:ascii="Calibri" w:hAnsi="Calibri" w:cs="Calibri"/>
          <w:sz w:val="20"/>
          <w:szCs w:val="20"/>
        </w:rPr>
        <w:t>złożonej ofercie oraz w za</w:t>
      </w:r>
      <w:r w:rsidR="00920E4F" w:rsidRPr="00AF5BFF">
        <w:rPr>
          <w:rFonts w:ascii="Calibri" w:hAnsi="Calibri" w:cs="Calibri"/>
          <w:sz w:val="20"/>
          <w:szCs w:val="20"/>
        </w:rPr>
        <w:t>łącznikach do oferty. Za pojazd  kompletny uznaje się pojazd spełniający</w:t>
      </w:r>
      <w:r w:rsidRPr="00AF5BFF">
        <w:rPr>
          <w:rFonts w:ascii="Calibri" w:hAnsi="Calibri" w:cs="Calibri"/>
          <w:sz w:val="20"/>
          <w:szCs w:val="20"/>
        </w:rPr>
        <w:t xml:space="preserve"> łącznie warunki zgodności z wymaganiami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4C6B1720" w14:textId="77777777" w:rsidR="005E2626" w:rsidRPr="00AF5BFF" w:rsidRDefault="005E2626" w:rsidP="00AF5BFF">
      <w:pPr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="00920E4F" w:rsidRPr="00AF5BFF">
        <w:rPr>
          <w:rFonts w:ascii="Calibri" w:hAnsi="Calibri" w:cs="Calibri"/>
          <w:sz w:val="20"/>
          <w:szCs w:val="20"/>
        </w:rPr>
        <w:t xml:space="preserve"> oświadcza, że pojazd będący</w:t>
      </w:r>
      <w:r w:rsidRPr="00AF5BFF">
        <w:rPr>
          <w:rFonts w:ascii="Calibri" w:hAnsi="Calibri" w:cs="Calibri"/>
          <w:sz w:val="20"/>
          <w:szCs w:val="20"/>
        </w:rPr>
        <w:t xml:space="preserve"> przedmiotem Umowy </w:t>
      </w:r>
      <w:r w:rsidR="00E86B4E" w:rsidRPr="00AF5BFF">
        <w:rPr>
          <w:rFonts w:ascii="Calibri" w:hAnsi="Calibri" w:cs="Calibri"/>
          <w:sz w:val="20"/>
          <w:szCs w:val="20"/>
        </w:rPr>
        <w:t>jest</w:t>
      </w:r>
      <w:r w:rsidRPr="00AF5BFF">
        <w:rPr>
          <w:rFonts w:ascii="Calibri" w:hAnsi="Calibri" w:cs="Calibri"/>
          <w:sz w:val="20"/>
          <w:szCs w:val="20"/>
        </w:rPr>
        <w:t xml:space="preserve"> jego własnością lub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ma prawo dyspon</w:t>
      </w:r>
      <w:r w:rsidR="00E86B4E" w:rsidRPr="00AF5BFF">
        <w:rPr>
          <w:rFonts w:ascii="Calibri" w:hAnsi="Calibri" w:cs="Calibri"/>
          <w:sz w:val="20"/>
          <w:szCs w:val="20"/>
        </w:rPr>
        <w:t>owania prawem własności pojazdu, a ponadto, że nie ma wad prawnych, nie mają</w:t>
      </w:r>
      <w:r w:rsidRPr="00AF5BFF">
        <w:rPr>
          <w:rFonts w:ascii="Calibri" w:hAnsi="Calibri" w:cs="Calibri"/>
          <w:sz w:val="20"/>
          <w:szCs w:val="20"/>
        </w:rPr>
        <w:t xml:space="preserve"> do </w:t>
      </w:r>
      <w:r w:rsidR="00E86B4E" w:rsidRPr="00AF5BFF">
        <w:rPr>
          <w:rFonts w:ascii="Calibri" w:hAnsi="Calibri" w:cs="Calibri"/>
          <w:sz w:val="20"/>
          <w:szCs w:val="20"/>
        </w:rPr>
        <w:t>niego</w:t>
      </w:r>
      <w:r w:rsidRPr="00AF5BFF">
        <w:rPr>
          <w:rFonts w:ascii="Calibri" w:hAnsi="Calibri" w:cs="Calibri"/>
          <w:sz w:val="20"/>
          <w:szCs w:val="20"/>
        </w:rPr>
        <w:t xml:space="preserve"> prawa osoby trzecie oraz </w:t>
      </w:r>
      <w:r w:rsidR="00E86B4E" w:rsidRPr="00AF5BFF">
        <w:rPr>
          <w:rFonts w:ascii="Calibri" w:hAnsi="Calibri" w:cs="Calibri"/>
          <w:sz w:val="20"/>
          <w:szCs w:val="20"/>
        </w:rPr>
        <w:t xml:space="preserve"> że </w:t>
      </w:r>
      <w:r w:rsidRPr="00AF5BFF">
        <w:rPr>
          <w:rFonts w:ascii="Calibri" w:hAnsi="Calibri" w:cs="Calibri"/>
          <w:sz w:val="20"/>
          <w:szCs w:val="20"/>
        </w:rPr>
        <w:t xml:space="preserve">nie </w:t>
      </w:r>
      <w:r w:rsidR="00E86B4E" w:rsidRPr="00AF5BFF">
        <w:rPr>
          <w:rFonts w:ascii="Calibri" w:hAnsi="Calibri" w:cs="Calibri"/>
          <w:sz w:val="20"/>
          <w:szCs w:val="20"/>
        </w:rPr>
        <w:t xml:space="preserve">jest </w:t>
      </w:r>
      <w:r w:rsidRPr="00AF5BFF">
        <w:rPr>
          <w:rFonts w:ascii="Calibri" w:hAnsi="Calibri" w:cs="Calibri"/>
          <w:sz w:val="20"/>
          <w:szCs w:val="20"/>
        </w:rPr>
        <w:t>przedmiotem żadnego zabezpieczenia, ani postępowania sądowego czy egzekucyjnego.</w:t>
      </w:r>
    </w:p>
    <w:p w14:paraId="48B7A774" w14:textId="77777777" w:rsidR="001A175C" w:rsidRPr="00AF5BFF" w:rsidRDefault="006027D3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contextualSpacing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="00E86B4E" w:rsidRPr="00AF5BFF">
        <w:rPr>
          <w:rFonts w:ascii="Calibri" w:hAnsi="Calibri" w:cs="Calibri"/>
          <w:sz w:val="20"/>
          <w:szCs w:val="20"/>
        </w:rPr>
        <w:t xml:space="preserve"> oświadcza, że pojazd będący</w:t>
      </w:r>
      <w:r w:rsidRPr="00AF5BFF">
        <w:rPr>
          <w:rFonts w:ascii="Calibri" w:hAnsi="Calibri" w:cs="Calibri"/>
          <w:sz w:val="20"/>
          <w:szCs w:val="20"/>
        </w:rPr>
        <w:t xml:space="preserve"> przedmiotem Umowy nie narusza patentów jakiejkolwiek strony trzeciej.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nie są znane żadne przypadki toczącego się postępowania sądowego o naruszenie patentów. W przypadku wystąpienia przez osobę trzecią z roszczeniami z tytułu naruszenia jej praw,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zobowiązany jest niezwłocznie, jednak</w:t>
      </w:r>
      <w:r w:rsidR="00C54A7D" w:rsidRPr="00AF5BFF">
        <w:rPr>
          <w:rFonts w:ascii="Calibri" w:hAnsi="Calibri" w:cs="Calibri"/>
          <w:sz w:val="20"/>
          <w:szCs w:val="20"/>
        </w:rPr>
        <w:t>że w terminie nie dłuższym niż 2</w:t>
      </w:r>
      <w:r w:rsidRPr="00AF5BFF">
        <w:rPr>
          <w:rFonts w:ascii="Calibri" w:hAnsi="Calibri" w:cs="Calibri"/>
          <w:sz w:val="20"/>
          <w:szCs w:val="20"/>
        </w:rPr>
        <w:t xml:space="preserve">0 dni, zastąpić pojazd, którego dotyczą roszczenia pojazdem nienaruszającym jakichkolwiek praw osób trzecich oraz naprawić wszelkie szkody poniesione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>, w tym koszty postępowania sądowego, arbitrażowego lub ugodowego, koszty zastępstwa procesowego oraz wszelkie zasądzone lub uzgodnione kwoty.</w:t>
      </w:r>
    </w:p>
    <w:p w14:paraId="4785ED5E" w14:textId="51125E47" w:rsidR="00691519" w:rsidRPr="00AF5BFF" w:rsidRDefault="006E6D04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contextualSpacing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 wystąpienia podmiotów trzecich z jakimkolwiek roszczeniem wobec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lub jednostek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, dotyczącym przedmiotu Umowy,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zobowiązany jest pokryć wszelkie koszty związane z tymże roszczeniem.</w:t>
      </w:r>
    </w:p>
    <w:p w14:paraId="77F016C5" w14:textId="77777777" w:rsidR="00551659" w:rsidRPr="00AF5BFF" w:rsidRDefault="00551659" w:rsidP="00AF5BFF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Postanowienia dotyczące podwykonawców i dostawców:</w:t>
      </w:r>
    </w:p>
    <w:p w14:paraId="50A68BC9" w14:textId="77777777" w:rsidR="00551659" w:rsidRPr="00AF5BFF" w:rsidRDefault="00551659" w:rsidP="00AF5BFF">
      <w:p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1)</w:t>
      </w:r>
      <w:r w:rsidRPr="00AF5BFF">
        <w:rPr>
          <w:rFonts w:ascii="Calibri" w:hAnsi="Calibri" w:cs="Calibri"/>
          <w:sz w:val="20"/>
          <w:szCs w:val="20"/>
        </w:rPr>
        <w:tab/>
        <w:t xml:space="preserve">Wykonawca nie może powierzyć realizacji całości lub części zamówienia Podwykonawcy bez pisemnej zgody Zamawiającego na powierzenie realizacji określonej części bądź całości zamówienia Podwykonawcy wskazanemu przez Wykonawcę. Jednakże, jeżeli Zamawiający w terminie </w:t>
      </w:r>
      <w:r w:rsidR="00350279" w:rsidRPr="00AF5BFF">
        <w:rPr>
          <w:rFonts w:ascii="Calibri" w:hAnsi="Calibri" w:cs="Calibri"/>
          <w:sz w:val="20"/>
          <w:szCs w:val="20"/>
        </w:rPr>
        <w:t>10</w:t>
      </w:r>
      <w:r w:rsidRPr="00AF5BFF">
        <w:rPr>
          <w:rFonts w:ascii="Calibri" w:hAnsi="Calibri" w:cs="Calibri"/>
          <w:sz w:val="20"/>
          <w:szCs w:val="20"/>
        </w:rPr>
        <w:t xml:space="preserve"> dni od przedstawienia mu przez Wykonawcę umowy z Podwykonawcą lub jej projektu, wraz z częścią dokumentacji dotyczącą wykonania prac określonych w umowie lub projekcie, nie zgłosi na piśmie sprzeciwu lub zastrzeżeń, uważa się, że Zamawiający zgody udzielił. Do zawarcia przez Podwykonawcę umowy z dalszym Podwykonawcą jest wymagana zgoda Zamawiającego i Wykonawcy, udzielona zgodnie z zasadami określonymi w niniejszym ustępie (dotyczy również poniższych punktów niniejszego ustępu).</w:t>
      </w:r>
    </w:p>
    <w:p w14:paraId="7CDF3342" w14:textId="3D3DCEF0" w:rsidR="001A175C" w:rsidRPr="00AF5BFF" w:rsidRDefault="00551659" w:rsidP="00AF5BFF">
      <w:p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lastRenderedPageBreak/>
        <w:t>2)</w:t>
      </w:r>
      <w:r w:rsidRPr="00AF5BFF">
        <w:rPr>
          <w:rFonts w:ascii="Calibri" w:hAnsi="Calibri" w:cs="Calibri"/>
          <w:sz w:val="20"/>
          <w:szCs w:val="20"/>
        </w:rPr>
        <w:tab/>
        <w:t>Zamawiający nie wyraża zgody na udział w realizacji zamówi</w:t>
      </w:r>
      <w:r w:rsidR="004D564C" w:rsidRPr="00AF5BFF">
        <w:rPr>
          <w:rFonts w:ascii="Calibri" w:hAnsi="Calibri" w:cs="Calibri"/>
          <w:sz w:val="20"/>
          <w:szCs w:val="20"/>
        </w:rPr>
        <w:t xml:space="preserve">enia podwykonawcy lub dostawcy </w:t>
      </w:r>
      <w:r w:rsidR="00120655" w:rsidRPr="00AF5BFF">
        <w:rPr>
          <w:rFonts w:ascii="Calibri" w:hAnsi="Calibri" w:cs="Calibri"/>
          <w:sz w:val="20"/>
          <w:szCs w:val="20"/>
        </w:rPr>
        <w:t>wykluczonego</w:t>
      </w:r>
      <w:r w:rsidR="00E86B4E" w:rsidRPr="00AF5BFF">
        <w:rPr>
          <w:rFonts w:ascii="Calibri" w:hAnsi="Calibri" w:cs="Calibri"/>
          <w:sz w:val="20"/>
          <w:szCs w:val="20"/>
        </w:rPr>
        <w:t xml:space="preserve"> zgodnie z art.7 ustawy z dnia 13 kwietnia 2022 r. o szczególnych rozwiązanych w zakresie przeciwdziałania wspieraniu agresji na Ukrainę oraz służących ochronie bezpieczeństwa narodowego (Dz.U z 20</w:t>
      </w:r>
      <w:r w:rsidR="00C65F36" w:rsidRPr="00AF5BFF">
        <w:rPr>
          <w:rFonts w:ascii="Calibri" w:hAnsi="Calibri" w:cs="Calibri"/>
          <w:sz w:val="20"/>
          <w:szCs w:val="20"/>
        </w:rPr>
        <w:t>25</w:t>
      </w:r>
      <w:r w:rsidR="00E86B4E" w:rsidRPr="00AF5BFF">
        <w:rPr>
          <w:rFonts w:ascii="Calibri" w:hAnsi="Calibri" w:cs="Calibri"/>
          <w:sz w:val="20"/>
          <w:szCs w:val="20"/>
        </w:rPr>
        <w:t xml:space="preserve">r., poz. </w:t>
      </w:r>
      <w:r w:rsidR="00C65F36" w:rsidRPr="00AF5BFF">
        <w:rPr>
          <w:rFonts w:ascii="Calibri" w:hAnsi="Calibri" w:cs="Calibri"/>
          <w:sz w:val="20"/>
          <w:szCs w:val="20"/>
        </w:rPr>
        <w:t>514</w:t>
      </w:r>
      <w:r w:rsidR="00E86B4E" w:rsidRPr="00AF5BFF">
        <w:rPr>
          <w:rFonts w:ascii="Calibri" w:hAnsi="Calibri" w:cs="Calibri"/>
          <w:sz w:val="20"/>
          <w:szCs w:val="20"/>
        </w:rPr>
        <w:t>).</w:t>
      </w:r>
    </w:p>
    <w:p w14:paraId="61BC10FC" w14:textId="6BECA25A" w:rsidR="001A175C" w:rsidRPr="00AF5BFF" w:rsidRDefault="00B01161" w:rsidP="00AF5BFF">
      <w:pPr>
        <w:pStyle w:val="Akapitzlist"/>
        <w:numPr>
          <w:ilvl w:val="0"/>
          <w:numId w:val="1"/>
        </w:numPr>
        <w:tabs>
          <w:tab w:val="clear" w:pos="360"/>
        </w:tabs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 tytułu naruszenia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Pr="00AF5BFF">
        <w:rPr>
          <w:rFonts w:ascii="Calibri" w:hAnsi="Calibri" w:cs="Calibri"/>
          <w:sz w:val="20"/>
          <w:szCs w:val="20"/>
        </w:rPr>
        <w:t xml:space="preserve"> obowiązków określonych w ustępie </w:t>
      </w:r>
      <w:r w:rsidR="003760A9" w:rsidRPr="00AF5BFF">
        <w:rPr>
          <w:rFonts w:ascii="Calibri" w:hAnsi="Calibri" w:cs="Calibri"/>
          <w:sz w:val="20"/>
          <w:szCs w:val="20"/>
        </w:rPr>
        <w:t>11</w:t>
      </w:r>
      <w:r w:rsidRPr="00AF5BFF">
        <w:rPr>
          <w:rFonts w:ascii="Calibri" w:hAnsi="Calibri" w:cs="Calibri"/>
          <w:sz w:val="20"/>
          <w:szCs w:val="20"/>
        </w:rPr>
        <w:t xml:space="preserve">,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zapłaci karę umowną w wysokości 5.000,00 zł (słownie: pięć tysięcy złotych) za każdy przypadek.</w:t>
      </w:r>
    </w:p>
    <w:p w14:paraId="15310FEE" w14:textId="32B1955E" w:rsidR="004C2D43" w:rsidRPr="00AF5BFF" w:rsidRDefault="004C2D43" w:rsidP="00AF5BFF">
      <w:pPr>
        <w:pStyle w:val="Akapitzlist"/>
        <w:numPr>
          <w:ilvl w:val="0"/>
          <w:numId w:val="1"/>
        </w:numPr>
        <w:tabs>
          <w:tab w:val="clear" w:pos="360"/>
        </w:tabs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Strony postanawiają, że wszystkie materiały powstające w wyniku realizacji zamówienia, stanowią Odpady których wytwórcą jest Wykonawca/Podwykonawca.</w:t>
      </w:r>
    </w:p>
    <w:p w14:paraId="352E441D" w14:textId="2716FA29" w:rsidR="00C65F36" w:rsidRDefault="00C65F36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1B1A3498" w14:textId="77777777" w:rsidR="00AF5BFF" w:rsidRPr="00AF5BFF" w:rsidRDefault="00AF5BFF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4AF7CCD3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2</w:t>
      </w:r>
    </w:p>
    <w:p w14:paraId="1F798EA6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TERMINY REALIZACJI</w:t>
      </w:r>
    </w:p>
    <w:p w14:paraId="15624189" w14:textId="671D9FB8" w:rsidR="006E6D04" w:rsidRPr="00AF5BFF" w:rsidRDefault="006E6D04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>, z zastrzeżeniem dalszych postanowień Umowy, zrealiz</w:t>
      </w:r>
      <w:r w:rsidR="00B01161" w:rsidRPr="00AF5BFF">
        <w:rPr>
          <w:rFonts w:ascii="Calibri" w:hAnsi="Calibri" w:cs="Calibri"/>
          <w:sz w:val="20"/>
          <w:szCs w:val="20"/>
        </w:rPr>
        <w:t xml:space="preserve">uje Przedmiot Umowy w terminie </w:t>
      </w:r>
      <w:r w:rsidR="007D7AA0" w:rsidRPr="00AF5BFF">
        <w:rPr>
          <w:rFonts w:ascii="Calibri" w:hAnsi="Calibri" w:cs="Calibri"/>
          <w:b/>
          <w:sz w:val="20"/>
          <w:szCs w:val="20"/>
        </w:rPr>
        <w:t xml:space="preserve">od daty zawarcia umowy do dnia </w:t>
      </w:r>
      <w:r w:rsidR="001A7FCA" w:rsidRPr="00AF5BFF">
        <w:rPr>
          <w:rFonts w:ascii="Calibri" w:hAnsi="Calibri" w:cs="Calibri"/>
          <w:b/>
          <w:bCs/>
          <w:color w:val="000000"/>
          <w:sz w:val="20"/>
          <w:szCs w:val="20"/>
        </w:rPr>
        <w:t>23 grudnia 2025 roku.</w:t>
      </w:r>
      <w:r w:rsidR="007D7AA0" w:rsidRPr="00AF5BFF">
        <w:rPr>
          <w:rFonts w:ascii="Calibri" w:hAnsi="Calibri" w:cs="Calibri"/>
          <w:b/>
          <w:sz w:val="20"/>
          <w:szCs w:val="20"/>
        </w:rPr>
        <w:t xml:space="preserve"> </w:t>
      </w:r>
      <w:r w:rsidR="001F33C2" w:rsidRPr="00AF5BFF">
        <w:rPr>
          <w:rFonts w:ascii="Calibri" w:hAnsi="Calibri" w:cs="Calibri"/>
          <w:sz w:val="20"/>
          <w:szCs w:val="20"/>
        </w:rPr>
        <w:t xml:space="preserve"> </w:t>
      </w:r>
      <w:r w:rsidR="00E86B4E" w:rsidRPr="00AF5BFF">
        <w:rPr>
          <w:rFonts w:ascii="Calibri" w:hAnsi="Calibri" w:cs="Calibri"/>
          <w:sz w:val="20"/>
          <w:szCs w:val="20"/>
        </w:rPr>
        <w:t>Pojazd składający</w:t>
      </w:r>
      <w:r w:rsidR="00210AFF" w:rsidRPr="00AF5BFF">
        <w:rPr>
          <w:rFonts w:ascii="Calibri" w:hAnsi="Calibri" w:cs="Calibri"/>
          <w:sz w:val="20"/>
          <w:szCs w:val="20"/>
        </w:rPr>
        <w:t xml:space="preserve"> się na przedmiot dostaw</w:t>
      </w:r>
      <w:r w:rsidR="00E86B4E" w:rsidRPr="00AF5BFF">
        <w:rPr>
          <w:rFonts w:ascii="Calibri" w:hAnsi="Calibri" w:cs="Calibri"/>
          <w:sz w:val="20"/>
          <w:szCs w:val="20"/>
        </w:rPr>
        <w:t xml:space="preserve">y zostanie dostarczony w miejsce określone </w:t>
      </w:r>
      <w:r w:rsidR="00210AFF" w:rsidRPr="00AF5BFF">
        <w:rPr>
          <w:rFonts w:ascii="Calibri" w:hAnsi="Calibri" w:cs="Calibri"/>
          <w:sz w:val="20"/>
          <w:szCs w:val="20"/>
        </w:rPr>
        <w:t xml:space="preserve">w </w:t>
      </w:r>
      <w:r w:rsidR="00C54A7D" w:rsidRPr="00AF5BFF">
        <w:rPr>
          <w:rFonts w:ascii="Calibri" w:hAnsi="Calibri" w:cs="Calibri"/>
          <w:b/>
          <w:sz w:val="20"/>
          <w:szCs w:val="20"/>
        </w:rPr>
        <w:t>§ 1 ust.</w:t>
      </w:r>
      <w:r w:rsidR="001A7FCA" w:rsidRPr="00AF5BFF">
        <w:rPr>
          <w:rFonts w:ascii="Calibri" w:hAnsi="Calibri" w:cs="Calibri"/>
          <w:b/>
          <w:sz w:val="20"/>
          <w:szCs w:val="20"/>
        </w:rPr>
        <w:t>4</w:t>
      </w:r>
      <w:r w:rsidR="00C54A7D" w:rsidRPr="00AF5BFF">
        <w:rPr>
          <w:rFonts w:ascii="Calibri" w:hAnsi="Calibri" w:cs="Calibri"/>
          <w:b/>
          <w:sz w:val="20"/>
          <w:szCs w:val="20"/>
        </w:rPr>
        <w:t>.</w:t>
      </w:r>
    </w:p>
    <w:p w14:paraId="1DA909AB" w14:textId="28F9C15B" w:rsidR="005117B0" w:rsidRPr="00AF5BFF" w:rsidRDefault="005117B0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Dostawa przedmiotu zamówienia powinna odbyć się w dniu roboczym, w godzinach uprzednio ustalonych z Zamawiającym w miejscu wskazanym w ust. 2. Wykonawca jest zobowiązany poinformować Zamawiającego mailowo lub telefonicznie o terminach dostawy, z co najmniej 3 dniowym wyprzedzeniem. </w:t>
      </w:r>
    </w:p>
    <w:p w14:paraId="7578E654" w14:textId="6C8BCC3F" w:rsidR="00CC6CA0" w:rsidRPr="00AF5BFF" w:rsidRDefault="00CC6CA0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Przez realizację umowy w określonym terminie rozumie się potwierdzone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bez zastrzeżeń w protokole odbioru</w:t>
      </w:r>
      <w:r w:rsidR="009F54AC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dostarczenie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b/>
          <w:sz w:val="20"/>
          <w:szCs w:val="20"/>
        </w:rPr>
        <w:t>Zamawiającemu</w:t>
      </w:r>
      <w:r w:rsidR="00E86B4E" w:rsidRPr="00AF5BFF">
        <w:rPr>
          <w:rFonts w:ascii="Calibri" w:hAnsi="Calibri" w:cs="Calibri"/>
          <w:sz w:val="20"/>
          <w:szCs w:val="20"/>
        </w:rPr>
        <w:t xml:space="preserve"> kompletnego pojazdu</w:t>
      </w:r>
      <w:r w:rsidRPr="00AF5BFF">
        <w:rPr>
          <w:rFonts w:ascii="Calibri" w:hAnsi="Calibri" w:cs="Calibri"/>
          <w:sz w:val="20"/>
          <w:szCs w:val="20"/>
        </w:rPr>
        <w:t xml:space="preserve"> wraz z wyposażeniem oraz dokumentami, umożliwiającymi </w:t>
      </w:r>
      <w:r w:rsidRPr="00AF5BFF">
        <w:rPr>
          <w:rFonts w:ascii="Calibri" w:hAnsi="Calibri" w:cs="Calibri"/>
          <w:b/>
          <w:sz w:val="20"/>
          <w:szCs w:val="20"/>
        </w:rPr>
        <w:t>Zamawiającemu</w:t>
      </w:r>
      <w:r w:rsidRPr="00AF5BFF">
        <w:rPr>
          <w:rFonts w:ascii="Calibri" w:hAnsi="Calibri" w:cs="Calibri"/>
          <w:sz w:val="20"/>
          <w:szCs w:val="20"/>
        </w:rPr>
        <w:t xml:space="preserve"> prawidłowe używanie pojazdu wraz z wyposażeniem</w:t>
      </w:r>
      <w:r w:rsidR="009F54AC" w:rsidRPr="00AF5BFF">
        <w:rPr>
          <w:rFonts w:ascii="Calibri" w:hAnsi="Calibri" w:cs="Calibri"/>
          <w:sz w:val="20"/>
          <w:szCs w:val="20"/>
        </w:rPr>
        <w:t xml:space="preserve"> oraz potwierdzenie </w:t>
      </w:r>
      <w:r w:rsidR="00383527" w:rsidRPr="00AF5BFF">
        <w:rPr>
          <w:rFonts w:ascii="Calibri" w:hAnsi="Calibri" w:cs="Calibri"/>
          <w:b/>
          <w:bCs/>
          <w:sz w:val="20"/>
          <w:szCs w:val="20"/>
        </w:rPr>
        <w:t>protokołem</w:t>
      </w:r>
      <w:r w:rsidR="009F54AC" w:rsidRPr="00AF5BF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3A7C53" w:rsidRPr="00AF5BF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F54AC" w:rsidRPr="00AF5BFF">
        <w:rPr>
          <w:rFonts w:ascii="Calibri" w:hAnsi="Calibri" w:cs="Calibri"/>
          <w:b/>
          <w:bCs/>
          <w:sz w:val="20"/>
          <w:szCs w:val="20"/>
        </w:rPr>
        <w:t>przeprowadz</w:t>
      </w:r>
      <w:r w:rsidR="007F5E81" w:rsidRPr="00AF5BFF">
        <w:rPr>
          <w:rFonts w:ascii="Calibri" w:hAnsi="Calibri" w:cs="Calibri"/>
          <w:b/>
          <w:bCs/>
          <w:sz w:val="20"/>
          <w:szCs w:val="20"/>
        </w:rPr>
        <w:t>enia</w:t>
      </w:r>
      <w:r w:rsidR="009F54AC" w:rsidRPr="00AF5BFF">
        <w:rPr>
          <w:rFonts w:ascii="Calibri" w:hAnsi="Calibri" w:cs="Calibri"/>
          <w:b/>
          <w:bCs/>
          <w:sz w:val="20"/>
          <w:szCs w:val="20"/>
        </w:rPr>
        <w:t xml:space="preserve"> szkolenia o którym mowa w </w:t>
      </w:r>
      <w:r w:rsidR="009F54AC" w:rsidRPr="00AF5BFF">
        <w:rPr>
          <w:rFonts w:ascii="Calibri" w:hAnsi="Calibri" w:cs="Calibri"/>
          <w:b/>
          <w:sz w:val="20"/>
          <w:szCs w:val="20"/>
        </w:rPr>
        <w:t>§ 1 ust.</w:t>
      </w:r>
      <w:r w:rsidR="001A7FCA" w:rsidRPr="00AF5BFF">
        <w:rPr>
          <w:rFonts w:ascii="Calibri" w:hAnsi="Calibri" w:cs="Calibri"/>
          <w:b/>
          <w:sz w:val="20"/>
          <w:szCs w:val="20"/>
        </w:rPr>
        <w:t>5</w:t>
      </w:r>
      <w:r w:rsidR="009F54AC" w:rsidRPr="00AF5BFF">
        <w:rPr>
          <w:rFonts w:ascii="Calibri" w:hAnsi="Calibri" w:cs="Calibri"/>
          <w:b/>
          <w:sz w:val="20"/>
          <w:szCs w:val="20"/>
        </w:rPr>
        <w:t xml:space="preserve"> </w:t>
      </w:r>
      <w:r w:rsidR="009F54AC" w:rsidRPr="00AF5BFF">
        <w:rPr>
          <w:rFonts w:ascii="Calibri" w:hAnsi="Calibri" w:cs="Calibri"/>
          <w:sz w:val="20"/>
          <w:szCs w:val="20"/>
        </w:rPr>
        <w:t>.</w:t>
      </w:r>
    </w:p>
    <w:p w14:paraId="57139CEF" w14:textId="5FB9C905" w:rsidR="00CC6CA0" w:rsidRPr="00AF5BFF" w:rsidRDefault="00E86B4E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Odbioru pojazdu</w:t>
      </w:r>
      <w:r w:rsidR="00CC6CA0" w:rsidRPr="00AF5BFF">
        <w:rPr>
          <w:rFonts w:ascii="Calibri" w:hAnsi="Calibri" w:cs="Calibri"/>
          <w:sz w:val="20"/>
          <w:szCs w:val="20"/>
        </w:rPr>
        <w:t xml:space="preserve"> dokona upoważniony przedstawiciel (przedstawiciele) </w:t>
      </w:r>
      <w:r w:rsidR="00CC6CA0" w:rsidRPr="00AF5BFF">
        <w:rPr>
          <w:rFonts w:ascii="Calibri" w:hAnsi="Calibri" w:cs="Calibri"/>
          <w:b/>
          <w:sz w:val="20"/>
          <w:szCs w:val="20"/>
        </w:rPr>
        <w:t>Zamawiającego</w:t>
      </w:r>
      <w:r w:rsidR="00CC6CA0" w:rsidRPr="00AF5BFF">
        <w:rPr>
          <w:rFonts w:ascii="Calibri" w:hAnsi="Calibri" w:cs="Calibri"/>
          <w:sz w:val="20"/>
          <w:szCs w:val="20"/>
        </w:rPr>
        <w:t xml:space="preserve"> w miejscu dostawy określonym w </w:t>
      </w:r>
      <w:r w:rsidR="00C54A7D" w:rsidRPr="00AF5BFF">
        <w:rPr>
          <w:rFonts w:ascii="Calibri" w:hAnsi="Calibri" w:cs="Calibri"/>
          <w:b/>
          <w:sz w:val="20"/>
          <w:szCs w:val="20"/>
        </w:rPr>
        <w:t>§ 1 ust.</w:t>
      </w:r>
      <w:r w:rsidR="001A7FCA" w:rsidRPr="00AF5BFF">
        <w:rPr>
          <w:rFonts w:ascii="Calibri" w:hAnsi="Calibri" w:cs="Calibri"/>
          <w:b/>
          <w:sz w:val="20"/>
          <w:szCs w:val="20"/>
        </w:rPr>
        <w:t>4</w:t>
      </w:r>
    </w:p>
    <w:p w14:paraId="267852B2" w14:textId="49CB7EC0" w:rsidR="00CC6CA0" w:rsidRPr="00AF5BFF" w:rsidRDefault="00CC6CA0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="00E86B4E" w:rsidRPr="00AF5BFF">
        <w:rPr>
          <w:rFonts w:ascii="Calibri" w:hAnsi="Calibri" w:cs="Calibri"/>
          <w:sz w:val="20"/>
          <w:szCs w:val="20"/>
        </w:rPr>
        <w:t>ponosi koszt transportu pojazdu</w:t>
      </w:r>
      <w:r w:rsidRPr="00AF5BFF">
        <w:rPr>
          <w:rFonts w:ascii="Calibri" w:hAnsi="Calibri" w:cs="Calibri"/>
          <w:sz w:val="20"/>
          <w:szCs w:val="20"/>
        </w:rPr>
        <w:t xml:space="preserve"> oraz ubezpieczenia poj</w:t>
      </w:r>
      <w:r w:rsidR="00E7601A" w:rsidRPr="00AF5BFF">
        <w:rPr>
          <w:rFonts w:ascii="Calibri" w:hAnsi="Calibri" w:cs="Calibri"/>
          <w:sz w:val="20"/>
          <w:szCs w:val="20"/>
        </w:rPr>
        <w:t>azdu</w:t>
      </w:r>
      <w:r w:rsidRPr="00AF5BFF">
        <w:rPr>
          <w:rFonts w:ascii="Calibri" w:hAnsi="Calibri" w:cs="Calibri"/>
          <w:sz w:val="20"/>
          <w:szCs w:val="20"/>
        </w:rPr>
        <w:t xml:space="preserve"> na czas konieczny do </w:t>
      </w:r>
      <w:r w:rsidR="00E7601A" w:rsidRPr="00AF5BFF">
        <w:rPr>
          <w:rFonts w:ascii="Calibri" w:hAnsi="Calibri" w:cs="Calibri"/>
          <w:sz w:val="20"/>
          <w:szCs w:val="20"/>
        </w:rPr>
        <w:t>jego</w:t>
      </w:r>
      <w:r w:rsidRPr="00AF5BFF">
        <w:rPr>
          <w:rFonts w:ascii="Calibri" w:hAnsi="Calibri" w:cs="Calibri"/>
          <w:sz w:val="20"/>
          <w:szCs w:val="20"/>
        </w:rPr>
        <w:t xml:space="preserve"> przetransportowania do miejsca odbioru wskazanego w </w:t>
      </w:r>
      <w:r w:rsidR="00E9714C" w:rsidRPr="00AF5BFF">
        <w:rPr>
          <w:rFonts w:ascii="Calibri" w:hAnsi="Calibri" w:cs="Calibri"/>
          <w:b/>
          <w:sz w:val="20"/>
          <w:szCs w:val="20"/>
        </w:rPr>
        <w:t>§ 1 ust.</w:t>
      </w:r>
      <w:r w:rsidR="001A7FCA" w:rsidRPr="00AF5BFF">
        <w:rPr>
          <w:rFonts w:ascii="Calibri" w:hAnsi="Calibri" w:cs="Calibri"/>
          <w:b/>
          <w:sz w:val="20"/>
          <w:szCs w:val="20"/>
        </w:rPr>
        <w:t>4</w:t>
      </w:r>
      <w:r w:rsidR="00E9714C" w:rsidRPr="00AF5BFF">
        <w:rPr>
          <w:rFonts w:ascii="Calibri" w:hAnsi="Calibri" w:cs="Calibri"/>
          <w:b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oraz </w:t>
      </w:r>
      <w:r w:rsidR="00E7601A" w:rsidRPr="00AF5BFF">
        <w:rPr>
          <w:rFonts w:ascii="Calibri" w:hAnsi="Calibri" w:cs="Calibri"/>
          <w:sz w:val="20"/>
          <w:szCs w:val="20"/>
        </w:rPr>
        <w:t>jego</w:t>
      </w:r>
      <w:r w:rsidRPr="00AF5BFF">
        <w:rPr>
          <w:rFonts w:ascii="Calibri" w:hAnsi="Calibri" w:cs="Calibri"/>
          <w:sz w:val="20"/>
          <w:szCs w:val="20"/>
        </w:rPr>
        <w:t xml:space="preserve"> rozładunku.</w:t>
      </w:r>
    </w:p>
    <w:p w14:paraId="71093048" w14:textId="77777777" w:rsidR="00CC6CA0" w:rsidRPr="00AF5BFF" w:rsidRDefault="00CC6CA0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ponosi odpowiedzialność za organizację transportu oraz za należ</w:t>
      </w:r>
      <w:r w:rsidR="00E7601A" w:rsidRPr="00AF5BFF">
        <w:rPr>
          <w:rFonts w:ascii="Calibri" w:hAnsi="Calibri" w:cs="Calibri"/>
          <w:sz w:val="20"/>
          <w:szCs w:val="20"/>
        </w:rPr>
        <w:t>yte zabezpieczenie dostarczanego pojazdu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088E2E26" w14:textId="77777777" w:rsidR="00CC6CA0" w:rsidRPr="00AF5BFF" w:rsidRDefault="00E7601A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Potwierdzeniem odbioru pojazdu</w:t>
      </w:r>
      <w:r w:rsidR="00CC6CA0" w:rsidRPr="00AF5BFF">
        <w:rPr>
          <w:rFonts w:ascii="Calibri" w:hAnsi="Calibri" w:cs="Calibri"/>
          <w:sz w:val="20"/>
          <w:szCs w:val="20"/>
        </w:rPr>
        <w:t xml:space="preserve"> w wersji zgodnej z warunkami określonymi w niniejszej Umowie będzie podpisanie przez upoważnion</w:t>
      </w:r>
      <w:r w:rsidR="00FE250C" w:rsidRPr="00AF5BFF">
        <w:rPr>
          <w:rFonts w:ascii="Calibri" w:hAnsi="Calibri" w:cs="Calibri"/>
          <w:sz w:val="20"/>
          <w:szCs w:val="20"/>
        </w:rPr>
        <w:t xml:space="preserve">ego </w:t>
      </w:r>
      <w:r w:rsidR="00CC6CA0" w:rsidRPr="00AF5BFF">
        <w:rPr>
          <w:rFonts w:ascii="Calibri" w:hAnsi="Calibri" w:cs="Calibri"/>
          <w:sz w:val="20"/>
          <w:szCs w:val="20"/>
        </w:rPr>
        <w:t>przedstawiciel</w:t>
      </w:r>
      <w:r w:rsidR="00FE250C" w:rsidRPr="00AF5BFF">
        <w:rPr>
          <w:rFonts w:ascii="Calibri" w:hAnsi="Calibri" w:cs="Calibri"/>
          <w:sz w:val="20"/>
          <w:szCs w:val="20"/>
        </w:rPr>
        <w:t>a</w:t>
      </w:r>
      <w:r w:rsidR="00CC6CA0" w:rsidRPr="00AF5BFF">
        <w:rPr>
          <w:rFonts w:ascii="Calibri" w:hAnsi="Calibri" w:cs="Calibri"/>
          <w:sz w:val="20"/>
          <w:szCs w:val="20"/>
        </w:rPr>
        <w:t xml:space="preserve"> </w:t>
      </w:r>
      <w:r w:rsidR="00CC6CA0"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="00CC6CA0" w:rsidRPr="00AF5BFF">
        <w:rPr>
          <w:rFonts w:ascii="Calibri" w:hAnsi="Calibri" w:cs="Calibri"/>
          <w:sz w:val="20"/>
          <w:szCs w:val="20"/>
        </w:rPr>
        <w:t>protokołu odbioru - bez zastrzeżeń.</w:t>
      </w:r>
    </w:p>
    <w:p w14:paraId="518D222C" w14:textId="77777777" w:rsidR="00CC6CA0" w:rsidRPr="00AF5BFF" w:rsidRDefault="00CC6CA0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 datę dostawy uważa się dzień podpisania przez przedstawicieli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bez zastrzeżeń protokołu odbioru </w:t>
      </w:r>
      <w:r w:rsidR="005D1AFF" w:rsidRPr="00AF5BFF">
        <w:rPr>
          <w:rFonts w:ascii="Calibri" w:hAnsi="Calibri" w:cs="Calibri"/>
          <w:sz w:val="20"/>
          <w:szCs w:val="20"/>
        </w:rPr>
        <w:t xml:space="preserve"> pojazdu</w:t>
      </w:r>
      <w:r w:rsidR="006E645B" w:rsidRPr="00AF5BFF">
        <w:rPr>
          <w:rFonts w:ascii="Calibri" w:hAnsi="Calibri" w:cs="Calibri"/>
          <w:sz w:val="20"/>
          <w:szCs w:val="20"/>
        </w:rPr>
        <w:t xml:space="preserve"> dostarczonego</w:t>
      </w:r>
      <w:r w:rsidRPr="00AF5BFF">
        <w:rPr>
          <w:rFonts w:ascii="Calibri" w:hAnsi="Calibri" w:cs="Calibri"/>
          <w:sz w:val="20"/>
          <w:szCs w:val="20"/>
        </w:rPr>
        <w:t xml:space="preserve"> w ramach niniejszej Umowy.</w:t>
      </w:r>
    </w:p>
    <w:p w14:paraId="2E64DEEE" w14:textId="77777777" w:rsidR="00CC6CA0" w:rsidRPr="00AF5BFF" w:rsidRDefault="006E645B" w:rsidP="00AF5BFF">
      <w:pPr>
        <w:numPr>
          <w:ilvl w:val="3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 odbiorze pojazdu</w:t>
      </w:r>
      <w:r w:rsidR="00CC6CA0" w:rsidRPr="00AF5BFF">
        <w:rPr>
          <w:rFonts w:ascii="Calibri" w:hAnsi="Calibri" w:cs="Calibri"/>
          <w:sz w:val="20"/>
          <w:szCs w:val="20"/>
        </w:rPr>
        <w:t xml:space="preserve"> bierze udział upoważniony przedstawiciel </w:t>
      </w:r>
      <w:r w:rsidR="00CC6CA0" w:rsidRPr="00AF5BFF">
        <w:rPr>
          <w:rFonts w:ascii="Calibri" w:hAnsi="Calibri" w:cs="Calibri"/>
          <w:b/>
          <w:sz w:val="20"/>
          <w:szCs w:val="20"/>
        </w:rPr>
        <w:t>Wykonawcy</w:t>
      </w:r>
      <w:r w:rsidR="00CC6CA0" w:rsidRPr="00AF5BFF">
        <w:rPr>
          <w:rFonts w:ascii="Calibri" w:hAnsi="Calibri" w:cs="Calibri"/>
          <w:sz w:val="20"/>
          <w:szCs w:val="20"/>
        </w:rPr>
        <w:t>, który składa podpis na protokole potwierdzając fakt przekazania pojazdu.</w:t>
      </w:r>
    </w:p>
    <w:p w14:paraId="3703D6A9" w14:textId="77777777" w:rsidR="00E9714C" w:rsidRPr="00AF5BFF" w:rsidRDefault="00E9714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294EF26E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3</w:t>
      </w:r>
    </w:p>
    <w:p w14:paraId="54B7220D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WYNAGRODZENIE WYKONAWCY</w:t>
      </w:r>
    </w:p>
    <w:p w14:paraId="67000EC4" w14:textId="61B32AAF" w:rsidR="00131F2E" w:rsidRPr="00AF5BFF" w:rsidRDefault="00131F2E" w:rsidP="00AF5BFF">
      <w:pPr>
        <w:pStyle w:val="Zwykytekst1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 wykonanie przedmiotu zamówienia określonego w § </w:t>
      </w:r>
      <w:r w:rsidR="004740E7" w:rsidRPr="00AF5BFF">
        <w:rPr>
          <w:rFonts w:ascii="Calibri" w:hAnsi="Calibri" w:cs="Calibri"/>
          <w:sz w:val="20"/>
          <w:szCs w:val="20"/>
        </w:rPr>
        <w:t>1</w:t>
      </w:r>
      <w:r w:rsidRPr="00AF5BFF">
        <w:rPr>
          <w:rFonts w:ascii="Calibri" w:hAnsi="Calibri" w:cs="Calibri"/>
          <w:sz w:val="20"/>
          <w:szCs w:val="20"/>
        </w:rPr>
        <w:t xml:space="preserve"> niniejszej umowy Wykonawcy przysługuje wynagrodzenie w wysokości:</w:t>
      </w:r>
    </w:p>
    <w:p w14:paraId="08436872" w14:textId="77777777" w:rsidR="00131F2E" w:rsidRPr="00AF5BFF" w:rsidRDefault="00131F2E" w:rsidP="00AF5BFF">
      <w:p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cena bez VAT: </w:t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  <w:t xml:space="preserve">[__________] zł </w:t>
      </w:r>
    </w:p>
    <w:p w14:paraId="1D0A9ED4" w14:textId="0E465614" w:rsidR="00131F2E" w:rsidRPr="00AF5BFF" w:rsidRDefault="00131F2E" w:rsidP="00AF5BFF">
      <w:p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>+ p</w:t>
      </w:r>
      <w:r w:rsidRPr="00AF5BFF">
        <w:rPr>
          <w:rFonts w:ascii="Calibri" w:hAnsi="Calibri" w:cs="Calibri"/>
          <w:sz w:val="20"/>
          <w:szCs w:val="20"/>
        </w:rPr>
        <w:t xml:space="preserve">odatek VAT </w:t>
      </w:r>
      <w:r w:rsidR="001A7FCA" w:rsidRPr="00AF5BFF">
        <w:rPr>
          <w:rFonts w:ascii="Calibri" w:hAnsi="Calibri" w:cs="Calibri"/>
          <w:sz w:val="20"/>
          <w:szCs w:val="20"/>
        </w:rPr>
        <w:t>…….</w:t>
      </w:r>
      <w:r w:rsidRPr="00AF5BFF">
        <w:rPr>
          <w:rFonts w:ascii="Calibri" w:hAnsi="Calibri" w:cs="Calibri"/>
          <w:sz w:val="20"/>
          <w:szCs w:val="20"/>
        </w:rPr>
        <w:t xml:space="preserve">%, tj. </w:t>
      </w:r>
      <w:r w:rsidRPr="00AF5BFF">
        <w:rPr>
          <w:rFonts w:ascii="Calibri" w:hAnsi="Calibri" w:cs="Calibri"/>
          <w:sz w:val="20"/>
          <w:szCs w:val="20"/>
        </w:rPr>
        <w:tab/>
        <w:t xml:space="preserve">[__________] zł </w:t>
      </w:r>
    </w:p>
    <w:p w14:paraId="3B7BF472" w14:textId="38FD075D" w:rsidR="00131F2E" w:rsidRPr="00AF5BFF" w:rsidRDefault="00131F2E" w:rsidP="00AF5BFF">
      <w:p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cena brutto:.</w:t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</w:r>
      <w:r w:rsidR="001A7FCA" w:rsidRPr="00AF5BFF">
        <w:rPr>
          <w:rFonts w:ascii="Calibri" w:hAnsi="Calibri" w:cs="Calibri"/>
          <w:sz w:val="20"/>
          <w:szCs w:val="20"/>
        </w:rPr>
        <w:t xml:space="preserve">                </w:t>
      </w:r>
      <w:r w:rsidRPr="00AF5BFF">
        <w:rPr>
          <w:rFonts w:ascii="Calibri" w:hAnsi="Calibri" w:cs="Calibri"/>
          <w:sz w:val="20"/>
          <w:szCs w:val="20"/>
        </w:rPr>
        <w:t>[__________] zł</w:t>
      </w:r>
    </w:p>
    <w:p w14:paraId="3B90C73D" w14:textId="7EC3D32A" w:rsidR="0039534A" w:rsidRPr="00AF5BFF" w:rsidRDefault="0039534A" w:rsidP="00AF5BFF">
      <w:pPr>
        <w:pStyle w:val="Zwykytekst1"/>
        <w:numPr>
          <w:ilvl w:val="0"/>
          <w:numId w:val="10"/>
        </w:num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Płatność wynagrodzenia nastąpi przelewem na rachunek bankowy wskazany w treści faktury, w ciągu </w:t>
      </w:r>
      <w:r w:rsidR="00BB7CBC">
        <w:rPr>
          <w:rFonts w:ascii="Calibri" w:hAnsi="Calibri" w:cs="Calibri"/>
          <w:sz w:val="20"/>
          <w:szCs w:val="20"/>
        </w:rPr>
        <w:t xml:space="preserve">21 dni </w:t>
      </w:r>
      <w:r w:rsidRPr="00AF5BFF">
        <w:rPr>
          <w:rFonts w:ascii="Calibri" w:hAnsi="Calibri" w:cs="Calibri"/>
          <w:sz w:val="20"/>
          <w:szCs w:val="20"/>
        </w:rPr>
        <w:t>od daty doręczenia Zamawiającemu prawidłowej i zgodnej z umową faktury</w:t>
      </w:r>
      <w:r w:rsidR="00FE250C" w:rsidRPr="00AF5BFF">
        <w:rPr>
          <w:rFonts w:ascii="Calibri" w:hAnsi="Calibri" w:cs="Calibri"/>
          <w:sz w:val="20"/>
          <w:szCs w:val="20"/>
        </w:rPr>
        <w:t>.</w:t>
      </w:r>
    </w:p>
    <w:p w14:paraId="3C38421B" w14:textId="77777777" w:rsidR="006E6D04" w:rsidRPr="00AF5BFF" w:rsidRDefault="006E6D04" w:rsidP="00AF5BFF">
      <w:pPr>
        <w:numPr>
          <w:ilvl w:val="0"/>
          <w:numId w:val="10"/>
        </w:num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nie może dokonać cesji przysługującego mu z tytułu umowy</w:t>
      </w:r>
      <w:r w:rsidR="003A7C53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wynagrodzenia bez zgody </w:t>
      </w:r>
      <w:r w:rsidR="00067AAC" w:rsidRPr="00AF5BFF">
        <w:rPr>
          <w:rFonts w:ascii="Calibri" w:hAnsi="Calibri" w:cs="Calibri"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 wyrażonej w formie pisemnej pod rygorem nieważności.</w:t>
      </w:r>
    </w:p>
    <w:p w14:paraId="554CE292" w14:textId="77777777" w:rsidR="006E6D04" w:rsidRPr="00AF5BFF" w:rsidRDefault="005C3043" w:rsidP="00AF5BFF">
      <w:pPr>
        <w:numPr>
          <w:ilvl w:val="0"/>
          <w:numId w:val="10"/>
        </w:num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Cena, o której mowa w </w:t>
      </w:r>
      <w:r w:rsidR="00E353BB" w:rsidRPr="00AF5BFF">
        <w:rPr>
          <w:rFonts w:ascii="Calibri" w:hAnsi="Calibri" w:cs="Calibri"/>
          <w:sz w:val="20"/>
          <w:szCs w:val="20"/>
        </w:rPr>
        <w:t>ust. 1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="006E6D04" w:rsidRPr="00AF5BFF">
        <w:rPr>
          <w:rFonts w:ascii="Calibri" w:hAnsi="Calibri" w:cs="Calibri"/>
          <w:sz w:val="20"/>
          <w:szCs w:val="20"/>
        </w:rPr>
        <w:t xml:space="preserve">obejmuje wszelkie koszty ponoszone przez </w:t>
      </w:r>
      <w:r w:rsidR="006E6D04" w:rsidRPr="00AF5BFF">
        <w:rPr>
          <w:rFonts w:ascii="Calibri" w:hAnsi="Calibri" w:cs="Calibri"/>
          <w:b/>
          <w:sz w:val="20"/>
          <w:szCs w:val="20"/>
        </w:rPr>
        <w:t>Wykonawcę</w:t>
      </w:r>
      <w:r w:rsidR="006E6D04" w:rsidRPr="00AF5BFF">
        <w:rPr>
          <w:rFonts w:ascii="Calibri" w:hAnsi="Calibri" w:cs="Calibri"/>
          <w:sz w:val="20"/>
          <w:szCs w:val="20"/>
        </w:rPr>
        <w:t xml:space="preserve"> z tytułu realizacji przedmiotu Umowy, w szczególności :</w:t>
      </w:r>
    </w:p>
    <w:p w14:paraId="019CCFF0" w14:textId="77777777" w:rsidR="00E30AAF" w:rsidRPr="00AF5BFF" w:rsidRDefault="00E30AAF" w:rsidP="00AF5BFF">
      <w:pPr>
        <w:pStyle w:val="Akapitzlist"/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koszty wytworzenia </w:t>
      </w:r>
      <w:r w:rsidR="006E645B" w:rsidRPr="00AF5BFF">
        <w:rPr>
          <w:rFonts w:ascii="Calibri" w:hAnsi="Calibri" w:cs="Calibri"/>
          <w:sz w:val="20"/>
          <w:szCs w:val="20"/>
        </w:rPr>
        <w:t>pojazdu wraz z wyposażeniem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77E1D5F1" w14:textId="77777777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lastRenderedPageBreak/>
        <w:t xml:space="preserve">koszty transportu w miejsce wskazane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="002E5CA9" w:rsidRPr="00AF5BFF">
        <w:rPr>
          <w:rFonts w:ascii="Calibri" w:hAnsi="Calibri" w:cs="Calibri"/>
          <w:b/>
          <w:sz w:val="20"/>
          <w:szCs w:val="20"/>
        </w:rPr>
        <w:t xml:space="preserve"> i rozładunku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2DD981C1" w14:textId="77777777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koszty obsługi logistycznej,</w:t>
      </w:r>
    </w:p>
    <w:p w14:paraId="0C538A3B" w14:textId="543502FC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koszty wymaganych w kraju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atestów, podatków, licencji, zezwoleń, cła</w:t>
      </w:r>
      <w:r w:rsidR="000E7E0E" w:rsidRPr="00AF5BFF">
        <w:rPr>
          <w:rFonts w:ascii="Calibri" w:hAnsi="Calibri" w:cs="Calibri"/>
          <w:sz w:val="20"/>
          <w:szCs w:val="20"/>
        </w:rPr>
        <w:t xml:space="preserve"> ( jeśli były wymagane)</w:t>
      </w:r>
      <w:r w:rsidRPr="00AF5BFF">
        <w:rPr>
          <w:rFonts w:ascii="Calibri" w:hAnsi="Calibri" w:cs="Calibri"/>
          <w:sz w:val="20"/>
          <w:szCs w:val="20"/>
        </w:rPr>
        <w:t xml:space="preserve"> oraz innych opłat niezbędnych do uzyskania w celu prawidłowej realizacji przedmiotu umowy,</w:t>
      </w:r>
    </w:p>
    <w:p w14:paraId="7BEAA6FD" w14:textId="77777777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koszty napraw gwarancyjnych w okresie gwarancji,</w:t>
      </w:r>
    </w:p>
    <w:p w14:paraId="74152288" w14:textId="77777777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koszty ubezpieczenia i uzyskania polisy ubezpieczeniowej obejmującej transport do miejsca wskazanego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69DAA787" w14:textId="77777777" w:rsidR="006E6D04" w:rsidRPr="00AF5BFF" w:rsidRDefault="006E6D04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dostarczenie instrukcji obsługi i montażu oraz specyfikacji w języku polskim,</w:t>
      </w:r>
    </w:p>
    <w:p w14:paraId="0459C415" w14:textId="492E3092" w:rsidR="00E30AAF" w:rsidRPr="00AF5BFF" w:rsidRDefault="00E30AAF" w:rsidP="00AF5BFF">
      <w:pPr>
        <w:numPr>
          <w:ilvl w:val="0"/>
          <w:numId w:val="3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koszty szkolenia, o których mowa w</w:t>
      </w:r>
      <w:r w:rsidR="006E645B" w:rsidRPr="00AF5BFF">
        <w:rPr>
          <w:rFonts w:ascii="Calibri" w:hAnsi="Calibri" w:cs="Calibri"/>
          <w:sz w:val="20"/>
          <w:szCs w:val="20"/>
        </w:rPr>
        <w:t xml:space="preserve"> </w:t>
      </w:r>
      <w:r w:rsidR="000E7E0E" w:rsidRPr="00AF5BFF">
        <w:rPr>
          <w:rFonts w:ascii="Calibri" w:hAnsi="Calibri" w:cs="Calibri"/>
          <w:sz w:val="20"/>
          <w:szCs w:val="20"/>
        </w:rPr>
        <w:t>niniejszej umowie.</w:t>
      </w:r>
    </w:p>
    <w:p w14:paraId="02C40B89" w14:textId="77777777" w:rsidR="006E6D04" w:rsidRPr="00AF5BFF" w:rsidRDefault="006E6D04" w:rsidP="00AF5BFF">
      <w:pPr>
        <w:numPr>
          <w:ilvl w:val="0"/>
          <w:numId w:val="10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oświadcza, że jest zarejestrowanym podatnikiem podatku VAT o numerze identyfikacyjnym NIP:</w:t>
      </w:r>
      <w:r w:rsidRPr="00AF5BFF">
        <w:rPr>
          <w:rFonts w:ascii="Calibri" w:hAnsi="Calibri" w:cs="Calibri"/>
          <w:sz w:val="20"/>
          <w:szCs w:val="20"/>
        </w:rPr>
        <w:br/>
      </w:r>
      <w:r w:rsidRPr="00AF5BFF">
        <w:rPr>
          <w:rFonts w:ascii="Calibri" w:hAnsi="Calibri" w:cs="Calibri"/>
          <w:b/>
          <w:sz w:val="20"/>
          <w:szCs w:val="20"/>
        </w:rPr>
        <w:t>……………………………..</w:t>
      </w:r>
      <w:r w:rsidR="006E645B" w:rsidRPr="00AF5BFF">
        <w:rPr>
          <w:rFonts w:ascii="Calibri" w:hAnsi="Calibri" w:cs="Calibri"/>
          <w:sz w:val="20"/>
          <w:szCs w:val="20"/>
        </w:rPr>
        <w:t>, a faktura dokumentująca sprzedaż zostanie zaewidencjonowana</w:t>
      </w:r>
      <w:r w:rsidRPr="00AF5BFF">
        <w:rPr>
          <w:rFonts w:ascii="Calibri" w:hAnsi="Calibri" w:cs="Calibri"/>
          <w:sz w:val="20"/>
          <w:szCs w:val="20"/>
        </w:rPr>
        <w:t xml:space="preserve"> w rejestrze sprzedaży d</w:t>
      </w:r>
      <w:r w:rsidR="006E645B" w:rsidRPr="00AF5BFF">
        <w:rPr>
          <w:rFonts w:ascii="Calibri" w:hAnsi="Calibri" w:cs="Calibri"/>
          <w:sz w:val="20"/>
          <w:szCs w:val="20"/>
        </w:rPr>
        <w:t>la potrzeb podatku VAT i zostanie</w:t>
      </w:r>
      <w:r w:rsidRPr="00AF5BFF">
        <w:rPr>
          <w:rFonts w:ascii="Calibri" w:hAnsi="Calibri" w:cs="Calibri"/>
          <w:sz w:val="20"/>
          <w:szCs w:val="20"/>
        </w:rPr>
        <w:t xml:space="preserve"> ujęte w deklaracji VAT zgodnie z obowiązującymi przepisami.</w:t>
      </w:r>
    </w:p>
    <w:p w14:paraId="01CE1660" w14:textId="77777777" w:rsidR="009C0435" w:rsidRPr="00AF5BFF" w:rsidRDefault="009C0435" w:rsidP="00AF5BFF">
      <w:pPr>
        <w:numPr>
          <w:ilvl w:val="0"/>
          <w:numId w:val="10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oświadcza, iż:</w:t>
      </w:r>
    </w:p>
    <w:p w14:paraId="5A3D17DF" w14:textId="6D991A4A" w:rsidR="009C0435" w:rsidRPr="00AF5BFF" w:rsidRDefault="009C0435" w:rsidP="00AF5BFF">
      <w:pPr>
        <w:pStyle w:val="Akapitzlist"/>
        <w:numPr>
          <w:ilvl w:val="0"/>
          <w:numId w:val="24"/>
        </w:numPr>
        <w:spacing w:before="0" w:line="276" w:lineRule="auto"/>
        <w:ind w:left="709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jest </w:t>
      </w:r>
      <w:proofErr w:type="spellStart"/>
      <w:r w:rsidRPr="00AF5BFF">
        <w:rPr>
          <w:rFonts w:ascii="Calibri" w:hAnsi="Calibri" w:cs="Calibri"/>
          <w:sz w:val="20"/>
          <w:szCs w:val="20"/>
        </w:rPr>
        <w:t>mikroprzedsiębiorcą</w:t>
      </w:r>
      <w:proofErr w:type="spellEnd"/>
      <w:r w:rsidRPr="00AF5BFF">
        <w:rPr>
          <w:rFonts w:ascii="Calibri" w:hAnsi="Calibri" w:cs="Calibri"/>
          <w:sz w:val="20"/>
          <w:szCs w:val="20"/>
        </w:rPr>
        <w:t xml:space="preserve">* małym przedsiębiorcą* średnim przedsiębiorcą w rozumieniu załącznika I do Rozporządzenia Komisji (UE) nr 651/2014 z dnia 17 czerwca 2014 r. uznającego niektóre rodzaje pomocy za zgodne z rynkiem wewnętrznym w zastosowaniu art. 107 i art. 108 Traktatu (Dz. Urz. UE L 187 z 26.06.2014, str. 1, z </w:t>
      </w:r>
      <w:proofErr w:type="spellStart"/>
      <w:r w:rsidRPr="00AF5BFF">
        <w:rPr>
          <w:rFonts w:ascii="Calibri" w:hAnsi="Calibri" w:cs="Calibri"/>
          <w:sz w:val="20"/>
          <w:szCs w:val="20"/>
        </w:rPr>
        <w:t>późn</w:t>
      </w:r>
      <w:proofErr w:type="spellEnd"/>
      <w:r w:rsidRPr="00AF5BFF">
        <w:rPr>
          <w:rFonts w:ascii="Calibri" w:hAnsi="Calibri" w:cs="Calibri"/>
          <w:sz w:val="20"/>
          <w:szCs w:val="20"/>
        </w:rPr>
        <w:t>. zm.8) - *wybrać właściwe lub</w:t>
      </w:r>
    </w:p>
    <w:p w14:paraId="74C9AC4A" w14:textId="6E5F9790" w:rsidR="009C0435" w:rsidRPr="00AF5BFF" w:rsidRDefault="009C0435" w:rsidP="00AF5BFF">
      <w:pPr>
        <w:pStyle w:val="Akapitzlist"/>
        <w:numPr>
          <w:ilvl w:val="0"/>
          <w:numId w:val="24"/>
        </w:numPr>
        <w:spacing w:before="0" w:line="276" w:lineRule="auto"/>
        <w:ind w:left="709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posiada status dużego przedsiębiorcy w rozumieniu Ustawy z dnia 8 marca 2013 r. o przeciwdziałaniu nadmiernym opóźnieniom w transakcjach handlowych.</w:t>
      </w:r>
    </w:p>
    <w:p w14:paraId="0FEB9C28" w14:textId="77777777" w:rsidR="00843190" w:rsidRPr="00AF5BFF" w:rsidRDefault="00843190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7E38166" w14:textId="4E28D7CC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4</w:t>
      </w:r>
    </w:p>
    <w:p w14:paraId="6DE82342" w14:textId="31185559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WARUNKI PŁATNOŚCI</w:t>
      </w:r>
    </w:p>
    <w:p w14:paraId="7D9D88E5" w14:textId="77777777" w:rsidR="006E6D04" w:rsidRPr="00AF5BFF" w:rsidRDefault="006E6D04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Zapłata ceny za prawidłowo zrealizowany przedmiot </w:t>
      </w:r>
      <w:r w:rsidR="006E645B" w:rsidRPr="00AF5BFF">
        <w:rPr>
          <w:rFonts w:ascii="Calibri" w:hAnsi="Calibri" w:cs="Calibri"/>
          <w:sz w:val="20"/>
          <w:szCs w:val="20"/>
        </w:rPr>
        <w:t>dostawy</w:t>
      </w:r>
      <w:r w:rsidR="0048001C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>dokonywana będzie na następujących warunkach:</w:t>
      </w:r>
    </w:p>
    <w:p w14:paraId="1F99A504" w14:textId="77777777" w:rsidR="006E6D04" w:rsidRPr="00AF5BFF" w:rsidRDefault="006E6D04" w:rsidP="00AF5BFF">
      <w:pPr>
        <w:numPr>
          <w:ilvl w:val="0"/>
          <w:numId w:val="4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zobowiązuje się do wystawienia i dostarczenia prawidłowo wystawionej faktury </w:t>
      </w:r>
      <w:r w:rsidR="00751B23" w:rsidRPr="00AF5BFF">
        <w:rPr>
          <w:rFonts w:ascii="Calibri" w:hAnsi="Calibri" w:cs="Calibri"/>
          <w:sz w:val="20"/>
          <w:szCs w:val="20"/>
        </w:rPr>
        <w:t xml:space="preserve"> na adres Zamawiającego.</w:t>
      </w:r>
    </w:p>
    <w:p w14:paraId="645C4C9D" w14:textId="77777777" w:rsidR="0073653F" w:rsidRPr="00AF5BFF" w:rsidRDefault="0073653F" w:rsidP="00AF5BFF">
      <w:pPr>
        <w:numPr>
          <w:ilvl w:val="0"/>
          <w:numId w:val="4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dopuszcza przekazywanie faktur</w:t>
      </w:r>
      <w:r w:rsidR="00A60FCA" w:rsidRPr="00AF5BFF">
        <w:rPr>
          <w:rFonts w:ascii="Calibri" w:hAnsi="Calibri" w:cs="Calibri"/>
          <w:sz w:val="20"/>
          <w:szCs w:val="20"/>
        </w:rPr>
        <w:t>y</w:t>
      </w:r>
      <w:r w:rsidRPr="00AF5BFF">
        <w:rPr>
          <w:rFonts w:ascii="Calibri" w:hAnsi="Calibri" w:cs="Calibri"/>
          <w:sz w:val="20"/>
          <w:szCs w:val="20"/>
        </w:rPr>
        <w:t xml:space="preserve">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Pr="00AF5BFF">
        <w:rPr>
          <w:rFonts w:ascii="Calibri" w:hAnsi="Calibri" w:cs="Calibri"/>
          <w:sz w:val="20"/>
          <w:szCs w:val="20"/>
        </w:rPr>
        <w:t xml:space="preserve"> za pośrednictwem Platformy Elektronicznego Fakturowania (PEF). </w:t>
      </w:r>
    </w:p>
    <w:p w14:paraId="43F40BC9" w14:textId="77777777" w:rsidR="006E6D04" w:rsidRPr="00AF5BFF" w:rsidRDefault="006E6D04" w:rsidP="00AF5BFF">
      <w:pPr>
        <w:numPr>
          <w:ilvl w:val="0"/>
          <w:numId w:val="4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do faktury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zobowiązany jest dołączyć kopię protokołu odbioru podpisanego bez zastrzeżeń</w:t>
      </w:r>
      <w:r w:rsidR="003A7C53" w:rsidRPr="00AF5BFF">
        <w:rPr>
          <w:rFonts w:ascii="Calibri" w:hAnsi="Calibri" w:cs="Calibri"/>
          <w:b/>
          <w:bCs/>
          <w:sz w:val="20"/>
          <w:szCs w:val="20"/>
        </w:rPr>
        <w:t xml:space="preserve"> oraz protokołu z przeprowadzonego szkolenia</w:t>
      </w:r>
      <w:r w:rsidR="003A7C53" w:rsidRPr="00AF5BFF">
        <w:rPr>
          <w:rFonts w:ascii="Calibri" w:hAnsi="Calibri" w:cs="Calibri"/>
          <w:sz w:val="20"/>
          <w:szCs w:val="20"/>
        </w:rPr>
        <w:t xml:space="preserve"> </w:t>
      </w:r>
      <w:r w:rsidR="00E9714C" w:rsidRPr="00AF5BFF">
        <w:rPr>
          <w:rFonts w:ascii="Calibri" w:hAnsi="Calibri" w:cs="Calibri"/>
          <w:sz w:val="20"/>
          <w:szCs w:val="20"/>
        </w:rPr>
        <w:t xml:space="preserve">podpisanego </w:t>
      </w:r>
      <w:r w:rsidRPr="00AF5BFF">
        <w:rPr>
          <w:rFonts w:ascii="Calibri" w:hAnsi="Calibri" w:cs="Calibri"/>
          <w:sz w:val="20"/>
          <w:szCs w:val="20"/>
        </w:rPr>
        <w:t xml:space="preserve">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0474F551" w14:textId="77777777" w:rsidR="006E6D04" w:rsidRPr="00AF5BFF" w:rsidRDefault="00751B23" w:rsidP="00AF5BFF">
      <w:pPr>
        <w:pStyle w:val="Akapitzlist"/>
        <w:numPr>
          <w:ilvl w:val="0"/>
          <w:numId w:val="4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termin płatności wynosi</w:t>
      </w:r>
      <w:r w:rsidR="00897F35" w:rsidRPr="00AF5BFF">
        <w:rPr>
          <w:rFonts w:ascii="Calibri" w:hAnsi="Calibri" w:cs="Calibri"/>
          <w:sz w:val="20"/>
          <w:szCs w:val="20"/>
        </w:rPr>
        <w:t xml:space="preserve"> 30 dni 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="006E6D04" w:rsidRPr="00AF5BFF">
        <w:rPr>
          <w:rFonts w:ascii="Calibri" w:hAnsi="Calibri" w:cs="Calibri"/>
          <w:sz w:val="20"/>
          <w:szCs w:val="20"/>
        </w:rPr>
        <w:t xml:space="preserve">od daty dostarczenia do </w:t>
      </w:r>
      <w:r w:rsidRPr="00AF5BFF">
        <w:rPr>
          <w:rFonts w:ascii="Calibri" w:hAnsi="Calibri" w:cs="Calibri"/>
          <w:sz w:val="20"/>
          <w:szCs w:val="20"/>
        </w:rPr>
        <w:t xml:space="preserve">Zamawiającego </w:t>
      </w:r>
      <w:r w:rsidR="006E6D04" w:rsidRPr="00AF5BFF">
        <w:rPr>
          <w:rFonts w:ascii="Calibri" w:hAnsi="Calibri" w:cs="Calibri"/>
          <w:sz w:val="20"/>
          <w:szCs w:val="20"/>
        </w:rPr>
        <w:t xml:space="preserve"> prawidłowo wystawionej faktury.</w:t>
      </w:r>
    </w:p>
    <w:p w14:paraId="15F3C8FE" w14:textId="77777777" w:rsidR="006E6D04" w:rsidRPr="00AF5BFF" w:rsidRDefault="006E6D04" w:rsidP="00AF5BFF">
      <w:pPr>
        <w:numPr>
          <w:ilvl w:val="0"/>
          <w:numId w:val="4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 przypadku, gdy termin płatności przypada w sobotę lub dzień ustawowo wolny od pracy, płatność wynagrodzenia nastąpi w pierwszy dzień roboczy przypadający po tych dniach.</w:t>
      </w:r>
    </w:p>
    <w:p w14:paraId="44728453" w14:textId="77777777" w:rsidR="006E6D04" w:rsidRPr="00AF5BFF" w:rsidRDefault="006E6D04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Wynagrodzenie będzie płatne na rachunek bankowy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>:</w:t>
      </w:r>
    </w:p>
    <w:p w14:paraId="784B4C00" w14:textId="54B4D78B" w:rsidR="006E6D04" w:rsidRPr="00AF5BFF" w:rsidRDefault="006E6D04" w:rsidP="00AF5BFF">
      <w:pPr>
        <w:pStyle w:val="Akapitzlist"/>
        <w:numPr>
          <w:ilvl w:val="0"/>
          <w:numId w:val="28"/>
        </w:numPr>
        <w:spacing w:before="0"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Bank: </w:t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  <w:t>………………………………………………..</w:t>
      </w:r>
    </w:p>
    <w:p w14:paraId="7BAF92C2" w14:textId="15561592" w:rsidR="006E6D04" w:rsidRPr="00AF5BFF" w:rsidRDefault="006E6D04" w:rsidP="00AF5BFF">
      <w:pPr>
        <w:pStyle w:val="Akapitzlist"/>
        <w:numPr>
          <w:ilvl w:val="0"/>
          <w:numId w:val="28"/>
        </w:numPr>
        <w:spacing w:before="0" w:line="276" w:lineRule="auto"/>
        <w:ind w:left="709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Numer konta:</w:t>
      </w:r>
      <w:r w:rsidRPr="00AF5BFF">
        <w:rPr>
          <w:rFonts w:ascii="Calibri" w:hAnsi="Calibri" w:cs="Calibri"/>
          <w:sz w:val="20"/>
          <w:szCs w:val="20"/>
        </w:rPr>
        <w:tab/>
        <w:t>…………………………………………………</w:t>
      </w:r>
    </w:p>
    <w:p w14:paraId="199E18EF" w14:textId="55D1B4CB" w:rsidR="000C66D5" w:rsidRPr="00AF5BFF" w:rsidRDefault="000C66D5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Termin płatnoś</w:t>
      </w:r>
      <w:r w:rsidR="00751B23" w:rsidRPr="00AF5BFF">
        <w:rPr>
          <w:rFonts w:ascii="Calibri" w:hAnsi="Calibri" w:cs="Calibri"/>
          <w:sz w:val="20"/>
          <w:szCs w:val="20"/>
        </w:rPr>
        <w:t>ci należności za dostawę pojazdu</w:t>
      </w:r>
      <w:r w:rsidRPr="00AF5BFF">
        <w:rPr>
          <w:rFonts w:ascii="Calibri" w:hAnsi="Calibri" w:cs="Calibri"/>
          <w:sz w:val="20"/>
          <w:szCs w:val="20"/>
        </w:rPr>
        <w:t xml:space="preserve"> zostanie dochowany, gdy w ostatnim dniu tego terminu nastąpi obciążenie rachunku bankowego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kwotą wynikającą z niniejszej Umowy.</w:t>
      </w:r>
    </w:p>
    <w:p w14:paraId="612F576C" w14:textId="77777777" w:rsidR="006E6D04" w:rsidRPr="00AF5BFF" w:rsidRDefault="00751B23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Faktura wystawiona </w:t>
      </w:r>
      <w:r w:rsidR="006E6D04" w:rsidRPr="00AF5BFF">
        <w:rPr>
          <w:rFonts w:ascii="Calibri" w:hAnsi="Calibri" w:cs="Calibri"/>
          <w:sz w:val="20"/>
          <w:szCs w:val="20"/>
        </w:rPr>
        <w:t>błędnie lub w sposób sprze</w:t>
      </w:r>
      <w:r w:rsidRPr="00AF5BFF">
        <w:rPr>
          <w:rFonts w:ascii="Calibri" w:hAnsi="Calibri" w:cs="Calibri"/>
          <w:sz w:val="20"/>
          <w:szCs w:val="20"/>
        </w:rPr>
        <w:t>czny z warunkami Umowy nie rodzi</w:t>
      </w:r>
      <w:r w:rsidR="006E6D04" w:rsidRPr="00AF5BFF">
        <w:rPr>
          <w:rFonts w:ascii="Calibri" w:hAnsi="Calibri" w:cs="Calibri"/>
          <w:sz w:val="20"/>
          <w:szCs w:val="20"/>
        </w:rPr>
        <w:t xml:space="preserve"> obowiązku zapłaty.</w:t>
      </w:r>
    </w:p>
    <w:p w14:paraId="7039B8D3" w14:textId="77777777" w:rsidR="006E6D04" w:rsidRPr="00AF5BFF" w:rsidRDefault="006E6D04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 nieuzasadnione przekroczenie terminu płatności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może żądać zapłaty odsetek ustawowych.</w:t>
      </w:r>
    </w:p>
    <w:p w14:paraId="71747AC0" w14:textId="77777777" w:rsidR="006E6D04" w:rsidRPr="00AF5BFF" w:rsidRDefault="006E6D04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Każda ze Stron pokrywa wszelkie koszty bankowe swojego banku, koszt instytucji ją kredytujących i transferujących środki na jej zlecenie w związku z realizacją niniejszej umowy.</w:t>
      </w:r>
    </w:p>
    <w:p w14:paraId="1C95FA95" w14:textId="77777777" w:rsidR="006E6D04" w:rsidRPr="00AF5BFF" w:rsidRDefault="006E6D04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Strony ustalają, iż na zasadzie potrącenia umownego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może potrącić z wynagrodzenia wszelkie roszczenia przysługujące mu na podstawie Umowy, w szczególności kary umowne, roszczenie o uzupełnienie Zabezpieczeni</w:t>
      </w:r>
      <w:r w:rsidR="00E9714C" w:rsidRPr="00AF5BFF">
        <w:rPr>
          <w:rFonts w:ascii="Calibri" w:hAnsi="Calibri" w:cs="Calibri"/>
          <w:sz w:val="20"/>
          <w:szCs w:val="20"/>
        </w:rPr>
        <w:t>a, koszty Wykonania Zastępczego.</w:t>
      </w:r>
    </w:p>
    <w:p w14:paraId="40BAF015" w14:textId="77777777" w:rsidR="002E2263" w:rsidRPr="00AF5BFF" w:rsidRDefault="002E2263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zobowiązuje się, że wypełni ustawowy obowiązek w zakresie wykazania w deklaracji VAT podatku</w:t>
      </w:r>
      <w:r w:rsidR="00A60FCA" w:rsidRPr="00AF5BFF">
        <w:rPr>
          <w:rFonts w:ascii="Calibri" w:hAnsi="Calibri" w:cs="Calibri"/>
          <w:sz w:val="20"/>
          <w:szCs w:val="20"/>
        </w:rPr>
        <w:t xml:space="preserve"> należnego z tytułu wystawionej</w:t>
      </w:r>
      <w:r w:rsidRPr="00AF5BFF">
        <w:rPr>
          <w:rFonts w:ascii="Calibri" w:hAnsi="Calibri" w:cs="Calibri"/>
          <w:sz w:val="20"/>
          <w:szCs w:val="20"/>
        </w:rPr>
        <w:t xml:space="preserve"> faktur</w:t>
      </w:r>
      <w:r w:rsidR="00A60FCA" w:rsidRPr="00AF5BFF">
        <w:rPr>
          <w:rFonts w:ascii="Calibri" w:hAnsi="Calibri" w:cs="Calibri"/>
          <w:sz w:val="20"/>
          <w:szCs w:val="20"/>
        </w:rPr>
        <w:t>y</w:t>
      </w:r>
      <w:r w:rsidRPr="00AF5BFF">
        <w:rPr>
          <w:rFonts w:ascii="Calibri" w:hAnsi="Calibri" w:cs="Calibri"/>
          <w:sz w:val="20"/>
          <w:szCs w:val="20"/>
        </w:rPr>
        <w:t xml:space="preserve"> objęt</w:t>
      </w:r>
      <w:r w:rsidR="00A60FCA" w:rsidRPr="00AF5BFF">
        <w:rPr>
          <w:rFonts w:ascii="Calibri" w:hAnsi="Calibri" w:cs="Calibri"/>
          <w:sz w:val="20"/>
          <w:szCs w:val="20"/>
        </w:rPr>
        <w:t>ej</w:t>
      </w:r>
      <w:r w:rsidRPr="00AF5BFF">
        <w:rPr>
          <w:rFonts w:ascii="Calibri" w:hAnsi="Calibri" w:cs="Calibri"/>
          <w:sz w:val="20"/>
          <w:szCs w:val="20"/>
        </w:rPr>
        <w:t xml:space="preserve"> Umową. </w:t>
      </w:r>
    </w:p>
    <w:p w14:paraId="5E993A2E" w14:textId="77777777" w:rsidR="002E2263" w:rsidRPr="00AF5BFF" w:rsidRDefault="002E2263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oświadcza, że pochodzenie towaru, który wchodzi w skład przedmiotu Umowy jest legalne i według jego wiedzy nie uczestniczy w łańcuchu transakcji mających na celu wyłudzenie z budżetu państwa podatku VAT.</w:t>
      </w:r>
    </w:p>
    <w:p w14:paraId="3759EDC6" w14:textId="77777777" w:rsidR="00D47E57" w:rsidRPr="00AF5BFF" w:rsidRDefault="00D47E57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lastRenderedPageBreak/>
        <w:t>Wykonawca oświadcza, że rachunek bankowy Wykonawcy, służący do rozliczenia Przedmiotu Umowy spełnia wymogi na potrzeby mechanizmu podzielonej płatności (</w:t>
      </w:r>
      <w:proofErr w:type="spellStart"/>
      <w:r w:rsidRPr="00AF5BFF">
        <w:rPr>
          <w:rFonts w:ascii="Calibri" w:hAnsi="Calibri" w:cs="Calibri"/>
          <w:sz w:val="20"/>
          <w:szCs w:val="20"/>
        </w:rPr>
        <w:t>split</w:t>
      </w:r>
      <w:proofErr w:type="spellEnd"/>
      <w:r w:rsidRPr="00AF5BF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AF5BFF">
        <w:rPr>
          <w:rFonts w:ascii="Calibri" w:hAnsi="Calibri" w:cs="Calibri"/>
          <w:sz w:val="20"/>
          <w:szCs w:val="20"/>
        </w:rPr>
        <w:t>payment</w:t>
      </w:r>
      <w:proofErr w:type="spellEnd"/>
      <w:r w:rsidRPr="00AF5BFF">
        <w:rPr>
          <w:rFonts w:ascii="Calibri" w:hAnsi="Calibri" w:cs="Calibri"/>
          <w:sz w:val="20"/>
          <w:szCs w:val="20"/>
        </w:rPr>
        <w:t>), tzn. że do ww. rachunku bankowego jest przypisany rachunek VAT, a także, że faktura spełniać będzie inne warunki określone w powszechnie obowiązujących przepisach w tym zakresie.</w:t>
      </w:r>
    </w:p>
    <w:p w14:paraId="10039076" w14:textId="77777777" w:rsidR="002E2263" w:rsidRPr="00AF5BFF" w:rsidRDefault="002E2263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oświadcza, że </w:t>
      </w:r>
      <w:r w:rsidR="00D47E57" w:rsidRPr="00AF5BFF">
        <w:rPr>
          <w:rFonts w:ascii="Calibri" w:hAnsi="Calibri" w:cs="Calibri"/>
          <w:sz w:val="20"/>
          <w:szCs w:val="20"/>
        </w:rPr>
        <w:t xml:space="preserve">płatności za </w:t>
      </w:r>
      <w:r w:rsidR="007508E8" w:rsidRPr="00AF5BFF">
        <w:rPr>
          <w:rFonts w:ascii="Calibri" w:hAnsi="Calibri" w:cs="Calibri"/>
          <w:sz w:val="20"/>
          <w:szCs w:val="20"/>
        </w:rPr>
        <w:t xml:space="preserve">fakturę </w:t>
      </w:r>
      <w:r w:rsidRPr="00AF5BFF">
        <w:rPr>
          <w:rFonts w:ascii="Calibri" w:hAnsi="Calibri" w:cs="Calibri"/>
          <w:sz w:val="20"/>
          <w:szCs w:val="20"/>
        </w:rPr>
        <w:t xml:space="preserve"> realizuje z zastosowaniem mechanizmu podzielonej płatności</w:t>
      </w:r>
      <w:r w:rsidR="00D47E57" w:rsidRPr="00AF5BFF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Pr="00AF5BFF">
        <w:rPr>
          <w:rFonts w:ascii="Calibri" w:hAnsi="Calibri" w:cs="Calibri"/>
          <w:sz w:val="20"/>
          <w:szCs w:val="20"/>
        </w:rPr>
        <w:t>split</w:t>
      </w:r>
      <w:proofErr w:type="spellEnd"/>
      <w:r w:rsidRPr="00AF5BF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AF5BFF">
        <w:rPr>
          <w:rFonts w:ascii="Calibri" w:hAnsi="Calibri" w:cs="Calibri"/>
          <w:sz w:val="20"/>
          <w:szCs w:val="20"/>
        </w:rPr>
        <w:t>payment</w:t>
      </w:r>
      <w:proofErr w:type="spellEnd"/>
      <w:r w:rsidR="00D47E57" w:rsidRPr="00AF5BFF">
        <w:rPr>
          <w:rFonts w:ascii="Calibri" w:hAnsi="Calibri" w:cs="Calibri"/>
          <w:sz w:val="20"/>
          <w:szCs w:val="20"/>
        </w:rPr>
        <w:t>)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73C9B5F0" w14:textId="77777777" w:rsidR="002E2263" w:rsidRPr="00AF5BFF" w:rsidRDefault="002E2263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oświadcza, że wyraża zgodę na dokonywanie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płatności w systemie podzielonej płatności</w:t>
      </w:r>
      <w:r w:rsidR="00D47E57" w:rsidRPr="00AF5BFF">
        <w:rPr>
          <w:rFonts w:ascii="Calibri" w:hAnsi="Calibri" w:cs="Calibri"/>
          <w:sz w:val="20"/>
          <w:szCs w:val="20"/>
        </w:rPr>
        <w:t xml:space="preserve"> (</w:t>
      </w:r>
      <w:proofErr w:type="spellStart"/>
      <w:r w:rsidR="00D47E57" w:rsidRPr="00AF5BFF">
        <w:rPr>
          <w:rFonts w:ascii="Calibri" w:hAnsi="Calibri" w:cs="Calibri"/>
          <w:sz w:val="20"/>
          <w:szCs w:val="20"/>
        </w:rPr>
        <w:t>split</w:t>
      </w:r>
      <w:proofErr w:type="spellEnd"/>
      <w:r w:rsidR="00D47E57" w:rsidRPr="00AF5BFF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D47E57" w:rsidRPr="00AF5BFF">
        <w:rPr>
          <w:rFonts w:ascii="Calibri" w:hAnsi="Calibri" w:cs="Calibri"/>
          <w:sz w:val="20"/>
          <w:szCs w:val="20"/>
        </w:rPr>
        <w:t>payment</w:t>
      </w:r>
      <w:proofErr w:type="spellEnd"/>
      <w:r w:rsidR="00D47E57" w:rsidRPr="00AF5BFF">
        <w:rPr>
          <w:rFonts w:ascii="Calibri" w:hAnsi="Calibri" w:cs="Calibri"/>
          <w:sz w:val="20"/>
          <w:szCs w:val="20"/>
        </w:rPr>
        <w:t>)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1C55A56F" w14:textId="77777777" w:rsidR="004F4F3D" w:rsidRPr="00AF5BFF" w:rsidRDefault="004F4F3D" w:rsidP="00AF5BFF">
      <w:pPr>
        <w:numPr>
          <w:ilvl w:val="0"/>
          <w:numId w:val="5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Zamawiający zastrzega, że płatność będzie dokonana wyłącznie na podstawie faktury zawierającej prawidłowy numer rachunku bankowego znajdujący się w wykazie podatników VAT </w:t>
      </w:r>
      <w:r w:rsidRPr="00AF5BFF">
        <w:rPr>
          <w:rFonts w:ascii="Calibri" w:eastAsia="Andale Sans UI" w:hAnsi="Calibri" w:cs="Calibri"/>
          <w:kern w:val="3"/>
          <w:sz w:val="20"/>
          <w:szCs w:val="20"/>
          <w:lang w:eastAsia="ja-JP" w:bidi="fa-IR"/>
        </w:rPr>
        <w:t>prowadzonym przez Szefa Krajowej Administracji Skarbowej.</w:t>
      </w:r>
      <w:r w:rsidRPr="00AF5BFF">
        <w:rPr>
          <w:rFonts w:ascii="Calibri" w:hAnsi="Calibri" w:cs="Calibri"/>
          <w:sz w:val="20"/>
          <w:szCs w:val="20"/>
        </w:rPr>
        <w:t xml:space="preserve"> W sytuacji braku zgodności, Zamawiający może wezwać do skorygowania faktury o właściwy numer rachunku bankowego, wówczas termin płatności biegnie od daty doręczenia Zamawiającemu poprawionej faktury.</w:t>
      </w:r>
    </w:p>
    <w:p w14:paraId="51C94F79" w14:textId="77777777" w:rsidR="00305F20" w:rsidRPr="00AF5BFF" w:rsidRDefault="00305F20" w:rsidP="00AF5BFF">
      <w:pPr>
        <w:spacing w:before="0" w:line="276" w:lineRule="auto"/>
        <w:ind w:left="284"/>
        <w:rPr>
          <w:rFonts w:ascii="Calibri" w:hAnsi="Calibri" w:cs="Calibri"/>
          <w:sz w:val="20"/>
          <w:szCs w:val="20"/>
        </w:rPr>
      </w:pPr>
    </w:p>
    <w:p w14:paraId="1CB866DF" w14:textId="77777777" w:rsidR="0052305C" w:rsidRPr="00AF5BFF" w:rsidRDefault="0052305C" w:rsidP="00AF5BFF">
      <w:pPr>
        <w:spacing w:before="0" w:line="276" w:lineRule="auto"/>
        <w:ind w:left="426"/>
        <w:rPr>
          <w:rFonts w:ascii="Calibri" w:hAnsi="Calibri" w:cs="Calibri"/>
          <w:b/>
          <w:sz w:val="20"/>
          <w:szCs w:val="20"/>
        </w:rPr>
      </w:pPr>
    </w:p>
    <w:p w14:paraId="694F40CA" w14:textId="77777777" w:rsidR="000A2B5F" w:rsidRPr="00AF5BFF" w:rsidRDefault="000A2B5F" w:rsidP="00AF5BFF">
      <w:pPr>
        <w:spacing w:before="0"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 xml:space="preserve">§ </w:t>
      </w:r>
      <w:r w:rsidR="00534345" w:rsidRPr="00AF5BFF">
        <w:rPr>
          <w:rFonts w:ascii="Calibri" w:hAnsi="Calibri" w:cs="Calibri"/>
          <w:b/>
          <w:sz w:val="20"/>
          <w:szCs w:val="20"/>
        </w:rPr>
        <w:t>5</w:t>
      </w:r>
    </w:p>
    <w:p w14:paraId="20758609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GWARANCJA I RĘKOJMIA ORAZ SERWIS</w:t>
      </w:r>
    </w:p>
    <w:p w14:paraId="57A3DC63" w14:textId="3E30EFFC" w:rsidR="000C66D5" w:rsidRPr="00AF5BFF" w:rsidRDefault="000C66D5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="00610421" w:rsidRPr="00AF5BFF">
        <w:rPr>
          <w:rFonts w:ascii="Calibri" w:hAnsi="Calibri" w:cs="Calibri"/>
          <w:sz w:val="20"/>
          <w:szCs w:val="20"/>
        </w:rPr>
        <w:t xml:space="preserve"> udziela gwarancji na okres</w:t>
      </w:r>
      <w:r w:rsidR="00305F20" w:rsidRPr="00AF5BFF">
        <w:rPr>
          <w:rFonts w:ascii="Calibri" w:hAnsi="Calibri" w:cs="Calibri"/>
          <w:sz w:val="20"/>
          <w:szCs w:val="20"/>
        </w:rPr>
        <w:t xml:space="preserve"> 12 </w:t>
      </w:r>
      <w:r w:rsidR="00610421" w:rsidRPr="00AF5BFF">
        <w:rPr>
          <w:rFonts w:ascii="Calibri" w:hAnsi="Calibri" w:cs="Calibri"/>
          <w:sz w:val="20"/>
          <w:szCs w:val="20"/>
        </w:rPr>
        <w:t xml:space="preserve">miesięcy </w:t>
      </w:r>
      <w:r w:rsidR="009A109B" w:rsidRPr="00AF5BFF">
        <w:rPr>
          <w:rFonts w:ascii="Calibri" w:hAnsi="Calibri" w:cs="Calibri"/>
          <w:sz w:val="20"/>
          <w:szCs w:val="20"/>
        </w:rPr>
        <w:t>–</w:t>
      </w:r>
      <w:r w:rsidR="00610421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która rozpoczyna bieg od daty zakończenia realizacji zamówienia na </w:t>
      </w:r>
      <w:r w:rsidR="00751B23" w:rsidRPr="00AF5BFF">
        <w:rPr>
          <w:rFonts w:ascii="Calibri" w:hAnsi="Calibri" w:cs="Calibri"/>
          <w:sz w:val="20"/>
          <w:szCs w:val="20"/>
        </w:rPr>
        <w:t>dostarczony</w:t>
      </w:r>
      <w:r w:rsidRPr="00AF5BFF">
        <w:rPr>
          <w:rFonts w:ascii="Calibri" w:hAnsi="Calibri" w:cs="Calibri"/>
          <w:sz w:val="20"/>
          <w:szCs w:val="20"/>
        </w:rPr>
        <w:t xml:space="preserve"> w</w:t>
      </w:r>
      <w:r w:rsidR="00751B23" w:rsidRPr="00AF5BFF">
        <w:rPr>
          <w:rFonts w:ascii="Calibri" w:hAnsi="Calibri" w:cs="Calibri"/>
          <w:sz w:val="20"/>
          <w:szCs w:val="20"/>
        </w:rPr>
        <w:t xml:space="preserve"> ramach niniejszej Umowy pojazd</w:t>
      </w:r>
      <w:r w:rsidRPr="00AF5BFF">
        <w:rPr>
          <w:rFonts w:ascii="Calibri" w:hAnsi="Calibri" w:cs="Calibri"/>
          <w:sz w:val="20"/>
          <w:szCs w:val="20"/>
        </w:rPr>
        <w:t xml:space="preserve"> na warunkach określony</w:t>
      </w:r>
      <w:r w:rsidR="00610421" w:rsidRPr="00AF5BFF">
        <w:rPr>
          <w:rFonts w:ascii="Calibri" w:hAnsi="Calibri" w:cs="Calibri"/>
          <w:sz w:val="20"/>
          <w:szCs w:val="20"/>
        </w:rPr>
        <w:t xml:space="preserve">ch w Umowie i w </w:t>
      </w:r>
      <w:r w:rsidR="00B44EFC" w:rsidRPr="00AF5BFF">
        <w:rPr>
          <w:rFonts w:ascii="Calibri" w:hAnsi="Calibri" w:cs="Calibri"/>
          <w:sz w:val="20"/>
          <w:szCs w:val="20"/>
        </w:rPr>
        <w:t>zapytaniu ofertowym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444AA8FE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Wady i usterki, które ujawnią się w okresie gwarancji, będą usuwane zgodnie z zasadami określonymi w karcie gwarancyjnej, szczegółowych warunkach udzielonej gwarancji.</w:t>
      </w:r>
    </w:p>
    <w:p w14:paraId="32079487" w14:textId="77777777" w:rsidR="005117B0" w:rsidRPr="00AF5BFF" w:rsidRDefault="005117B0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eastAsia="Arial Unicode MS" w:hAnsi="Calibri" w:cs="Calibri"/>
          <w:color w:val="000000"/>
          <w:sz w:val="20"/>
          <w:szCs w:val="20"/>
          <w:u w:color="000000"/>
          <w:bdr w:val="nil"/>
        </w:rPr>
        <w:t xml:space="preserve">Wykonawca zapewni serwis gwarancyjny na terytorium Polski, czas reakcji serwisu – 2 dni robocze od zgłoszenia </w:t>
      </w:r>
      <w:r w:rsidRPr="00AF5BFF">
        <w:rPr>
          <w:rFonts w:ascii="Calibri" w:eastAsia="Arial Unicode MS" w:hAnsi="Calibri" w:cs="Calibri"/>
          <w:sz w:val="20"/>
          <w:szCs w:val="20"/>
          <w:u w:color="000000"/>
          <w:bdr w:val="nil"/>
        </w:rPr>
        <w:t>wady  lub usterki</w:t>
      </w:r>
      <w:r w:rsidRPr="00AF5BFF">
        <w:rPr>
          <w:rFonts w:ascii="Calibri" w:eastAsia="Arial Unicode MS" w:hAnsi="Calibri" w:cs="Calibri"/>
          <w:color w:val="000000"/>
          <w:sz w:val="20"/>
          <w:szCs w:val="20"/>
          <w:u w:color="000000"/>
          <w:bdr w:val="nil"/>
        </w:rPr>
        <w:t xml:space="preserve"> przedmiotu zamówienia za pośrednictwem poczty elektronicznej.</w:t>
      </w:r>
    </w:p>
    <w:p w14:paraId="5A7A885D" w14:textId="77777777" w:rsidR="005117B0" w:rsidRPr="00AF5BFF" w:rsidRDefault="005117B0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Wykonawca jest odpowiedzialny względem Zamawiającego za wady przedmiotu zamówienia zmniejszające jego wartość lub użyteczność i w przypadku poniesienia z tego powodu strat, Wykonawca zobowiązuje się do ich pokrycia</w:t>
      </w:r>
    </w:p>
    <w:p w14:paraId="4C9C5A63" w14:textId="1185E992" w:rsidR="006E6D04" w:rsidRPr="00AF5BFF" w:rsidRDefault="005117B0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 stwierdzenia, że dostarczony przedmiot zamówienia jest uszkodzony, posiada wady uniemożliwiające użytkowanie, a wady i uszkodzenia te nie powstały z winy Zamawiającego lub nie spełniają wymagań Zamawiającego określonych w zapytaniu ofertowym lub dostarczone produkty nie odpowiadają opisowi w złożonej ofercie pod względem jakości, trwałości, funkcjonalności oraz parametrów technicznych Wykonawca wymieni je na nowe, prawidłowe, na własny koszt w terminie 7 dni roboczych od dnia zgłoszenia przez Zamawiającego konieczności wymiany. </w:t>
      </w:r>
    </w:p>
    <w:p w14:paraId="254454B2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>, niezależnie od uprawnień wynikających z gwarancji, może wykonywać uprawnienia wynikające z tytułu rękojm</w:t>
      </w:r>
      <w:r w:rsidR="00610421" w:rsidRPr="00AF5BFF">
        <w:rPr>
          <w:rFonts w:ascii="Calibri" w:hAnsi="Calibri" w:cs="Calibri"/>
          <w:sz w:val="20"/>
          <w:szCs w:val="20"/>
        </w:rPr>
        <w:t>i za wady fizyczne dostarczonego pojazdu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4971E424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 nie usunięcia wady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="00610421" w:rsidRPr="00AF5BFF">
        <w:rPr>
          <w:rFonts w:ascii="Calibri" w:hAnsi="Calibri" w:cs="Calibri"/>
          <w:sz w:val="20"/>
          <w:szCs w:val="20"/>
        </w:rPr>
        <w:t xml:space="preserve"> w terminie określonym w ust. </w:t>
      </w:r>
      <w:r w:rsidR="001F33C2" w:rsidRPr="00AF5BFF">
        <w:rPr>
          <w:rFonts w:ascii="Calibri" w:hAnsi="Calibri" w:cs="Calibri"/>
          <w:sz w:val="20"/>
          <w:szCs w:val="20"/>
        </w:rPr>
        <w:t>5</w:t>
      </w:r>
      <w:r w:rsidRPr="00AF5BFF">
        <w:rPr>
          <w:rFonts w:ascii="Calibri" w:hAnsi="Calibri" w:cs="Calibri"/>
          <w:sz w:val="20"/>
          <w:szCs w:val="20"/>
        </w:rPr>
        <w:t xml:space="preserve"> niniejszego paragrafu,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ma prawo naliczyć kary umowne w wysokości określonej w § </w:t>
      </w:r>
      <w:r w:rsidR="001F33C2" w:rsidRPr="00AF5BFF">
        <w:rPr>
          <w:rFonts w:ascii="Calibri" w:hAnsi="Calibri" w:cs="Calibri"/>
          <w:sz w:val="20"/>
          <w:szCs w:val="20"/>
        </w:rPr>
        <w:t>6</w:t>
      </w:r>
      <w:r w:rsidR="006E2C36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ust. 1 lit. b) Umowy oraz dochodzić odszkodowania na zasadach ogólnych, jeżeli szkoda przewyższy wysokość kar umownych. W przypadku konieczności dokonania naprawy lub usunięcia usterki,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zobowiązany jest również do pokrycia kosztów związanych z dostarczeniem pojazdu do serwisu oraz odbioru po naprawie.</w:t>
      </w:r>
    </w:p>
    <w:p w14:paraId="314A0AC0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ramach gwarancji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będzie stosował oryginalne części.</w:t>
      </w:r>
    </w:p>
    <w:p w14:paraId="008B4125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Wszelkie koszty związane z usuwaniem wad lub usterek w okresie udzielonej gwarancji ponosi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794ED04D" w14:textId="77777777" w:rsidR="006E6D04" w:rsidRPr="00AF5BFF" w:rsidRDefault="006E6D04" w:rsidP="00AF5BFF">
      <w:pPr>
        <w:numPr>
          <w:ilvl w:val="6"/>
          <w:numId w:val="6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 przypadku:</w:t>
      </w:r>
    </w:p>
    <w:p w14:paraId="5F9A0C17" w14:textId="77777777" w:rsidR="006E6D04" w:rsidRPr="00AF5BFF" w:rsidRDefault="006E6D04" w:rsidP="00AF5BFF">
      <w:pPr>
        <w:pStyle w:val="Akapitzlist"/>
        <w:numPr>
          <w:ilvl w:val="0"/>
          <w:numId w:val="12"/>
        </w:numPr>
        <w:spacing w:before="0" w:line="276" w:lineRule="auto"/>
        <w:ind w:left="567" w:hanging="295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nieuzasadnionej odmowy usunięcia wady lub usterki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33CEA5F3" w14:textId="24D10D17" w:rsidR="006E6D04" w:rsidRPr="00AF5BFF" w:rsidRDefault="006E6D04" w:rsidP="00AF5BFF">
      <w:pPr>
        <w:pStyle w:val="Akapitzlist"/>
        <w:numPr>
          <w:ilvl w:val="0"/>
          <w:numId w:val="12"/>
        </w:numPr>
        <w:spacing w:before="0" w:line="276" w:lineRule="auto"/>
        <w:ind w:left="567" w:hanging="295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braku jakiejkolwiek odpowiedzi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="00610421" w:rsidRPr="00AF5BFF">
        <w:rPr>
          <w:rFonts w:ascii="Calibri" w:hAnsi="Calibri" w:cs="Calibri"/>
          <w:sz w:val="20"/>
          <w:szCs w:val="20"/>
        </w:rPr>
        <w:t xml:space="preserve"> (czas reakcji serwisu) w terminie </w:t>
      </w:r>
      <w:r w:rsidR="005117B0" w:rsidRPr="00AF5BFF">
        <w:rPr>
          <w:rFonts w:ascii="Calibri" w:hAnsi="Calibri" w:cs="Calibri"/>
          <w:sz w:val="20"/>
          <w:szCs w:val="20"/>
        </w:rPr>
        <w:t>2</w:t>
      </w:r>
      <w:r w:rsidRPr="00AF5BFF">
        <w:rPr>
          <w:rFonts w:ascii="Calibri" w:hAnsi="Calibri" w:cs="Calibri"/>
          <w:sz w:val="20"/>
          <w:szCs w:val="20"/>
        </w:rPr>
        <w:t xml:space="preserve"> dni</w:t>
      </w:r>
      <w:r w:rsidR="00610421" w:rsidRPr="00AF5BFF">
        <w:rPr>
          <w:rFonts w:ascii="Calibri" w:hAnsi="Calibri" w:cs="Calibri"/>
          <w:sz w:val="20"/>
          <w:szCs w:val="20"/>
        </w:rPr>
        <w:t xml:space="preserve"> roboczych</w:t>
      </w:r>
      <w:r w:rsidRPr="00AF5BFF">
        <w:rPr>
          <w:rFonts w:ascii="Calibri" w:hAnsi="Calibri" w:cs="Calibri"/>
          <w:sz w:val="20"/>
          <w:szCs w:val="20"/>
        </w:rPr>
        <w:t xml:space="preserve"> od zgłoszenia wady lub usterki,</w:t>
      </w:r>
    </w:p>
    <w:p w14:paraId="19C11BB8" w14:textId="77777777" w:rsidR="006E6D04" w:rsidRPr="00AF5BFF" w:rsidRDefault="006E6D04" w:rsidP="00AF5BFF">
      <w:pPr>
        <w:pStyle w:val="Akapitzlist"/>
        <w:numPr>
          <w:ilvl w:val="0"/>
          <w:numId w:val="12"/>
        </w:numPr>
        <w:spacing w:before="0" w:line="276" w:lineRule="auto"/>
        <w:ind w:left="567" w:hanging="295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nie usunięcie wad lub ustere</w:t>
      </w:r>
      <w:r w:rsidR="00610421" w:rsidRPr="00AF5BFF">
        <w:rPr>
          <w:rFonts w:ascii="Calibri" w:hAnsi="Calibri" w:cs="Calibri"/>
          <w:sz w:val="20"/>
          <w:szCs w:val="20"/>
        </w:rPr>
        <w:t xml:space="preserve">k w terminie określonym w ust. </w:t>
      </w:r>
      <w:r w:rsidR="001F33C2" w:rsidRPr="00AF5BFF">
        <w:rPr>
          <w:rFonts w:ascii="Calibri" w:hAnsi="Calibri" w:cs="Calibri"/>
          <w:sz w:val="20"/>
          <w:szCs w:val="20"/>
        </w:rPr>
        <w:t>5</w:t>
      </w:r>
    </w:p>
    <w:p w14:paraId="20511D6A" w14:textId="77777777" w:rsidR="006E6D04" w:rsidRPr="00AF5BFF" w:rsidRDefault="006E6D04" w:rsidP="00AF5BFF">
      <w:pPr>
        <w:spacing w:before="0" w:line="276" w:lineRule="auto"/>
        <w:ind w:left="272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niezależnie od obciążenia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karami umownymi,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będzie uprawniony zlecić naprawę osobie trzeciej na koszt i ryzyko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>.</w:t>
      </w:r>
      <w:r w:rsidR="009978D5" w:rsidRPr="00AF5BFF">
        <w:rPr>
          <w:rFonts w:ascii="Calibri" w:hAnsi="Calibri" w:cs="Calibri"/>
          <w:sz w:val="20"/>
          <w:szCs w:val="20"/>
        </w:rPr>
        <w:t xml:space="preserve"> W przypadku pokrycia kosztów naprawy przez </w:t>
      </w:r>
      <w:r w:rsidR="009978D5" w:rsidRPr="00AF5BFF">
        <w:rPr>
          <w:rFonts w:ascii="Calibri" w:hAnsi="Calibri" w:cs="Calibri"/>
          <w:b/>
          <w:sz w:val="20"/>
          <w:szCs w:val="20"/>
        </w:rPr>
        <w:t>Zamawiającego</w:t>
      </w:r>
      <w:r w:rsidR="009978D5" w:rsidRPr="00AF5BFF">
        <w:rPr>
          <w:rFonts w:ascii="Calibri" w:hAnsi="Calibri" w:cs="Calibri"/>
          <w:sz w:val="20"/>
          <w:szCs w:val="20"/>
        </w:rPr>
        <w:t xml:space="preserve">, </w:t>
      </w:r>
      <w:r w:rsidR="009978D5" w:rsidRPr="00AF5BFF">
        <w:rPr>
          <w:rFonts w:ascii="Calibri" w:hAnsi="Calibri" w:cs="Calibri"/>
          <w:b/>
          <w:sz w:val="20"/>
          <w:szCs w:val="20"/>
        </w:rPr>
        <w:t>Wykonawca</w:t>
      </w:r>
      <w:r w:rsidR="009978D5" w:rsidRPr="00AF5BFF">
        <w:rPr>
          <w:rFonts w:ascii="Calibri" w:hAnsi="Calibri" w:cs="Calibri"/>
          <w:sz w:val="20"/>
          <w:szCs w:val="20"/>
        </w:rPr>
        <w:t xml:space="preserve"> </w:t>
      </w:r>
      <w:r w:rsidR="009978D5" w:rsidRPr="00AF5BFF">
        <w:rPr>
          <w:rFonts w:ascii="Calibri" w:hAnsi="Calibri" w:cs="Calibri"/>
          <w:sz w:val="20"/>
          <w:szCs w:val="20"/>
        </w:rPr>
        <w:lastRenderedPageBreak/>
        <w:t xml:space="preserve">zobowiązany będzie do ich zwrotu w pełnej wysokości. W takiej sytuacji </w:t>
      </w:r>
      <w:r w:rsidR="009978D5" w:rsidRPr="00AF5BFF">
        <w:rPr>
          <w:rFonts w:ascii="Calibri" w:hAnsi="Calibri" w:cs="Calibri"/>
          <w:b/>
          <w:sz w:val="20"/>
          <w:szCs w:val="20"/>
        </w:rPr>
        <w:t>Zamawiający</w:t>
      </w:r>
      <w:r w:rsidR="009978D5" w:rsidRPr="00AF5BFF">
        <w:rPr>
          <w:rFonts w:ascii="Calibri" w:hAnsi="Calibri" w:cs="Calibri"/>
          <w:sz w:val="20"/>
          <w:szCs w:val="20"/>
        </w:rPr>
        <w:t xml:space="preserve"> nie jest zobowiązany do poszukiwania najtańszej oferty naprawy.</w:t>
      </w:r>
    </w:p>
    <w:p w14:paraId="62E22E7E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 xml:space="preserve">§ </w:t>
      </w:r>
      <w:r w:rsidR="00120655" w:rsidRPr="00AF5BFF">
        <w:rPr>
          <w:rFonts w:ascii="Calibri" w:hAnsi="Calibri" w:cs="Calibri"/>
          <w:b/>
          <w:sz w:val="20"/>
          <w:szCs w:val="20"/>
        </w:rPr>
        <w:t>6</w:t>
      </w:r>
    </w:p>
    <w:p w14:paraId="1A1E8073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KARY UMOWNE</w:t>
      </w:r>
    </w:p>
    <w:p w14:paraId="1F328C1A" w14:textId="77777777" w:rsidR="006E6D04" w:rsidRPr="00AF5BFF" w:rsidRDefault="006E6D04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zapłaci na rzecz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kary umowne za:</w:t>
      </w:r>
    </w:p>
    <w:p w14:paraId="7135907E" w14:textId="77777777" w:rsidR="00D769A2" w:rsidRPr="00AF5BFF" w:rsidRDefault="00D769A2" w:rsidP="00AF5BFF">
      <w:pPr>
        <w:numPr>
          <w:ilvl w:val="1"/>
          <w:numId w:val="7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każdy rozpoczęty dzień zwłoki w przekazaniu pojazdu, licząc od dnia dostawy, wskazanego w §</w:t>
      </w:r>
      <w:r w:rsidR="00286B2F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>2 ust. 1</w:t>
      </w:r>
      <w:r w:rsidR="00286B2F" w:rsidRPr="00AF5BFF">
        <w:rPr>
          <w:rFonts w:ascii="Calibri" w:hAnsi="Calibri" w:cs="Calibri"/>
          <w:sz w:val="20"/>
          <w:szCs w:val="20"/>
        </w:rPr>
        <w:t xml:space="preserve"> Umowy</w:t>
      </w:r>
      <w:r w:rsidRPr="00AF5BFF">
        <w:rPr>
          <w:rFonts w:ascii="Calibri" w:hAnsi="Calibri" w:cs="Calibri"/>
          <w:sz w:val="20"/>
          <w:szCs w:val="20"/>
        </w:rPr>
        <w:t xml:space="preserve">, w wysokości 0,1% ustalonej ceny netto, określonej w §3 ust. </w:t>
      </w:r>
      <w:r w:rsidR="00663D81" w:rsidRPr="00AF5BFF">
        <w:rPr>
          <w:rFonts w:ascii="Calibri" w:hAnsi="Calibri" w:cs="Calibri"/>
          <w:sz w:val="20"/>
          <w:szCs w:val="20"/>
        </w:rPr>
        <w:t>1</w:t>
      </w:r>
      <w:r w:rsidR="00286B2F" w:rsidRPr="00AF5BFF">
        <w:rPr>
          <w:rFonts w:ascii="Calibri" w:hAnsi="Calibri" w:cs="Calibri"/>
          <w:sz w:val="20"/>
          <w:szCs w:val="20"/>
        </w:rPr>
        <w:t xml:space="preserve"> Umowy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2EF523D1" w14:textId="77777777" w:rsidR="006E6D04" w:rsidRPr="00AF5BFF" w:rsidRDefault="006E6D04" w:rsidP="00AF5BFF">
      <w:pPr>
        <w:numPr>
          <w:ilvl w:val="1"/>
          <w:numId w:val="7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każdy rozpoczęty dzień zwłoki w usunięciu wad lub usterek, które ujawnią się w okresie gwarancji, licząc od upływu terminu określonego w §</w:t>
      </w:r>
      <w:r w:rsidR="00286B2F" w:rsidRPr="00AF5BFF">
        <w:rPr>
          <w:rFonts w:ascii="Calibri" w:hAnsi="Calibri" w:cs="Calibri"/>
          <w:sz w:val="20"/>
          <w:szCs w:val="20"/>
        </w:rPr>
        <w:t xml:space="preserve"> </w:t>
      </w:r>
      <w:r w:rsidR="005D1A62" w:rsidRPr="00AF5BFF">
        <w:rPr>
          <w:rFonts w:ascii="Calibri" w:hAnsi="Calibri" w:cs="Calibri"/>
          <w:sz w:val="20"/>
          <w:szCs w:val="20"/>
        </w:rPr>
        <w:t>5</w:t>
      </w:r>
      <w:r w:rsidR="00EC1A18" w:rsidRPr="00AF5BFF">
        <w:rPr>
          <w:rFonts w:ascii="Calibri" w:hAnsi="Calibri" w:cs="Calibri"/>
          <w:sz w:val="20"/>
          <w:szCs w:val="20"/>
        </w:rPr>
        <w:t xml:space="preserve"> </w:t>
      </w:r>
      <w:r w:rsidR="007508E8" w:rsidRPr="00AF5BFF">
        <w:rPr>
          <w:rFonts w:ascii="Calibri" w:hAnsi="Calibri" w:cs="Calibri"/>
          <w:sz w:val="20"/>
          <w:szCs w:val="20"/>
        </w:rPr>
        <w:t xml:space="preserve">ust. </w:t>
      </w:r>
      <w:r w:rsidR="001F33C2" w:rsidRPr="00AF5BFF">
        <w:rPr>
          <w:rFonts w:ascii="Calibri" w:hAnsi="Calibri" w:cs="Calibri"/>
          <w:sz w:val="20"/>
          <w:szCs w:val="20"/>
        </w:rPr>
        <w:t>5</w:t>
      </w:r>
      <w:r w:rsidR="00286B2F" w:rsidRPr="00AF5BFF">
        <w:rPr>
          <w:rFonts w:ascii="Calibri" w:hAnsi="Calibri" w:cs="Calibri"/>
          <w:sz w:val="20"/>
          <w:szCs w:val="20"/>
        </w:rPr>
        <w:t xml:space="preserve"> Umowy</w:t>
      </w:r>
      <w:r w:rsidRPr="00AF5BFF">
        <w:rPr>
          <w:rFonts w:ascii="Calibri" w:hAnsi="Calibri" w:cs="Calibri"/>
          <w:sz w:val="20"/>
          <w:szCs w:val="20"/>
        </w:rPr>
        <w:t xml:space="preserve"> – w wysokości 0,1% umownej ceny netto, określonej w §</w:t>
      </w:r>
      <w:r w:rsidR="00286B2F" w:rsidRPr="00AF5BFF">
        <w:rPr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 xml:space="preserve">3 ust. </w:t>
      </w:r>
      <w:r w:rsidR="00663D81" w:rsidRPr="00AF5BFF">
        <w:rPr>
          <w:rFonts w:ascii="Calibri" w:hAnsi="Calibri" w:cs="Calibri"/>
          <w:sz w:val="20"/>
          <w:szCs w:val="20"/>
        </w:rPr>
        <w:t>1</w:t>
      </w:r>
      <w:r w:rsidR="00286B2F" w:rsidRPr="00AF5BFF">
        <w:rPr>
          <w:rFonts w:ascii="Calibri" w:hAnsi="Calibri" w:cs="Calibri"/>
          <w:sz w:val="20"/>
          <w:szCs w:val="20"/>
        </w:rPr>
        <w:t xml:space="preserve"> Umowy</w:t>
      </w:r>
      <w:r w:rsidR="00452DED" w:rsidRPr="00AF5BFF">
        <w:rPr>
          <w:rFonts w:ascii="Calibri" w:hAnsi="Calibri" w:cs="Calibri"/>
          <w:sz w:val="20"/>
          <w:szCs w:val="20"/>
        </w:rPr>
        <w:t>,</w:t>
      </w:r>
      <w:r w:rsidR="00452DED" w:rsidRPr="00AF5BFF" w:rsidDel="00452DED">
        <w:rPr>
          <w:rFonts w:ascii="Calibri" w:hAnsi="Calibri" w:cs="Calibri"/>
          <w:sz w:val="20"/>
          <w:szCs w:val="20"/>
        </w:rPr>
        <w:t xml:space="preserve"> </w:t>
      </w:r>
    </w:p>
    <w:p w14:paraId="0D6BCE17" w14:textId="77777777" w:rsidR="006E6D04" w:rsidRPr="00AF5BFF" w:rsidRDefault="006E6D04" w:rsidP="00AF5BFF">
      <w:pPr>
        <w:numPr>
          <w:ilvl w:val="1"/>
          <w:numId w:val="7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każdy rozpoczęty dzień zwłoki w przeprowadzeniu </w:t>
      </w:r>
      <w:r w:rsidR="007508E8" w:rsidRPr="00AF5BFF">
        <w:rPr>
          <w:rFonts w:ascii="Calibri" w:hAnsi="Calibri" w:cs="Calibri"/>
          <w:sz w:val="20"/>
          <w:szCs w:val="20"/>
        </w:rPr>
        <w:t xml:space="preserve">szkolenia </w:t>
      </w:r>
      <w:r w:rsidRPr="00AF5BFF">
        <w:rPr>
          <w:rFonts w:ascii="Calibri" w:hAnsi="Calibri" w:cs="Calibri"/>
          <w:sz w:val="20"/>
          <w:szCs w:val="20"/>
        </w:rPr>
        <w:t xml:space="preserve"> w zakresie obsługi pojazdu pracowników </w:t>
      </w:r>
      <w:r w:rsidRPr="00AF5BFF">
        <w:rPr>
          <w:rFonts w:ascii="Calibri" w:hAnsi="Calibri" w:cs="Calibri"/>
          <w:b/>
          <w:sz w:val="20"/>
          <w:szCs w:val="20"/>
        </w:rPr>
        <w:t xml:space="preserve">Zamawiającego </w:t>
      </w:r>
      <w:r w:rsidRPr="00AF5BFF">
        <w:rPr>
          <w:rFonts w:ascii="Calibri" w:hAnsi="Calibri" w:cs="Calibri"/>
          <w:sz w:val="20"/>
          <w:szCs w:val="20"/>
        </w:rPr>
        <w:t xml:space="preserve">z przyczyn leżących po stronie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– w wysokości 0,1% umownej ce</w:t>
      </w:r>
      <w:r w:rsidR="00D769A2" w:rsidRPr="00AF5BFF">
        <w:rPr>
          <w:rFonts w:ascii="Calibri" w:hAnsi="Calibri" w:cs="Calibri"/>
          <w:sz w:val="20"/>
          <w:szCs w:val="20"/>
        </w:rPr>
        <w:t>ny netto, określonej w §</w:t>
      </w:r>
      <w:r w:rsidR="00286B2F" w:rsidRPr="00AF5BFF">
        <w:rPr>
          <w:rFonts w:ascii="Calibri" w:hAnsi="Calibri" w:cs="Calibri"/>
          <w:sz w:val="20"/>
          <w:szCs w:val="20"/>
        </w:rPr>
        <w:t xml:space="preserve"> </w:t>
      </w:r>
      <w:r w:rsidR="00D769A2" w:rsidRPr="00AF5BFF">
        <w:rPr>
          <w:rFonts w:ascii="Calibri" w:hAnsi="Calibri" w:cs="Calibri"/>
          <w:sz w:val="20"/>
          <w:szCs w:val="20"/>
        </w:rPr>
        <w:t xml:space="preserve">3 ust. </w:t>
      </w:r>
      <w:r w:rsidR="001F33C2" w:rsidRPr="00AF5BFF">
        <w:rPr>
          <w:rFonts w:ascii="Calibri" w:hAnsi="Calibri" w:cs="Calibri"/>
          <w:sz w:val="20"/>
          <w:szCs w:val="20"/>
        </w:rPr>
        <w:t>1</w:t>
      </w:r>
      <w:r w:rsidR="00286B2F" w:rsidRPr="00AF5BFF">
        <w:rPr>
          <w:rFonts w:ascii="Calibri" w:hAnsi="Calibri" w:cs="Calibri"/>
          <w:sz w:val="20"/>
          <w:szCs w:val="20"/>
        </w:rPr>
        <w:t xml:space="preserve"> Umowy</w:t>
      </w:r>
      <w:r w:rsidR="001F33C2" w:rsidRPr="00AF5BFF">
        <w:rPr>
          <w:rFonts w:ascii="Calibri" w:hAnsi="Calibri" w:cs="Calibri"/>
          <w:sz w:val="20"/>
          <w:szCs w:val="20"/>
        </w:rPr>
        <w:t>.</w:t>
      </w:r>
    </w:p>
    <w:p w14:paraId="7BCDEE91" w14:textId="77777777" w:rsidR="006E6D04" w:rsidRPr="00AF5BFF" w:rsidRDefault="006E6D04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 odstąpienia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od umowy z przyczyn leżących po stronie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,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może nal</w:t>
      </w:r>
      <w:r w:rsidR="00DA7F01" w:rsidRPr="00AF5BFF">
        <w:rPr>
          <w:rFonts w:ascii="Calibri" w:hAnsi="Calibri" w:cs="Calibri"/>
          <w:sz w:val="20"/>
          <w:szCs w:val="20"/>
        </w:rPr>
        <w:t>iczyć karę umowną w wysokości 10</w:t>
      </w:r>
      <w:r w:rsidRPr="00AF5BFF">
        <w:rPr>
          <w:rFonts w:ascii="Calibri" w:hAnsi="Calibri" w:cs="Calibri"/>
          <w:sz w:val="20"/>
          <w:szCs w:val="20"/>
        </w:rPr>
        <w:t xml:space="preserve"> % ceny netto określonej w §3 ust. 1</w:t>
      </w:r>
      <w:r w:rsidR="0053299B" w:rsidRPr="00AF5BFF" w:rsidDel="0053299B">
        <w:rPr>
          <w:rFonts w:ascii="Calibri" w:hAnsi="Calibri" w:cs="Calibri"/>
          <w:sz w:val="20"/>
          <w:szCs w:val="20"/>
        </w:rPr>
        <w:t xml:space="preserve"> </w:t>
      </w:r>
      <w:r w:rsidR="0053299B" w:rsidRPr="00AF5BFF">
        <w:rPr>
          <w:rFonts w:ascii="Calibri" w:hAnsi="Calibri" w:cs="Calibri"/>
          <w:sz w:val="20"/>
          <w:szCs w:val="20"/>
        </w:rPr>
        <w:t>U</w:t>
      </w:r>
      <w:r w:rsidR="0010116F" w:rsidRPr="00AF5BFF">
        <w:rPr>
          <w:rFonts w:ascii="Calibri" w:hAnsi="Calibri" w:cs="Calibri"/>
          <w:sz w:val="20"/>
          <w:szCs w:val="20"/>
        </w:rPr>
        <w:t>mowy.</w:t>
      </w:r>
    </w:p>
    <w:p w14:paraId="264622F1" w14:textId="77777777" w:rsidR="006E6D04" w:rsidRPr="00AF5BFF" w:rsidRDefault="006E6D04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Strony dopuszczają możliwość </w:t>
      </w:r>
      <w:r w:rsidR="00084C10" w:rsidRPr="00AF5BFF">
        <w:rPr>
          <w:rFonts w:ascii="Calibri" w:hAnsi="Calibri" w:cs="Calibri"/>
          <w:sz w:val="20"/>
          <w:szCs w:val="20"/>
        </w:rPr>
        <w:t xml:space="preserve">potrącenia </w:t>
      </w:r>
      <w:r w:rsidRPr="00AF5BFF">
        <w:rPr>
          <w:rFonts w:ascii="Calibri" w:hAnsi="Calibri" w:cs="Calibri"/>
          <w:sz w:val="20"/>
          <w:szCs w:val="20"/>
        </w:rPr>
        <w:t xml:space="preserve">kwoty wynagrodzenia z kwotami należnymi </w:t>
      </w:r>
      <w:r w:rsidRPr="00AF5BFF">
        <w:rPr>
          <w:rFonts w:ascii="Calibri" w:hAnsi="Calibri" w:cs="Calibri"/>
          <w:b/>
          <w:sz w:val="20"/>
          <w:szCs w:val="20"/>
        </w:rPr>
        <w:t>Zamawiającemu</w:t>
      </w:r>
      <w:r w:rsidRPr="00AF5BFF">
        <w:rPr>
          <w:rFonts w:ascii="Calibri" w:hAnsi="Calibri" w:cs="Calibri"/>
          <w:sz w:val="20"/>
          <w:szCs w:val="20"/>
        </w:rPr>
        <w:t xml:space="preserve"> z tytułu kar umownych, o których mowa powyżej.</w:t>
      </w:r>
      <w:r w:rsidR="009978D5" w:rsidRPr="00AF5BFF">
        <w:rPr>
          <w:rFonts w:ascii="Calibri" w:hAnsi="Calibri" w:cs="Calibri"/>
          <w:sz w:val="20"/>
          <w:szCs w:val="20"/>
        </w:rPr>
        <w:t xml:space="preserve"> </w:t>
      </w:r>
      <w:r w:rsidR="009978D5" w:rsidRPr="00AF5BFF">
        <w:rPr>
          <w:rFonts w:ascii="Calibri" w:hAnsi="Calibri" w:cs="Calibri"/>
          <w:b/>
          <w:sz w:val="20"/>
          <w:szCs w:val="20"/>
        </w:rPr>
        <w:t>Wykonawca</w:t>
      </w:r>
      <w:r w:rsidR="009978D5" w:rsidRPr="00AF5BFF">
        <w:rPr>
          <w:rFonts w:ascii="Calibri" w:hAnsi="Calibri" w:cs="Calibri"/>
          <w:sz w:val="20"/>
          <w:szCs w:val="20"/>
        </w:rPr>
        <w:t xml:space="preserve"> wyraża zgodę na takie potrącenie umowne.</w:t>
      </w:r>
    </w:p>
    <w:p w14:paraId="6BB7518A" w14:textId="77777777" w:rsidR="00777CF5" w:rsidRPr="00AF5BFF" w:rsidRDefault="00777CF5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Łączna wysokość kar umownych naliczona przez którąkolwiek ze Stron nie może przekroczyć 20% wartości umowy określonej w §</w:t>
      </w:r>
      <w:r w:rsidR="00EC2532" w:rsidRPr="00AF5BFF">
        <w:rPr>
          <w:rFonts w:ascii="Calibri" w:hAnsi="Calibri" w:cs="Calibri"/>
          <w:sz w:val="20"/>
          <w:szCs w:val="20"/>
        </w:rPr>
        <w:t xml:space="preserve"> 3 ust. </w:t>
      </w:r>
      <w:r w:rsidR="00663D81" w:rsidRPr="00AF5BFF">
        <w:rPr>
          <w:rFonts w:ascii="Calibri" w:hAnsi="Calibri" w:cs="Calibri"/>
          <w:sz w:val="20"/>
          <w:szCs w:val="20"/>
        </w:rPr>
        <w:t>1</w:t>
      </w:r>
      <w:r w:rsidR="00CC1D23" w:rsidRPr="00AF5BFF">
        <w:rPr>
          <w:rStyle w:val="Odwoaniedokomentarza"/>
          <w:rFonts w:ascii="Calibri" w:hAnsi="Calibri" w:cs="Calibri"/>
          <w:sz w:val="20"/>
          <w:szCs w:val="20"/>
        </w:rPr>
        <w:t xml:space="preserve"> </w:t>
      </w:r>
      <w:r w:rsidRPr="00AF5BFF">
        <w:rPr>
          <w:rFonts w:ascii="Calibri" w:hAnsi="Calibri" w:cs="Calibri"/>
          <w:sz w:val="20"/>
          <w:szCs w:val="20"/>
        </w:rPr>
        <w:t>umowy.</w:t>
      </w:r>
    </w:p>
    <w:p w14:paraId="72BFFABD" w14:textId="77777777" w:rsidR="006E6D04" w:rsidRPr="00AF5BFF" w:rsidRDefault="006E6D04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przypadku, gdy szkody u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spowodowane działaniem lub zaniechaniem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przekraczają wysokość kar umownych określonych powyżej, niezależnie od kar umownych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może dochodzić odszkodowania na zasadach ogólnych.</w:t>
      </w:r>
    </w:p>
    <w:p w14:paraId="4A031C2C" w14:textId="77777777" w:rsidR="009978D5" w:rsidRPr="00AF5BFF" w:rsidRDefault="009978D5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Jakiekolwiek ograniczenia odpowiedzialności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nie dotyczą sytuacji, gdy szkoda powstanie w wyniku działania umyślnego lub rażącego niedbalstwa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lub osoby trzeciej, za pomocą której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realizuje obowiązki wynikające z umowy.</w:t>
      </w:r>
    </w:p>
    <w:p w14:paraId="745C9308" w14:textId="77777777" w:rsidR="009978D5" w:rsidRPr="00AF5BFF" w:rsidRDefault="00033952" w:rsidP="00AF5BFF">
      <w:pPr>
        <w:numPr>
          <w:ilvl w:val="6"/>
          <w:numId w:val="19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Strony zgodnie postanawiają, iż postanowienia dotyczące kar umownych zachowują swoją moc w przypadku odstąpienia od Umowy przez którąkolwiek z nich.</w:t>
      </w:r>
    </w:p>
    <w:p w14:paraId="55E5B38D" w14:textId="77777777" w:rsidR="009A109B" w:rsidRPr="00AF5BFF" w:rsidRDefault="009A109B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E818BF3" w14:textId="57F10F52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 xml:space="preserve">§ </w:t>
      </w:r>
      <w:r w:rsidR="00120655" w:rsidRPr="00AF5BFF">
        <w:rPr>
          <w:rFonts w:ascii="Calibri" w:hAnsi="Calibri" w:cs="Calibri"/>
          <w:b/>
          <w:sz w:val="20"/>
          <w:szCs w:val="20"/>
        </w:rPr>
        <w:t>7</w:t>
      </w:r>
    </w:p>
    <w:p w14:paraId="6AE2AE6F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ODSTĄPIENIE OD UMOWY</w:t>
      </w:r>
    </w:p>
    <w:p w14:paraId="154ACB44" w14:textId="50606323" w:rsidR="006E6D04" w:rsidRPr="00AF5BFF" w:rsidRDefault="006E6D04" w:rsidP="00AF5BFF">
      <w:pPr>
        <w:numPr>
          <w:ilvl w:val="2"/>
          <w:numId w:val="2"/>
        </w:numPr>
        <w:tabs>
          <w:tab w:val="clear" w:pos="2340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może odstąpić od umowy w terminie </w:t>
      </w:r>
      <w:r w:rsidR="00C06B5B" w:rsidRPr="00AF5BFF">
        <w:rPr>
          <w:rFonts w:ascii="Calibri" w:hAnsi="Calibri" w:cs="Calibri"/>
          <w:sz w:val="20"/>
          <w:szCs w:val="20"/>
        </w:rPr>
        <w:t>natychmiastowym</w:t>
      </w:r>
      <w:r w:rsidRPr="00AF5BFF">
        <w:rPr>
          <w:rFonts w:ascii="Calibri" w:hAnsi="Calibri" w:cs="Calibri"/>
          <w:sz w:val="20"/>
          <w:szCs w:val="20"/>
        </w:rPr>
        <w:t xml:space="preserve"> od </w:t>
      </w:r>
      <w:r w:rsidR="003123A3" w:rsidRPr="00AF5BFF">
        <w:rPr>
          <w:rFonts w:ascii="Calibri" w:hAnsi="Calibri" w:cs="Calibri"/>
          <w:sz w:val="20"/>
          <w:szCs w:val="20"/>
        </w:rPr>
        <w:t>momentu</w:t>
      </w:r>
      <w:r w:rsidRPr="00AF5BFF">
        <w:rPr>
          <w:rFonts w:ascii="Calibri" w:hAnsi="Calibri" w:cs="Calibri"/>
          <w:sz w:val="20"/>
          <w:szCs w:val="20"/>
        </w:rPr>
        <w:t xml:space="preserve"> powzięcia wiadomości o rażącym naruszeniu przez </w:t>
      </w:r>
      <w:r w:rsidRPr="00AF5BFF">
        <w:rPr>
          <w:rFonts w:ascii="Calibri" w:hAnsi="Calibri" w:cs="Calibri"/>
          <w:b/>
          <w:sz w:val="20"/>
          <w:szCs w:val="20"/>
        </w:rPr>
        <w:t>Wykonawcę</w:t>
      </w:r>
      <w:r w:rsidRPr="00AF5BFF">
        <w:rPr>
          <w:rFonts w:ascii="Calibri" w:hAnsi="Calibri" w:cs="Calibri"/>
          <w:sz w:val="20"/>
          <w:szCs w:val="20"/>
        </w:rPr>
        <w:t xml:space="preserve"> postanowień niniejszej Umowy, a w szczególności:</w:t>
      </w:r>
    </w:p>
    <w:p w14:paraId="7164BBC1" w14:textId="1149F58F" w:rsidR="00426F00" w:rsidRPr="00AF5BFF" w:rsidRDefault="00426F00" w:rsidP="00AF5BFF">
      <w:pPr>
        <w:numPr>
          <w:ilvl w:val="0"/>
          <w:numId w:val="9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zrealizowania dostawy niezgodnie z </w:t>
      </w:r>
      <w:r w:rsidR="00C06B5B" w:rsidRPr="00AF5BFF">
        <w:rPr>
          <w:rFonts w:ascii="Calibri" w:hAnsi="Calibri" w:cs="Calibri"/>
          <w:sz w:val="20"/>
          <w:szCs w:val="20"/>
        </w:rPr>
        <w:t>zapytaniem ofertowym</w:t>
      </w:r>
      <w:r w:rsidRPr="00AF5BFF">
        <w:rPr>
          <w:rFonts w:ascii="Calibri" w:hAnsi="Calibri" w:cs="Calibri"/>
          <w:sz w:val="20"/>
          <w:szCs w:val="20"/>
        </w:rPr>
        <w:t>, ofertą lub niniejszą Umową,</w:t>
      </w:r>
    </w:p>
    <w:p w14:paraId="4083C2F7" w14:textId="77777777" w:rsidR="006E6D04" w:rsidRPr="00AF5BFF" w:rsidRDefault="006E6D04" w:rsidP="00AF5BFF">
      <w:pPr>
        <w:numPr>
          <w:ilvl w:val="0"/>
          <w:numId w:val="9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Wykonywania przedmiotu Umowy przez podwykonawcę nieuzgodnionego z </w:t>
      </w:r>
      <w:r w:rsidRPr="00AF5BFF">
        <w:rPr>
          <w:rFonts w:ascii="Calibri" w:hAnsi="Calibri" w:cs="Calibri"/>
          <w:b/>
          <w:sz w:val="20"/>
          <w:szCs w:val="20"/>
        </w:rPr>
        <w:t>Zamawiającym</w:t>
      </w:r>
      <w:r w:rsidRPr="00AF5BFF">
        <w:rPr>
          <w:rFonts w:ascii="Calibri" w:hAnsi="Calibri" w:cs="Calibri"/>
          <w:sz w:val="20"/>
          <w:szCs w:val="20"/>
        </w:rPr>
        <w:t>,</w:t>
      </w:r>
    </w:p>
    <w:p w14:paraId="19DB4E48" w14:textId="43B5D8FD" w:rsidR="006E6D04" w:rsidRPr="00AF5BFF" w:rsidRDefault="003123A3" w:rsidP="00AF5BFF">
      <w:pPr>
        <w:numPr>
          <w:ilvl w:val="0"/>
          <w:numId w:val="9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</w:t>
      </w:r>
      <w:r w:rsidR="006E6D04" w:rsidRPr="00AF5BFF">
        <w:rPr>
          <w:rFonts w:ascii="Calibri" w:hAnsi="Calibri" w:cs="Calibri"/>
          <w:sz w:val="20"/>
          <w:szCs w:val="20"/>
        </w:rPr>
        <w:t xml:space="preserve"> przypadku, gdy w wyniku wszczęcia postępowania egzekucyjnego nastąpi zajęcie majątku </w:t>
      </w:r>
      <w:r w:rsidR="006E6D04" w:rsidRPr="00AF5BFF">
        <w:rPr>
          <w:rFonts w:ascii="Calibri" w:hAnsi="Calibri" w:cs="Calibri"/>
          <w:b/>
          <w:sz w:val="20"/>
          <w:szCs w:val="20"/>
        </w:rPr>
        <w:t>Wykonawcy</w:t>
      </w:r>
      <w:r w:rsidR="006E6D04" w:rsidRPr="00AF5BFF">
        <w:rPr>
          <w:rFonts w:ascii="Calibri" w:hAnsi="Calibri" w:cs="Calibri"/>
          <w:sz w:val="20"/>
          <w:szCs w:val="20"/>
        </w:rPr>
        <w:t xml:space="preserve"> lub jego znacznej części w zakresie uniemożliwiającym realizację Umowy.</w:t>
      </w:r>
    </w:p>
    <w:p w14:paraId="0D56DDC0" w14:textId="77777777" w:rsidR="006E6D04" w:rsidRPr="00AF5BFF" w:rsidRDefault="006E6D04" w:rsidP="00AF5BFF">
      <w:pPr>
        <w:numPr>
          <w:ilvl w:val="0"/>
          <w:numId w:val="9"/>
        </w:numPr>
        <w:spacing w:before="0" w:line="276" w:lineRule="auto"/>
        <w:ind w:left="567" w:hanging="283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przystąpił do likwidacji przedsiębiorstwa, z wyjątkiem likwidacji przeprowadzonej w celu przekształcenia lub restrukturyzacji</w:t>
      </w:r>
    </w:p>
    <w:p w14:paraId="5885CE10" w14:textId="77777777" w:rsidR="006E6D04" w:rsidRPr="00AF5BFF" w:rsidRDefault="006E6D04" w:rsidP="00AF5BFF">
      <w:pPr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Jeżeli </w:t>
      </w: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</w:t>
      </w:r>
      <w:r w:rsidR="003D5591" w:rsidRPr="00AF5BFF">
        <w:rPr>
          <w:rFonts w:ascii="Calibri" w:hAnsi="Calibri" w:cs="Calibri"/>
          <w:sz w:val="20"/>
          <w:szCs w:val="20"/>
        </w:rPr>
        <w:t>pozostaje w zwłoce</w:t>
      </w:r>
      <w:r w:rsidRPr="00AF5BFF">
        <w:rPr>
          <w:rFonts w:ascii="Calibri" w:hAnsi="Calibri" w:cs="Calibri"/>
          <w:sz w:val="20"/>
          <w:szCs w:val="20"/>
        </w:rPr>
        <w:t xml:space="preserve"> z rozpoczęciem realizacji przedmiotu Umowy lub poszczególnych jego części tak dalece, że nie jest prawdopodobne, żeby zdołał je dostarczyć w czasie umówionym, </w:t>
      </w: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może, nie wyznaczając terminu dodatkowego, od Umowy odstąpić jeszcze przed upływem terminu do dostarczenia przedmiotu Umowy.</w:t>
      </w:r>
    </w:p>
    <w:p w14:paraId="676ED6C5" w14:textId="77777777" w:rsidR="006E6D04" w:rsidRPr="00AF5BFF" w:rsidRDefault="006E6D04" w:rsidP="00AF5BFF">
      <w:pPr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Odstąpienie od Umowy wymaga zachowania formy pisemnej pod rygorem nieważności.</w:t>
      </w:r>
    </w:p>
    <w:p w14:paraId="785CA7EA" w14:textId="77777777" w:rsidR="006E6D04" w:rsidRPr="00AF5BFF" w:rsidRDefault="006E6D04" w:rsidP="00AF5BFF">
      <w:pPr>
        <w:numPr>
          <w:ilvl w:val="0"/>
          <w:numId w:val="6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W przypadku skorzystania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z prawa odstąpienia od Umowy, w mocy pozostają postanowienia umowne dotyczące kar umownych przewidzianych na wypadek odstąpienia, a także te postanowienia Umowy, które odnoszą się do przyjętych bez zastrzeżeń przez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="0048403F" w:rsidRPr="00AF5BFF">
        <w:rPr>
          <w:rFonts w:ascii="Calibri" w:hAnsi="Calibri" w:cs="Calibri"/>
          <w:sz w:val="20"/>
          <w:szCs w:val="20"/>
        </w:rPr>
        <w:t xml:space="preserve"> pojazdu</w:t>
      </w:r>
      <w:r w:rsidRPr="00AF5BFF">
        <w:rPr>
          <w:rFonts w:ascii="Calibri" w:hAnsi="Calibri" w:cs="Calibri"/>
          <w:sz w:val="20"/>
          <w:szCs w:val="20"/>
        </w:rPr>
        <w:t>.</w:t>
      </w:r>
    </w:p>
    <w:p w14:paraId="15A2B851" w14:textId="77777777" w:rsidR="00375A1A" w:rsidRDefault="00375A1A" w:rsidP="00AF5BFF">
      <w:pPr>
        <w:spacing w:before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0C781928" w14:textId="77777777" w:rsidR="006D77DF" w:rsidRPr="00AF5BFF" w:rsidRDefault="006D77DF" w:rsidP="00AF5BFF">
      <w:pPr>
        <w:spacing w:before="0" w:line="276" w:lineRule="auto"/>
        <w:jc w:val="center"/>
        <w:rPr>
          <w:rFonts w:ascii="Calibri" w:hAnsi="Calibri" w:cs="Calibri"/>
          <w:sz w:val="20"/>
          <w:szCs w:val="20"/>
        </w:rPr>
      </w:pPr>
      <w:bookmarkStart w:id="4" w:name="_GoBack"/>
      <w:bookmarkEnd w:id="4"/>
    </w:p>
    <w:p w14:paraId="0B8D8ED5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lastRenderedPageBreak/>
        <w:t xml:space="preserve">§ </w:t>
      </w:r>
      <w:r w:rsidR="00120655" w:rsidRPr="00AF5BFF">
        <w:rPr>
          <w:rFonts w:ascii="Calibri" w:hAnsi="Calibri" w:cs="Calibri"/>
          <w:b/>
          <w:sz w:val="20"/>
          <w:szCs w:val="20"/>
        </w:rPr>
        <w:t>8</w:t>
      </w:r>
    </w:p>
    <w:p w14:paraId="50AD3800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ZMIANY UMOWY</w:t>
      </w:r>
    </w:p>
    <w:p w14:paraId="204A41CD" w14:textId="1A34CBED" w:rsidR="00F1005F" w:rsidRPr="00AF5BFF" w:rsidRDefault="00F1005F" w:rsidP="00AF5BFF">
      <w:pPr>
        <w:numPr>
          <w:ilvl w:val="0"/>
          <w:numId w:val="11"/>
        </w:numPr>
        <w:spacing w:before="0" w:line="276" w:lineRule="auto"/>
        <w:ind w:left="284" w:hanging="284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Strony przewidują możliwość wprowadzenia zmian postanowień Umowy, w następujących przypadkach:</w:t>
      </w:r>
    </w:p>
    <w:p w14:paraId="2927B1D3" w14:textId="77777777" w:rsidR="006E6D04" w:rsidRPr="00AF5BFF" w:rsidRDefault="006E6D04" w:rsidP="00AF5BFF">
      <w:pPr>
        <w:numPr>
          <w:ilvl w:val="1"/>
          <w:numId w:val="11"/>
        </w:numPr>
        <w:spacing w:before="0" w:line="276" w:lineRule="auto"/>
        <w:ind w:left="567" w:hanging="283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zmiany miejsc</w:t>
      </w:r>
      <w:r w:rsidR="00B925F5" w:rsidRPr="00AF5BFF">
        <w:rPr>
          <w:rFonts w:ascii="Calibri" w:hAnsi="Calibri" w:cs="Calibri"/>
          <w:sz w:val="20"/>
          <w:szCs w:val="20"/>
        </w:rPr>
        <w:t>a</w:t>
      </w:r>
      <w:r w:rsidRPr="00AF5BFF">
        <w:rPr>
          <w:rFonts w:ascii="Calibri" w:hAnsi="Calibri" w:cs="Calibri"/>
          <w:sz w:val="20"/>
          <w:szCs w:val="20"/>
        </w:rPr>
        <w:t xml:space="preserve"> dostaw</w:t>
      </w:r>
      <w:r w:rsidR="00B925F5" w:rsidRPr="00AF5BFF">
        <w:rPr>
          <w:rFonts w:ascii="Calibri" w:hAnsi="Calibri" w:cs="Calibri"/>
          <w:sz w:val="20"/>
          <w:szCs w:val="20"/>
        </w:rPr>
        <w:t>y</w:t>
      </w:r>
      <w:r w:rsidRPr="00AF5BFF">
        <w:rPr>
          <w:rFonts w:ascii="Calibri" w:hAnsi="Calibri" w:cs="Calibri"/>
          <w:sz w:val="20"/>
          <w:szCs w:val="20"/>
        </w:rPr>
        <w:t xml:space="preserve">, wykonywania świadczeń objętych Umową, oraz zmiany adresów tych miejsc w wyniku zmian organizacyjnych i/lub zmian adresów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>;</w:t>
      </w:r>
    </w:p>
    <w:p w14:paraId="72DDA81E" w14:textId="77777777" w:rsidR="006E6D04" w:rsidRPr="00AF5BFF" w:rsidRDefault="006E6D04" w:rsidP="00AF5BFF">
      <w:pPr>
        <w:numPr>
          <w:ilvl w:val="1"/>
          <w:numId w:val="11"/>
        </w:numPr>
        <w:spacing w:before="0" w:line="276" w:lineRule="auto"/>
        <w:ind w:left="567" w:hanging="283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gdy zaistnieją nieprzewidziane okoliczności, tzn. okoliczności, których przy zachowaniu należytej staranności nie można było przewidzieć, zmiany będą konieczne, gdyż bez ich dokonania świadczenie wchodzące w zakres Przedmiotu Umowy nie będzie mogło być zrealizowane , bądź nie będzie mógł zostać osiągnięty cel, dl</w:t>
      </w:r>
      <w:r w:rsidR="00B925F5" w:rsidRPr="00AF5BFF">
        <w:rPr>
          <w:rFonts w:ascii="Calibri" w:hAnsi="Calibri" w:cs="Calibri"/>
          <w:sz w:val="20"/>
          <w:szCs w:val="20"/>
        </w:rPr>
        <w:t>a którego miało być wykonywane.</w:t>
      </w:r>
    </w:p>
    <w:p w14:paraId="3C877724" w14:textId="0E184875" w:rsidR="00393F8A" w:rsidRPr="00AF5BFF" w:rsidRDefault="00393F8A" w:rsidP="00AF5BFF">
      <w:pPr>
        <w:numPr>
          <w:ilvl w:val="0"/>
          <w:numId w:val="11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bookmarkStart w:id="5" w:name="_Hlk67170966"/>
      <w:r w:rsidRPr="00AF5BFF">
        <w:rPr>
          <w:rFonts w:ascii="Calibri" w:hAnsi="Calibri" w:cs="Calibri"/>
          <w:sz w:val="20"/>
          <w:szCs w:val="20"/>
        </w:rPr>
        <w:t>Wszelkie zmiany i uzupełnienia w treści Umowy wymagają formy pisemnej pod rygorem nieważności</w:t>
      </w:r>
      <w:bookmarkEnd w:id="5"/>
      <w:r w:rsidR="00C06B5B" w:rsidRPr="00AF5BFF">
        <w:rPr>
          <w:rFonts w:ascii="Calibri" w:hAnsi="Calibri" w:cs="Calibri"/>
          <w:sz w:val="20"/>
          <w:szCs w:val="20"/>
        </w:rPr>
        <w:t>.</w:t>
      </w:r>
    </w:p>
    <w:p w14:paraId="33F27DD1" w14:textId="77777777" w:rsidR="00C61E07" w:rsidRPr="00AF5BFF" w:rsidRDefault="00C61E07" w:rsidP="00AF5BFF">
      <w:pPr>
        <w:numPr>
          <w:ilvl w:val="0"/>
          <w:numId w:val="11"/>
        </w:numPr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Zmiany adresu Stron, numeru konta bankowego, wykazu osób do kontaktu nie stanowią zmiany umowy i nie wymagają zawierania dodatkowych aneksów. Zmiany w powyższym zakresie Strony każdorazowo dokonują poprzez powiadomienie w formie pisemnej.</w:t>
      </w:r>
    </w:p>
    <w:p w14:paraId="16DB47B4" w14:textId="77777777" w:rsidR="00802C2B" w:rsidRPr="00AF5BFF" w:rsidRDefault="00802C2B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 xml:space="preserve">§ </w:t>
      </w:r>
      <w:r w:rsidR="00120655" w:rsidRPr="00AF5BFF">
        <w:rPr>
          <w:rFonts w:ascii="Calibri" w:hAnsi="Calibri" w:cs="Calibri"/>
          <w:b/>
          <w:sz w:val="20"/>
          <w:szCs w:val="20"/>
        </w:rPr>
        <w:t>9</w:t>
      </w:r>
    </w:p>
    <w:p w14:paraId="0F3E2B26" w14:textId="05B2A23D" w:rsidR="009A109B" w:rsidRPr="00AF5BFF" w:rsidRDefault="00EA0DDB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OCHRONA DANYCH OSOBOWYCH</w:t>
      </w:r>
    </w:p>
    <w:p w14:paraId="755A7FCE" w14:textId="0817B99B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 xml:space="preserve">Każda ze Stron oświadcza, że jest administratorem danych osobowych – w rozumieniu art. 4 pkt 7 Rozporządzenia Parlamentu Europejskiego i Rady (UE) 2016/679 z dnia 27 kwietnia 2016 r. w sprawie ochrony osób fizycznych w związku z przetwarzaniem danych osobowych i w sprawie swobodnego przepływu takich danych oraz uchylenia dyrektywy 95/46/WE (dalej: RODO) –   osób upoważnionych do reprezentacji Strony oraz osób wskazanych do kontaktu lub osób, których dane przetwarzane będą w związku z realizacją Umowy.  </w:t>
      </w:r>
    </w:p>
    <w:p w14:paraId="2BE6039D" w14:textId="283F0D05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 xml:space="preserve">Strony oświadczają, że zgodnie z obowiązującymi przepisami są uprawnione do wzajemnego udostępnienia danych osobowych osób, o których mowa w ust. 1 powyżej, jeśli jest to niezbędne do celu realizacji prawnie uzasadnionych interesów Strony – tj. w celu zawarcia, wykonywania, rozliczenia i administrowania  niniejszą umową (art. 6 ust. 1 lit. b RODO), w celu wypełnienia obowiązków ciążących na stronie zgodnie z przepisami podatkowymi i o rachunkowości (art. 6 ust. 1 lit. c RODO) oraz w celu ustalenia, obrony i dochodzenia roszczeń związanych z niniejszą umową (art. 6 ust. 1 lit. f RODO).  </w:t>
      </w:r>
    </w:p>
    <w:p w14:paraId="32256897" w14:textId="15E3428C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>Z chwilą udostępnienia danych osobowych osób, o których mowa w ust. 1 powyżej drugiej stronie, strona otrzymująca dane osobowe staje się w tym zakresie administratorem danych osobowych.</w:t>
      </w:r>
    </w:p>
    <w:p w14:paraId="602A386D" w14:textId="4A7CC482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 xml:space="preserve">Każda ze stron zobowiązuje się poinformować osoby, o których mowa w ust. 1 powyżej o udostępnieniu ich danych osobowych drugiej stronie. Informacja skierowana do osób, o których mowa w ust. 1 powyżej ma obejmować również wszystkie informacje wymagane od administratora danych osobowych, zgodnie z obowiązującymi przepisami, w szczególności klauzulę informacyjną, której treść jest wyznaczona przez art. 13 lub 14 RODO. </w:t>
      </w:r>
    </w:p>
    <w:p w14:paraId="4EC3AA0E" w14:textId="2F8B8C4A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>Strony Umowy zobowiązują się do zapewnienia prawidłowego przetwarzania udostępnionych przez drugą stronę danych osobowych poprzez stosowanie odpowiednich organizacyjnych i technicznych środków ochrony tych danych, gwarantujących ochronę praw osób, których te dane dotyczą, zgodnie z przepisami oraz wymogami RODO, przepisami Ustawy z dnia 10.05.2018 r. o ochronie danych osobowych lub innymi przepisami prawa polskiego.</w:t>
      </w:r>
    </w:p>
    <w:p w14:paraId="435FA99C" w14:textId="1791BD4A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>Dane osób, o których mowa w ust. 1 powyżej będą przetwarzane przez strony przez czas obowiązywania niniejszej Umowy i przez okres 5 lat po roku rozwiązaniu lub wygaśnięciu niniejszej Umowy, chyba że przepisy prawa nadkładają na administratora danych obowiązek lub dają mu uprawnienie do przetwarzania tych danych przez dłuższy czas.</w:t>
      </w:r>
    </w:p>
    <w:p w14:paraId="47FAAD4C" w14:textId="4D178185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>Klauzula informacyjna Zamawiającego stanowi załącznik nr 3 do umowy.</w:t>
      </w:r>
    </w:p>
    <w:p w14:paraId="76D71E76" w14:textId="19D0A9A7" w:rsidR="00140F00" w:rsidRPr="00AF5BFF" w:rsidRDefault="00140F00" w:rsidP="00AF5BFF">
      <w:pPr>
        <w:pStyle w:val="Tekstkomentarza"/>
        <w:numPr>
          <w:ilvl w:val="0"/>
          <w:numId w:val="29"/>
        </w:numPr>
        <w:spacing w:before="0" w:line="276" w:lineRule="auto"/>
        <w:ind w:left="284" w:hanging="294"/>
        <w:rPr>
          <w:rFonts w:ascii="Calibri" w:hAnsi="Calibri" w:cs="Calibri"/>
        </w:rPr>
      </w:pPr>
      <w:r w:rsidRPr="00AF5BFF">
        <w:rPr>
          <w:rFonts w:ascii="Calibri" w:hAnsi="Calibri" w:cs="Calibri"/>
        </w:rPr>
        <w:t>Klauzula informacyjna Wykonawcy stanowi załącznik nr 4 do umowy.</w:t>
      </w:r>
    </w:p>
    <w:p w14:paraId="35B89D9D" w14:textId="77777777" w:rsidR="000942E9" w:rsidRPr="00AF5BFF" w:rsidRDefault="000942E9" w:rsidP="00AF5BFF">
      <w:pPr>
        <w:spacing w:before="0" w:line="276" w:lineRule="auto"/>
        <w:ind w:left="426"/>
        <w:rPr>
          <w:rFonts w:ascii="Calibri" w:hAnsi="Calibri" w:cs="Calibri"/>
          <w:sz w:val="20"/>
          <w:szCs w:val="20"/>
        </w:rPr>
      </w:pPr>
    </w:p>
    <w:p w14:paraId="0683568C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1</w:t>
      </w:r>
      <w:r w:rsidR="00120655" w:rsidRPr="00AF5BFF">
        <w:rPr>
          <w:rFonts w:ascii="Calibri" w:hAnsi="Calibri" w:cs="Calibri"/>
          <w:b/>
          <w:sz w:val="20"/>
          <w:szCs w:val="20"/>
        </w:rPr>
        <w:t>0</w:t>
      </w:r>
    </w:p>
    <w:p w14:paraId="779BE969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KOORDYNACJA UMOWY</w:t>
      </w:r>
    </w:p>
    <w:p w14:paraId="335655F5" w14:textId="77777777" w:rsidR="006E6D04" w:rsidRPr="00AF5BFF" w:rsidRDefault="006E6D04" w:rsidP="00AF5BFF">
      <w:pPr>
        <w:pStyle w:val="Akapitzlist"/>
        <w:numPr>
          <w:ilvl w:val="6"/>
          <w:numId w:val="2"/>
        </w:numPr>
        <w:tabs>
          <w:tab w:val="clear" w:pos="5040"/>
          <w:tab w:val="num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Obowiązki koordynującego sprawy związane z dostawą ze strony </w:t>
      </w:r>
      <w:r w:rsidRPr="00AF5BFF">
        <w:rPr>
          <w:rFonts w:ascii="Calibri" w:hAnsi="Calibri" w:cs="Calibri"/>
          <w:b/>
          <w:sz w:val="20"/>
          <w:szCs w:val="20"/>
        </w:rPr>
        <w:t>Zamawiającego</w:t>
      </w:r>
      <w:r w:rsidRPr="00AF5BFF">
        <w:rPr>
          <w:rFonts w:ascii="Calibri" w:hAnsi="Calibri" w:cs="Calibri"/>
          <w:sz w:val="20"/>
          <w:szCs w:val="20"/>
        </w:rPr>
        <w:t xml:space="preserve"> pełnić będzie:</w:t>
      </w:r>
    </w:p>
    <w:tbl>
      <w:tblPr>
        <w:tblStyle w:val="Tabela-Siatka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2443"/>
        <w:gridCol w:w="2727"/>
        <w:gridCol w:w="392"/>
        <w:gridCol w:w="2726"/>
        <w:gridCol w:w="250"/>
      </w:tblGrid>
      <w:tr w:rsidR="00140F00" w:rsidRPr="006D77DF" w14:paraId="0F56B48D" w14:textId="77777777" w:rsidTr="001773CF">
        <w:tc>
          <w:tcPr>
            <w:tcW w:w="959" w:type="dxa"/>
          </w:tcPr>
          <w:p w14:paraId="122C78BD" w14:textId="77777777" w:rsidR="006E6D04" w:rsidRPr="00AF5BFF" w:rsidRDefault="006E6D04" w:rsidP="00AF5BFF">
            <w:pPr>
              <w:spacing w:before="0" w:line="276" w:lineRule="auto"/>
              <w:ind w:firstLine="34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Pan:</w:t>
            </w:r>
          </w:p>
        </w:tc>
        <w:tc>
          <w:tcPr>
            <w:tcW w:w="2443" w:type="dxa"/>
          </w:tcPr>
          <w:p w14:paraId="4F20B13E" w14:textId="7D9DD278" w:rsidR="006E6D04" w:rsidRPr="00AF5BFF" w:rsidRDefault="001773CF" w:rsidP="001773CF">
            <w:pPr>
              <w:spacing w:before="0"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Eugeniusz Broniszewski</w:t>
            </w:r>
          </w:p>
        </w:tc>
        <w:tc>
          <w:tcPr>
            <w:tcW w:w="2727" w:type="dxa"/>
          </w:tcPr>
          <w:p w14:paraId="343C7569" w14:textId="5FCB37B5" w:rsidR="006E6D04" w:rsidRPr="00AF5BFF" w:rsidRDefault="006E6D04" w:rsidP="001773CF">
            <w:pPr>
              <w:spacing w:before="0" w:line="276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tel.:</w:t>
            </w:r>
            <w:r w:rsidR="001773CF">
              <w:rPr>
                <w:rFonts w:ascii="Calibri" w:hAnsi="Calibri" w:cs="Calibri"/>
                <w:sz w:val="20"/>
                <w:szCs w:val="20"/>
              </w:rPr>
              <w:t xml:space="preserve"> 55 644 03 11/664 159 981</w:t>
            </w:r>
          </w:p>
        </w:tc>
        <w:tc>
          <w:tcPr>
            <w:tcW w:w="392" w:type="dxa"/>
          </w:tcPr>
          <w:p w14:paraId="0E71077A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26" w:type="dxa"/>
          </w:tcPr>
          <w:p w14:paraId="21388DFE" w14:textId="1A70B103" w:rsidR="006E6D04" w:rsidRPr="005B56C9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  <w:lang w:val="en-PH"/>
              </w:rPr>
            </w:pPr>
            <w:r w:rsidRPr="005B56C9">
              <w:rPr>
                <w:rFonts w:ascii="Calibri" w:hAnsi="Calibri" w:cs="Calibri"/>
                <w:sz w:val="20"/>
                <w:szCs w:val="20"/>
                <w:lang w:val="en-PH"/>
              </w:rPr>
              <w:t>e-mail:</w:t>
            </w:r>
            <w:r w:rsidR="001773CF" w:rsidRPr="005B56C9">
              <w:rPr>
                <w:rFonts w:ascii="Calibri" w:hAnsi="Calibri" w:cs="Calibri"/>
                <w:sz w:val="20"/>
                <w:szCs w:val="20"/>
                <w:lang w:val="en-PH"/>
              </w:rPr>
              <w:t xml:space="preserve"> </w:t>
            </w:r>
            <w:hyperlink r:id="rId14" w:history="1">
              <w:r w:rsidR="001773CF" w:rsidRPr="005B56C9">
                <w:rPr>
                  <w:rStyle w:val="Hipercze"/>
                  <w:rFonts w:ascii="Calibri" w:hAnsi="Calibri" w:cs="Calibri"/>
                  <w:sz w:val="20"/>
                  <w:szCs w:val="20"/>
                  <w:lang w:val="en-PH"/>
                </w:rPr>
                <w:t>oc@gminabraniewo.pl</w:t>
              </w:r>
            </w:hyperlink>
            <w:r w:rsidR="001773CF" w:rsidRPr="005B56C9">
              <w:rPr>
                <w:rFonts w:ascii="Calibri" w:hAnsi="Calibri" w:cs="Calibri"/>
                <w:sz w:val="20"/>
                <w:szCs w:val="20"/>
                <w:lang w:val="en-PH"/>
              </w:rPr>
              <w:t xml:space="preserve"> </w:t>
            </w:r>
          </w:p>
        </w:tc>
        <w:tc>
          <w:tcPr>
            <w:tcW w:w="250" w:type="dxa"/>
          </w:tcPr>
          <w:p w14:paraId="11AC055E" w14:textId="77777777" w:rsidR="006E6D04" w:rsidRPr="005B56C9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  <w:lang w:val="en-PH"/>
              </w:rPr>
            </w:pPr>
          </w:p>
        </w:tc>
      </w:tr>
    </w:tbl>
    <w:p w14:paraId="0C59510E" w14:textId="77777777" w:rsidR="006E6D04" w:rsidRPr="00AF5BFF" w:rsidRDefault="006E6D04" w:rsidP="00AF5BFF">
      <w:pPr>
        <w:numPr>
          <w:ilvl w:val="2"/>
          <w:numId w:val="2"/>
        </w:numPr>
        <w:tabs>
          <w:tab w:val="clear" w:pos="2340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Obowiązki koordynującego sprawy związane z dostawą ze strony </w:t>
      </w:r>
      <w:r w:rsidRPr="00AF5BFF">
        <w:rPr>
          <w:rFonts w:ascii="Calibri" w:hAnsi="Calibri" w:cs="Calibri"/>
          <w:b/>
          <w:sz w:val="20"/>
          <w:szCs w:val="20"/>
        </w:rPr>
        <w:t>Wykonawcy</w:t>
      </w:r>
      <w:r w:rsidRPr="00AF5BFF">
        <w:rPr>
          <w:rFonts w:ascii="Calibri" w:hAnsi="Calibri" w:cs="Calibri"/>
          <w:sz w:val="20"/>
          <w:szCs w:val="20"/>
        </w:rPr>
        <w:t xml:space="preserve"> pełnić będzie:</w:t>
      </w:r>
    </w:p>
    <w:tbl>
      <w:tblPr>
        <w:tblStyle w:val="Tabela-Siatka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1971"/>
        <w:gridCol w:w="617"/>
        <w:gridCol w:w="1662"/>
        <w:gridCol w:w="940"/>
        <w:gridCol w:w="3454"/>
      </w:tblGrid>
      <w:tr w:rsidR="006E6D04" w:rsidRPr="00AF5BFF" w14:paraId="4B29314B" w14:textId="77777777" w:rsidTr="00C86D95">
        <w:tc>
          <w:tcPr>
            <w:tcW w:w="853" w:type="dxa"/>
          </w:tcPr>
          <w:p w14:paraId="598732AB" w14:textId="77777777" w:rsidR="006E6D04" w:rsidRPr="00AF5BFF" w:rsidRDefault="006E6D04" w:rsidP="00AF5BFF">
            <w:pPr>
              <w:spacing w:before="0" w:line="276" w:lineRule="auto"/>
              <w:ind w:left="34" w:firstLine="34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lastRenderedPageBreak/>
              <w:t>Pan:</w:t>
            </w:r>
          </w:p>
        </w:tc>
        <w:tc>
          <w:tcPr>
            <w:tcW w:w="1971" w:type="dxa"/>
          </w:tcPr>
          <w:p w14:paraId="32AFA6E2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17" w:type="dxa"/>
          </w:tcPr>
          <w:p w14:paraId="17A20100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1662" w:type="dxa"/>
          </w:tcPr>
          <w:p w14:paraId="3D0D08C2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0" w:type="dxa"/>
          </w:tcPr>
          <w:p w14:paraId="3815D750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3454" w:type="dxa"/>
          </w:tcPr>
          <w:p w14:paraId="38F1F3ED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5279919" w14:textId="77777777" w:rsidR="006E6D04" w:rsidRPr="00AF5BFF" w:rsidRDefault="006E6D04" w:rsidP="00AF5BFF">
            <w:pPr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1857441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1</w:t>
      </w:r>
      <w:r w:rsidR="00120655" w:rsidRPr="00AF5BFF">
        <w:rPr>
          <w:rFonts w:ascii="Calibri" w:hAnsi="Calibri" w:cs="Calibri"/>
          <w:b/>
          <w:sz w:val="20"/>
          <w:szCs w:val="20"/>
        </w:rPr>
        <w:t>1</w:t>
      </w:r>
    </w:p>
    <w:p w14:paraId="77C99A55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DOKUMENTACJA TECHNICZNO - EKSPLOATACYJNA</w:t>
      </w:r>
    </w:p>
    <w:p w14:paraId="417A4D49" w14:textId="3CFCE6A6" w:rsidR="00490BD1" w:rsidRPr="00490BD1" w:rsidRDefault="00451BAF" w:rsidP="00490BD1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przekaże </w:t>
      </w:r>
      <w:r w:rsidR="00B44EFC" w:rsidRPr="00AF5BFF">
        <w:rPr>
          <w:rFonts w:ascii="Calibri" w:hAnsi="Calibri" w:cs="Calibri"/>
          <w:sz w:val="20"/>
          <w:szCs w:val="20"/>
        </w:rPr>
        <w:t xml:space="preserve">wraz z dostawą przedmiotu zamówienia Wykonawca dostarczy kartę katalogową producenta,  instrukcję obsługi w języku polskim, a także dokumentację techniczną, kartę gwarancyjną, deklarację zgodności CE oraz </w:t>
      </w:r>
      <w:r w:rsidR="00B44EFC" w:rsidRPr="00AF5BFF">
        <w:rPr>
          <w:rFonts w:ascii="Calibri" w:eastAsia="SimSun" w:hAnsi="Calibri" w:cs="Calibri"/>
          <w:color w:val="000000"/>
          <w:kern w:val="24"/>
          <w:sz w:val="20"/>
          <w:szCs w:val="20"/>
          <w:lang w:eastAsia="hi-IN" w:bidi="hi-IN"/>
        </w:rPr>
        <w:t>komplet dokumentacji niezbędnej do rejestracji przyczepy</w:t>
      </w:r>
      <w:r w:rsidR="00B44EFC" w:rsidRPr="00AF5BFF">
        <w:rPr>
          <w:rFonts w:ascii="Calibri" w:hAnsi="Calibri" w:cs="Calibri"/>
          <w:sz w:val="20"/>
          <w:szCs w:val="20"/>
        </w:rPr>
        <w:t>.</w:t>
      </w:r>
    </w:p>
    <w:p w14:paraId="2B7E5D86" w14:textId="77777777" w:rsidR="0081351E" w:rsidRPr="00AF5BFF" w:rsidRDefault="0081351E" w:rsidP="00AF5BFF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Zamawiający</w:t>
      </w:r>
      <w:r w:rsidRPr="00AF5BFF">
        <w:rPr>
          <w:rFonts w:ascii="Calibri" w:hAnsi="Calibri" w:cs="Calibri"/>
          <w:sz w:val="20"/>
          <w:szCs w:val="20"/>
        </w:rPr>
        <w:t xml:space="preserve"> zobowiązuje się do przestrzegania instrukcji zawartych w dokumentacji techniczno- eksploatacyjnej.</w:t>
      </w:r>
    </w:p>
    <w:p w14:paraId="29D6B858" w14:textId="77777777" w:rsidR="00897F35" w:rsidRPr="00AF5BFF" w:rsidRDefault="0081351E" w:rsidP="00AF5BFF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Wykonawca</w:t>
      </w:r>
      <w:r w:rsidRPr="00AF5BFF">
        <w:rPr>
          <w:rFonts w:ascii="Calibri" w:hAnsi="Calibri" w:cs="Calibri"/>
          <w:sz w:val="20"/>
          <w:szCs w:val="20"/>
        </w:rPr>
        <w:t xml:space="preserve"> zobowiązuje się do bezpłatnej aktualizacji dostarczonej dokumentacji techniczno-eksploatacyjnej (w przypadku zmian w trakcie trwania gwarancji).</w:t>
      </w:r>
    </w:p>
    <w:p w14:paraId="207FE66A" w14:textId="77777777" w:rsidR="00897F35" w:rsidRPr="00AF5BFF" w:rsidRDefault="00897F35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65B746F9" w14:textId="77777777" w:rsidR="006E6D04" w:rsidRPr="00AF5BFF" w:rsidRDefault="006E6D04" w:rsidP="00AF5BFF">
      <w:pPr>
        <w:spacing w:before="0" w:line="276" w:lineRule="auto"/>
        <w:ind w:left="4248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§ 1</w:t>
      </w:r>
      <w:r w:rsidR="00120655" w:rsidRPr="00AF5BFF">
        <w:rPr>
          <w:rFonts w:ascii="Calibri" w:hAnsi="Calibri" w:cs="Calibri"/>
          <w:b/>
          <w:sz w:val="20"/>
          <w:szCs w:val="20"/>
        </w:rPr>
        <w:t>2</w:t>
      </w:r>
    </w:p>
    <w:p w14:paraId="432AAFD3" w14:textId="77777777" w:rsidR="006E6D04" w:rsidRPr="00AF5BFF" w:rsidRDefault="006E6D04" w:rsidP="00AF5BFF">
      <w:pPr>
        <w:spacing w:before="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POSTANOWIENIA KOŃCOWE</w:t>
      </w:r>
    </w:p>
    <w:p w14:paraId="57A804AC" w14:textId="77777777" w:rsidR="00D10DD5" w:rsidRPr="00AF5BFF" w:rsidRDefault="00D10DD5" w:rsidP="00AF5BFF">
      <w:pPr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Prawem właściwym dla niniejszej umowy jest prawo polskie.</w:t>
      </w:r>
    </w:p>
    <w:p w14:paraId="63C81E36" w14:textId="77777777" w:rsidR="00D10DD5" w:rsidRPr="00AF5BFF" w:rsidRDefault="00D10DD5" w:rsidP="00AF5BFF">
      <w:pPr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 sprawach nieuregulowanych umową mają zastosowanie przepisy ustawy Prawo zamówień publicznych, oraz Kodeksu cywilnego.</w:t>
      </w:r>
    </w:p>
    <w:p w14:paraId="0F3BF4C2" w14:textId="77777777" w:rsidR="00D10DD5" w:rsidRPr="00AF5BFF" w:rsidRDefault="00D10DD5" w:rsidP="00AF5BFF">
      <w:pPr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eastAsia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Wszelkie zmiany i uzupełnienia wymagają zachowania formy pisemnej pod rygorem nieważności.</w:t>
      </w:r>
    </w:p>
    <w:p w14:paraId="0A29629D" w14:textId="0D1235D0" w:rsidR="00D10DD5" w:rsidRPr="00AF5BFF" w:rsidRDefault="00D10DD5" w:rsidP="00AF5BFF">
      <w:pPr>
        <w:pStyle w:val="Akapitzlist"/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Spory mogące powstać na tle stosowania umowy Strony będą się starały rozwiązać w drodze negocjacji, a w przypadku niemożności osiągniecia porozumienia poddają pod rozstrzygnięcie właściwego rzeczowo polskiego sądu powszechnego </w:t>
      </w:r>
      <w:r w:rsidR="00354C0F" w:rsidRPr="00AF5BFF">
        <w:rPr>
          <w:rFonts w:ascii="Calibri" w:hAnsi="Calibri" w:cs="Calibri"/>
          <w:sz w:val="20"/>
          <w:szCs w:val="20"/>
        </w:rPr>
        <w:t xml:space="preserve"> dla  </w:t>
      </w:r>
      <w:r w:rsidRPr="00AF5BFF">
        <w:rPr>
          <w:rFonts w:ascii="Calibri" w:hAnsi="Calibri" w:cs="Calibri"/>
          <w:sz w:val="20"/>
          <w:szCs w:val="20"/>
        </w:rPr>
        <w:t>siedziby Zamawiającego.</w:t>
      </w:r>
    </w:p>
    <w:p w14:paraId="62EE18C5" w14:textId="06A244C4" w:rsidR="00EA0DDB" w:rsidRPr="00AF5BFF" w:rsidRDefault="00D10DD5" w:rsidP="00AF5BFF">
      <w:pPr>
        <w:pStyle w:val="Akapitzlist"/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 xml:space="preserve">Umowę sporządzono w </w:t>
      </w:r>
      <w:r w:rsidR="00C06B5B" w:rsidRPr="00AF5BFF">
        <w:rPr>
          <w:rFonts w:ascii="Calibri" w:hAnsi="Calibri" w:cs="Calibri"/>
          <w:bCs/>
          <w:sz w:val="20"/>
          <w:szCs w:val="20"/>
        </w:rPr>
        <w:t xml:space="preserve">dwóch </w:t>
      </w:r>
      <w:r w:rsidRPr="00AF5BFF">
        <w:rPr>
          <w:rFonts w:ascii="Calibri" w:hAnsi="Calibri" w:cs="Calibri"/>
          <w:bCs/>
          <w:sz w:val="20"/>
          <w:szCs w:val="20"/>
        </w:rPr>
        <w:t xml:space="preserve">jednobrzmiących egzemplarzach w tym </w:t>
      </w:r>
      <w:r w:rsidR="00C06B5B" w:rsidRPr="00AF5BFF">
        <w:rPr>
          <w:rFonts w:ascii="Calibri" w:hAnsi="Calibri" w:cs="Calibri"/>
          <w:bCs/>
          <w:sz w:val="20"/>
          <w:szCs w:val="20"/>
        </w:rPr>
        <w:t>jeden</w:t>
      </w:r>
      <w:r w:rsidRPr="00AF5BFF">
        <w:rPr>
          <w:rFonts w:ascii="Calibri" w:hAnsi="Calibri" w:cs="Calibri"/>
          <w:bCs/>
          <w:sz w:val="20"/>
          <w:szCs w:val="20"/>
        </w:rPr>
        <w:t xml:space="preserve"> egzemplarz dla Zamawiającego i </w:t>
      </w:r>
      <w:r w:rsidR="00C06B5B" w:rsidRPr="00AF5BFF">
        <w:rPr>
          <w:rFonts w:ascii="Calibri" w:hAnsi="Calibri" w:cs="Calibri"/>
          <w:bCs/>
          <w:sz w:val="20"/>
          <w:szCs w:val="20"/>
        </w:rPr>
        <w:t xml:space="preserve">jeden </w:t>
      </w:r>
      <w:r w:rsidRPr="00AF5BFF">
        <w:rPr>
          <w:rFonts w:ascii="Calibri" w:hAnsi="Calibri" w:cs="Calibri"/>
          <w:bCs/>
          <w:sz w:val="20"/>
          <w:szCs w:val="20"/>
        </w:rPr>
        <w:t>egzemplarz dla Wykonawcy</w:t>
      </w:r>
      <w:r w:rsidR="00EA0DDB" w:rsidRPr="00AF5BFF">
        <w:rPr>
          <w:rFonts w:ascii="Calibri" w:hAnsi="Calibri" w:cs="Calibri"/>
          <w:bCs/>
          <w:sz w:val="20"/>
          <w:szCs w:val="20"/>
        </w:rPr>
        <w:t>.</w:t>
      </w:r>
    </w:p>
    <w:p w14:paraId="7DA9582A" w14:textId="69259C67" w:rsidR="00421716" w:rsidRPr="00AF5BFF" w:rsidRDefault="00421716" w:rsidP="00AF5BFF">
      <w:pPr>
        <w:pStyle w:val="Akapitzlist"/>
        <w:numPr>
          <w:ilvl w:val="0"/>
          <w:numId w:val="18"/>
        </w:numPr>
        <w:tabs>
          <w:tab w:val="left" w:pos="284"/>
        </w:tabs>
        <w:spacing w:before="0"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b/>
          <w:sz w:val="20"/>
          <w:szCs w:val="20"/>
        </w:rPr>
        <w:t>Integralną część Umowy stanowią:</w:t>
      </w:r>
    </w:p>
    <w:p w14:paraId="64A83991" w14:textId="20B041E4" w:rsidR="00421716" w:rsidRPr="00AF5BFF" w:rsidRDefault="00CE4B32" w:rsidP="00AF5BFF">
      <w:pPr>
        <w:numPr>
          <w:ilvl w:val="0"/>
          <w:numId w:val="8"/>
        </w:numPr>
        <w:spacing w:before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Załącznik nr 1:</w:t>
      </w:r>
      <w:r w:rsidR="003760A9" w:rsidRPr="00AF5BFF">
        <w:rPr>
          <w:rFonts w:ascii="Calibri" w:hAnsi="Calibri" w:cs="Calibri"/>
          <w:sz w:val="20"/>
          <w:szCs w:val="20"/>
        </w:rPr>
        <w:t xml:space="preserve"> zapytanie ofertowe</w:t>
      </w:r>
    </w:p>
    <w:p w14:paraId="24B568B0" w14:textId="77777777" w:rsidR="00421716" w:rsidRPr="00AF5BFF" w:rsidRDefault="00CE4B32" w:rsidP="00AF5BFF">
      <w:pPr>
        <w:numPr>
          <w:ilvl w:val="0"/>
          <w:numId w:val="8"/>
        </w:numPr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Załącznik nr 2: </w:t>
      </w:r>
      <w:r w:rsidR="00926EAC" w:rsidRPr="00AF5BFF">
        <w:rPr>
          <w:rFonts w:ascii="Calibri" w:hAnsi="Calibri" w:cs="Calibri"/>
          <w:sz w:val="20"/>
          <w:szCs w:val="20"/>
        </w:rPr>
        <w:t>Oferta</w:t>
      </w:r>
      <w:r w:rsidR="00421716" w:rsidRPr="00AF5BFF">
        <w:rPr>
          <w:rFonts w:ascii="Calibri" w:hAnsi="Calibri" w:cs="Calibri"/>
          <w:sz w:val="20"/>
          <w:szCs w:val="20"/>
        </w:rPr>
        <w:t xml:space="preserve"> </w:t>
      </w:r>
      <w:r w:rsidR="00140F00" w:rsidRPr="00AF5BFF">
        <w:rPr>
          <w:rFonts w:ascii="Calibri" w:hAnsi="Calibri" w:cs="Calibri"/>
          <w:sz w:val="20"/>
          <w:szCs w:val="20"/>
        </w:rPr>
        <w:t>Wykonawcy</w:t>
      </w:r>
      <w:r w:rsidR="00421716" w:rsidRPr="00AF5BFF">
        <w:rPr>
          <w:rFonts w:ascii="Calibri" w:hAnsi="Calibri" w:cs="Calibri"/>
          <w:sz w:val="20"/>
          <w:szCs w:val="20"/>
        </w:rPr>
        <w:t>.</w:t>
      </w:r>
    </w:p>
    <w:p w14:paraId="5E7DE8D3" w14:textId="77777777" w:rsidR="00140F00" w:rsidRPr="00AF5BFF" w:rsidRDefault="00140F00" w:rsidP="00AF5BFF">
      <w:pPr>
        <w:numPr>
          <w:ilvl w:val="0"/>
          <w:numId w:val="8"/>
        </w:numPr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Załącznik nr 3: Klauzula informacyjna Zamawiającego</w:t>
      </w:r>
    </w:p>
    <w:p w14:paraId="1F59CC08" w14:textId="77777777" w:rsidR="00140F00" w:rsidRPr="00AF5BFF" w:rsidRDefault="00140F00" w:rsidP="00AF5BFF">
      <w:pPr>
        <w:numPr>
          <w:ilvl w:val="0"/>
          <w:numId w:val="8"/>
        </w:numPr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Załącznik nr 4 : Klauzula informacyjna Wykonawcy</w:t>
      </w:r>
    </w:p>
    <w:p w14:paraId="52F51F87" w14:textId="77777777" w:rsidR="00140F00" w:rsidRPr="00AF5BFF" w:rsidRDefault="00140F00" w:rsidP="00AF5BFF">
      <w:pPr>
        <w:numPr>
          <w:ilvl w:val="0"/>
          <w:numId w:val="8"/>
        </w:numPr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Załącznik nr 5: Protokół odbioru </w:t>
      </w:r>
    </w:p>
    <w:p w14:paraId="20C768F8" w14:textId="77777777" w:rsidR="00140F00" w:rsidRPr="00AF5BFF" w:rsidRDefault="00140F00" w:rsidP="00AF5BFF">
      <w:pPr>
        <w:numPr>
          <w:ilvl w:val="0"/>
          <w:numId w:val="8"/>
        </w:numPr>
        <w:spacing w:before="0" w:line="276" w:lineRule="auto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Załącznik nr 6: Protokół przeprowadzenia szkolenia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59"/>
        <w:gridCol w:w="3877"/>
      </w:tblGrid>
      <w:tr w:rsidR="006E6D04" w:rsidRPr="00AF5BFF" w14:paraId="0B5F236A" w14:textId="77777777" w:rsidTr="00C86D95">
        <w:trPr>
          <w:trHeight w:val="360"/>
          <w:jc w:val="center"/>
        </w:trPr>
        <w:tc>
          <w:tcPr>
            <w:tcW w:w="3437" w:type="dxa"/>
            <w:vAlign w:val="center"/>
          </w:tcPr>
          <w:p w14:paraId="708EB663" w14:textId="77777777" w:rsidR="006E6D04" w:rsidRPr="00AF5BFF" w:rsidRDefault="006E6D04" w:rsidP="00AF5BFF">
            <w:pPr>
              <w:pStyle w:val="Nagwek2"/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DF7F13F" w14:textId="77777777" w:rsidR="006E6D04" w:rsidRPr="00AF5BFF" w:rsidRDefault="006E6D04" w:rsidP="00AF5BFF">
            <w:pPr>
              <w:pStyle w:val="Nagwek2"/>
              <w:spacing w:before="0"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Zamawiający</w:t>
            </w:r>
          </w:p>
        </w:tc>
        <w:tc>
          <w:tcPr>
            <w:tcW w:w="859" w:type="dxa"/>
            <w:vAlign w:val="center"/>
          </w:tcPr>
          <w:p w14:paraId="1BEECC57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7" w:type="dxa"/>
            <w:vAlign w:val="center"/>
          </w:tcPr>
          <w:p w14:paraId="3321DFE7" w14:textId="77777777" w:rsidR="006E6D04" w:rsidRPr="00AF5BFF" w:rsidRDefault="006E6D04" w:rsidP="00AF5BFF">
            <w:pPr>
              <w:pStyle w:val="Nagwek4"/>
              <w:spacing w:line="276" w:lineRule="auto"/>
              <w:rPr>
                <w:rFonts w:ascii="Calibri" w:hAnsi="Calibri" w:cs="Calibri"/>
              </w:rPr>
            </w:pPr>
          </w:p>
          <w:p w14:paraId="35976088" w14:textId="77777777" w:rsidR="006E6D04" w:rsidRPr="00AF5BFF" w:rsidRDefault="006E6D04" w:rsidP="00AF5BFF">
            <w:pPr>
              <w:pStyle w:val="Nagwek4"/>
              <w:spacing w:line="276" w:lineRule="auto"/>
              <w:rPr>
                <w:rFonts w:ascii="Calibri" w:hAnsi="Calibri" w:cs="Calibri"/>
              </w:rPr>
            </w:pPr>
            <w:r w:rsidRPr="00AF5BFF">
              <w:rPr>
                <w:rFonts w:ascii="Calibri" w:hAnsi="Calibri" w:cs="Calibri"/>
              </w:rPr>
              <w:t>Wykonawca</w:t>
            </w:r>
          </w:p>
        </w:tc>
      </w:tr>
      <w:tr w:rsidR="006E6D04" w:rsidRPr="00AF5BFF" w14:paraId="3CBE18C0" w14:textId="77777777" w:rsidTr="00C86D95">
        <w:trPr>
          <w:trHeight w:val="1381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E6376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D9A8A6B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CBD21EF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ECB996D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C9CF01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pieczęć firmowa</w:t>
            </w:r>
          </w:p>
        </w:tc>
        <w:tc>
          <w:tcPr>
            <w:tcW w:w="859" w:type="dxa"/>
            <w:tcBorders>
              <w:left w:val="nil"/>
            </w:tcBorders>
            <w:vAlign w:val="center"/>
          </w:tcPr>
          <w:p w14:paraId="40171C20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CB65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3EDBE60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AD5D29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FDBEA80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C00CF7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pieczęć firmowa</w:t>
            </w:r>
          </w:p>
        </w:tc>
      </w:tr>
      <w:tr w:rsidR="006E6D04" w:rsidRPr="00AF5BFF" w14:paraId="477D1810" w14:textId="77777777" w:rsidTr="00C86D95">
        <w:trPr>
          <w:trHeight w:val="1435"/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8605B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255E66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pieczęć imienna i podpis</w:t>
            </w:r>
          </w:p>
        </w:tc>
        <w:tc>
          <w:tcPr>
            <w:tcW w:w="859" w:type="dxa"/>
            <w:tcBorders>
              <w:left w:val="nil"/>
            </w:tcBorders>
            <w:vAlign w:val="center"/>
          </w:tcPr>
          <w:p w14:paraId="49A332A4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A9147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0040026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8683DA" w14:textId="77777777" w:rsidR="006E6D04" w:rsidRPr="00AF5BFF" w:rsidRDefault="006E6D04" w:rsidP="00AF5BFF">
            <w:pPr>
              <w:spacing w:before="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F5BFF">
              <w:rPr>
                <w:rFonts w:ascii="Calibri" w:hAnsi="Calibri" w:cs="Calibri"/>
                <w:sz w:val="20"/>
                <w:szCs w:val="20"/>
              </w:rPr>
              <w:t>pieczęć imienna i podpis</w:t>
            </w:r>
          </w:p>
        </w:tc>
      </w:tr>
    </w:tbl>
    <w:p w14:paraId="2510FDCC" w14:textId="77777777" w:rsidR="006E6D04" w:rsidRPr="00AF5BFF" w:rsidRDefault="006E6D04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17E548BD" w14:textId="77777777" w:rsidR="00B46563" w:rsidRPr="00AF5BFF" w:rsidRDefault="00B46563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403D6AD7" w14:textId="77777777" w:rsidR="000E466C" w:rsidRPr="00AF5BFF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05C1DCEC" w14:textId="77777777" w:rsidR="000E466C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4CF5E842" w14:textId="77777777" w:rsidR="001773CF" w:rsidRDefault="001773CF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4D45C3D4" w14:textId="77777777" w:rsidR="001773CF" w:rsidRDefault="001773CF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5D091ABA" w14:textId="77777777" w:rsidR="001773CF" w:rsidRPr="00AF5BFF" w:rsidRDefault="001773CF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7944F736" w14:textId="77777777" w:rsidR="000E466C" w:rsidRPr="00AF5BFF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1C7150FF" w14:textId="0C144D46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 Załącznik nr 2: Oferta Wykonawcy</w:t>
      </w:r>
    </w:p>
    <w:p w14:paraId="1E40C9A1" w14:textId="77777777" w:rsidR="000E466C" w:rsidRPr="00AF5BFF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3683E5A1" w14:textId="77777777" w:rsidR="000E466C" w:rsidRPr="00AF5BFF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</w:pPr>
    </w:p>
    <w:p w14:paraId="7D0D230B" w14:textId="77777777" w:rsidR="000E466C" w:rsidRPr="00AF5BFF" w:rsidRDefault="000E466C" w:rsidP="00AF5BFF">
      <w:pPr>
        <w:spacing w:before="0" w:line="276" w:lineRule="auto"/>
        <w:rPr>
          <w:rFonts w:ascii="Calibri" w:hAnsi="Calibri" w:cs="Calibri"/>
          <w:sz w:val="20"/>
          <w:szCs w:val="20"/>
        </w:rPr>
        <w:sectPr w:rsidR="000E466C" w:rsidRPr="00AF5BFF" w:rsidSect="00233A90">
          <w:headerReference w:type="default" r:id="rId15"/>
          <w:footerReference w:type="default" r:id="rId16"/>
          <w:pgSz w:w="11906" w:h="16838"/>
          <w:pgMar w:top="1276" w:right="851" w:bottom="1134" w:left="567" w:header="284" w:footer="709" w:gutter="851"/>
          <w:cols w:space="708"/>
          <w:docGrid w:linePitch="360"/>
        </w:sectPr>
      </w:pPr>
    </w:p>
    <w:p w14:paraId="52133A7D" w14:textId="77777777" w:rsidR="00AE10DE" w:rsidRPr="00AF5BFF" w:rsidRDefault="007071BA" w:rsidP="00AF5BFF">
      <w:pPr>
        <w:tabs>
          <w:tab w:val="num" w:pos="426"/>
        </w:tabs>
        <w:spacing w:before="0" w:line="276" w:lineRule="auto"/>
        <w:ind w:left="284" w:firstLine="142"/>
        <w:jc w:val="righ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lastRenderedPageBreak/>
        <w:t xml:space="preserve">Załącznik nr 3 - </w:t>
      </w:r>
      <w:r w:rsidR="00AE10DE" w:rsidRPr="00AF5BFF">
        <w:rPr>
          <w:rFonts w:ascii="Calibri" w:hAnsi="Calibri" w:cs="Calibri"/>
          <w:sz w:val="20"/>
          <w:szCs w:val="20"/>
        </w:rPr>
        <w:t>Klauzula informacyjna Zamawiającego</w:t>
      </w:r>
    </w:p>
    <w:p w14:paraId="0F334CF1" w14:textId="77777777" w:rsidR="00AE10DE" w:rsidRPr="00AF5BFF" w:rsidRDefault="00AE10DE" w:rsidP="00AF5BFF">
      <w:pPr>
        <w:spacing w:before="0" w:line="276" w:lineRule="auto"/>
        <w:jc w:val="center"/>
        <w:rPr>
          <w:rFonts w:ascii="Calibri" w:eastAsia="Arial" w:hAnsi="Calibri" w:cs="Calibri"/>
          <w:b/>
          <w:bCs/>
          <w:sz w:val="20"/>
          <w:szCs w:val="20"/>
        </w:rPr>
      </w:pPr>
      <w:r w:rsidRPr="00AF5BFF">
        <w:rPr>
          <w:rFonts w:ascii="Calibri" w:eastAsia="Arial" w:hAnsi="Calibri" w:cs="Calibri"/>
          <w:b/>
          <w:bCs/>
          <w:sz w:val="20"/>
          <w:szCs w:val="20"/>
        </w:rPr>
        <w:t>KLAUZULA INFORMACYJNA RODO</w:t>
      </w:r>
    </w:p>
    <w:p w14:paraId="3E1B7438" w14:textId="013ECF9A" w:rsidR="00AE10DE" w:rsidRPr="00AF5BFF" w:rsidRDefault="00AE10DE" w:rsidP="00AF5BFF">
      <w:pPr>
        <w:spacing w:before="0" w:line="276" w:lineRule="auto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 xml:space="preserve">dotycząca przetwarzania danych osobowych kontrahenta : </w:t>
      </w:r>
      <w:r w:rsidR="00B04B23" w:rsidRPr="00AF5BFF">
        <w:rPr>
          <w:rFonts w:ascii="Calibri" w:hAnsi="Calibri" w:cs="Calibri"/>
          <w:color w:val="000000"/>
          <w:sz w:val="20"/>
          <w:szCs w:val="20"/>
          <w:lang w:eastAsia="ar-SA"/>
        </w:rPr>
        <w:t>Gmina Braniewo</w:t>
      </w:r>
      <w:r w:rsidR="00B04B23" w:rsidRPr="00AF5BFF">
        <w:rPr>
          <w:rFonts w:ascii="Calibri" w:eastAsia="Arial" w:hAnsi="Calibri" w:cs="Calibri"/>
          <w:sz w:val="20"/>
          <w:szCs w:val="20"/>
        </w:rPr>
        <w:t xml:space="preserve"> </w:t>
      </w:r>
      <w:r w:rsidRPr="00AF5BFF">
        <w:rPr>
          <w:rFonts w:ascii="Calibri" w:eastAsia="Arial" w:hAnsi="Calibri" w:cs="Calibri"/>
          <w:sz w:val="20"/>
          <w:szCs w:val="20"/>
        </w:rPr>
        <w:t>osób reprezentujących kontrahenta</w:t>
      </w:r>
      <w:r w:rsidR="00B04B23" w:rsidRPr="00AF5BFF">
        <w:rPr>
          <w:rFonts w:ascii="Calibri" w:eastAsia="Arial" w:hAnsi="Calibri" w:cs="Calibri"/>
          <w:sz w:val="20"/>
          <w:szCs w:val="20"/>
        </w:rPr>
        <w:t>:</w:t>
      </w:r>
      <w:r w:rsidR="00B04B23" w:rsidRPr="00AF5BFF">
        <w:rPr>
          <w:rFonts w:ascii="Calibri" w:hAnsi="Calibri" w:cs="Calibri"/>
          <w:color w:val="000000"/>
          <w:sz w:val="20"/>
          <w:szCs w:val="20"/>
          <w:lang w:eastAsia="ar-SA"/>
        </w:rPr>
        <w:t xml:space="preserve"> Gmina Braniewo</w:t>
      </w:r>
      <w:r w:rsidR="00B04B23" w:rsidRPr="00AF5BFF">
        <w:rPr>
          <w:rFonts w:ascii="Calibri" w:eastAsia="Arial" w:hAnsi="Calibri" w:cs="Calibri"/>
          <w:sz w:val="20"/>
          <w:szCs w:val="20"/>
        </w:rPr>
        <w:t xml:space="preserve"> </w:t>
      </w:r>
      <w:r w:rsidRPr="00AF5BFF">
        <w:rPr>
          <w:rFonts w:ascii="Calibri" w:eastAsia="Arial" w:hAnsi="Calibri" w:cs="Calibri"/>
          <w:sz w:val="20"/>
          <w:szCs w:val="20"/>
        </w:rPr>
        <w:t>i osób wskazanych przez niego do kontaktu w sprawach dotyczących umowy</w:t>
      </w:r>
    </w:p>
    <w:p w14:paraId="3E466ACD" w14:textId="77777777" w:rsidR="00AE10DE" w:rsidRPr="00AF5BFF" w:rsidRDefault="00AE10DE" w:rsidP="00AF5BFF">
      <w:pPr>
        <w:spacing w:before="0" w:line="276" w:lineRule="auto"/>
        <w:jc w:val="center"/>
        <w:rPr>
          <w:rFonts w:ascii="Calibri" w:eastAsia="Arial" w:hAnsi="Calibri" w:cs="Calibri"/>
          <w:sz w:val="20"/>
          <w:szCs w:val="20"/>
        </w:rPr>
      </w:pPr>
    </w:p>
    <w:p w14:paraId="2E7C07E0" w14:textId="77777777" w:rsidR="00AE10DE" w:rsidRPr="00AF5BFF" w:rsidRDefault="00AE10DE" w:rsidP="00AF5BFF">
      <w:pPr>
        <w:spacing w:before="0" w:line="276" w:lineRule="auto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danych) (Dz. U. UE L119 z dnia 4 maja 2016 r., str. 1; zwanym dalej „RODO”) informujemy, że:</w:t>
      </w:r>
    </w:p>
    <w:p w14:paraId="6746E833" w14:textId="46C441C2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 xml:space="preserve">administratorem danych osobowych kontrahenta </w:t>
      </w:r>
      <w:r w:rsidR="00B04B23" w:rsidRPr="00AF5BFF">
        <w:rPr>
          <w:rFonts w:ascii="Calibri" w:hAnsi="Calibri" w:cs="Calibri"/>
          <w:color w:val="000000"/>
          <w:sz w:val="20"/>
          <w:szCs w:val="20"/>
          <w:lang w:eastAsia="ar-SA"/>
        </w:rPr>
        <w:t>Gmina Braniewo</w:t>
      </w:r>
      <w:r w:rsidR="00B04B23" w:rsidRPr="00AF5BFF">
        <w:rPr>
          <w:rFonts w:ascii="Calibri" w:eastAsia="Arial" w:hAnsi="Calibri" w:cs="Calibri"/>
          <w:sz w:val="20"/>
          <w:szCs w:val="20"/>
        </w:rPr>
        <w:t xml:space="preserve"> </w:t>
      </w:r>
      <w:r w:rsidRPr="00AF5BFF">
        <w:rPr>
          <w:rFonts w:ascii="Calibri" w:eastAsia="Arial" w:hAnsi="Calibri" w:cs="Calibri"/>
          <w:sz w:val="20"/>
          <w:szCs w:val="20"/>
        </w:rPr>
        <w:t xml:space="preserve">osób reprezentujących kontrahenta </w:t>
      </w:r>
      <w:r w:rsidR="00B04B23" w:rsidRPr="00AF5BFF">
        <w:rPr>
          <w:rFonts w:ascii="Calibri" w:hAnsi="Calibri" w:cs="Calibri"/>
          <w:color w:val="000000"/>
          <w:sz w:val="20"/>
          <w:szCs w:val="20"/>
          <w:lang w:eastAsia="ar-SA"/>
        </w:rPr>
        <w:t>Gmina Braniewo</w:t>
      </w:r>
      <w:r w:rsidR="00B04B23" w:rsidRPr="00AF5BFF">
        <w:rPr>
          <w:rFonts w:ascii="Calibri" w:eastAsia="Arial" w:hAnsi="Calibri" w:cs="Calibri"/>
          <w:sz w:val="20"/>
          <w:szCs w:val="20"/>
        </w:rPr>
        <w:t xml:space="preserve"> </w:t>
      </w:r>
      <w:r w:rsidRPr="00AF5BFF">
        <w:rPr>
          <w:rFonts w:ascii="Calibri" w:eastAsia="Arial" w:hAnsi="Calibri" w:cs="Calibri"/>
          <w:sz w:val="20"/>
          <w:szCs w:val="20"/>
        </w:rPr>
        <w:t xml:space="preserve">osób wskazanych przez niego do kontaktu w sprawach dotyczących umowy (zwanych dalej „dane osobowe”)  jest </w:t>
      </w:r>
      <w:r w:rsidR="00B04B23" w:rsidRPr="00AF5BFF">
        <w:rPr>
          <w:rFonts w:ascii="Calibri" w:hAnsi="Calibri" w:cs="Calibri"/>
          <w:color w:val="000000"/>
          <w:sz w:val="20"/>
          <w:szCs w:val="20"/>
          <w:lang w:eastAsia="ar-SA"/>
        </w:rPr>
        <w:t>Gmina Braniewo</w:t>
      </w:r>
    </w:p>
    <w:p w14:paraId="2646E5D7" w14:textId="57D58250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administrator wyznaczył Inspektora Danych Osobowych, z którym można się kontaktować pod adresem e-mail:</w:t>
      </w:r>
      <w:r w:rsidRPr="00AF5BFF">
        <w:rPr>
          <w:rFonts w:ascii="Calibri" w:hAnsi="Calibri" w:cs="Calibri"/>
          <w:color w:val="0000FF"/>
          <w:sz w:val="20"/>
          <w:szCs w:val="20"/>
        </w:rPr>
        <w:t xml:space="preserve"> </w:t>
      </w:r>
      <w:r w:rsidR="00B04B23" w:rsidRPr="00AF5BFF">
        <w:rPr>
          <w:rFonts w:ascii="Calibri" w:eastAsia="Calibri" w:hAnsi="Calibri" w:cs="Calibri"/>
          <w:sz w:val="20"/>
          <w:szCs w:val="20"/>
          <w:lang w:val="x-none"/>
        </w:rPr>
        <w:t>iod@gminabraniewo.pl.</w:t>
      </w:r>
    </w:p>
    <w:p w14:paraId="08EC1F82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dane osobowe przetwarzane będą na podstawie art. 6 ust. 1 lit. c RODO w celu związanym z zawarciem niniejszej umowy i dane te będą przetwarzane przez okres trwania umowy;</w:t>
      </w:r>
    </w:p>
    <w:p w14:paraId="65816CC1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odbiorcami danych osobowych będą osoby lub podmioty, którym udostępniona zostanie dokumentacja w celu wywiązania się administratora z ciążących na nim obowiązków prawnych wynikających z przepisów Kodeksu Cywilnego, Ordynacji Podatkowej i innych ustaw;</w:t>
      </w:r>
    </w:p>
    <w:p w14:paraId="31362099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dane osobowe będą przechowywane, zgodnie z art. 6 ust. 1 lit. F  RODO przez niezbędny do wygaśnięcia roszczeń cywilnoprawnych;</w:t>
      </w:r>
    </w:p>
    <w:p w14:paraId="048D6A6C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podanie przez kontrahenta danych osobowych jest dobrowolne jednak niezbędne do zawarcia umowy;</w:t>
      </w:r>
    </w:p>
    <w:p w14:paraId="403866BC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w odniesieniu do danych osobowych decyzje nie będą podejmowane w sposób zautomatyzowany, stosownie do art. 22 RODO;</w:t>
      </w:r>
    </w:p>
    <w:p w14:paraId="4ECA084C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osobom, których dotyczą dane osobowe przysługuje :</w:t>
      </w:r>
    </w:p>
    <w:p w14:paraId="37AD28D2" w14:textId="77777777" w:rsidR="00AE10DE" w:rsidRPr="00AF5BFF" w:rsidRDefault="00AE10DE" w:rsidP="00AF5BFF">
      <w:pPr>
        <w:numPr>
          <w:ilvl w:val="0"/>
          <w:numId w:val="16"/>
        </w:numPr>
        <w:spacing w:before="0" w:line="276" w:lineRule="auto"/>
        <w:ind w:left="567" w:hanging="283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na podstawie art. 15 RODO prawo dostępu do danych osobowych ich dotyczących (w przypadku, gdy skorzystanie z tego prawa wymagałoby po stronie administratora niewspółmiernie dużego wysiłku osoby te mogą być zobowiązane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903D8A2" w14:textId="09052565" w:rsidR="00AE10DE" w:rsidRPr="00AF5BFF" w:rsidRDefault="00AE10DE" w:rsidP="00AF5BFF">
      <w:pPr>
        <w:numPr>
          <w:ilvl w:val="0"/>
          <w:numId w:val="16"/>
        </w:numPr>
        <w:spacing w:before="0" w:line="276" w:lineRule="auto"/>
        <w:ind w:left="567" w:hanging="283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na podstawie art. 16 RODO prawo do sprostowania danych osobowych ich dotyczących (</w:t>
      </w:r>
      <w:r w:rsidRPr="00AF5BFF">
        <w:rPr>
          <w:rFonts w:ascii="Calibri" w:eastAsia="Arial" w:hAnsi="Calibri" w:cs="Calibri"/>
          <w:i/>
          <w:sz w:val="20"/>
          <w:szCs w:val="20"/>
        </w:rPr>
        <w:t>skorzystanie z prawa do sprostowania nie może skutkować zmianą wyniku postępowania o udzielenie zamówienia publicznego oraz nie może naruszać integralności protokołu oraz jego załączników</w:t>
      </w:r>
      <w:r w:rsidRPr="00AF5BFF">
        <w:rPr>
          <w:rFonts w:ascii="Calibri" w:eastAsia="Arial" w:hAnsi="Calibri" w:cs="Calibri"/>
          <w:sz w:val="20"/>
          <w:szCs w:val="20"/>
        </w:rPr>
        <w:t>);</w:t>
      </w:r>
    </w:p>
    <w:p w14:paraId="739A783E" w14:textId="77777777" w:rsidR="00AE10DE" w:rsidRPr="00AF5BFF" w:rsidRDefault="00AE10DE" w:rsidP="00AF5BFF">
      <w:pPr>
        <w:numPr>
          <w:ilvl w:val="0"/>
          <w:numId w:val="16"/>
        </w:numPr>
        <w:spacing w:before="0" w:line="276" w:lineRule="auto"/>
        <w:ind w:left="567" w:hanging="283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na podstawie art. 18 RODO prawo żądania od administratora ograniczenia przetwarzania danych osobowych ich dotyczących z zastrzeżeniem okresu trwania postępowania o udzielenie zamówienia publicznego lub konkursu oraz przypadków, o których mowa w art. 18 ust. 2 RODO (</w:t>
      </w:r>
      <w:r w:rsidRPr="00AF5BFF">
        <w:rPr>
          <w:rFonts w:ascii="Calibri" w:eastAsia="Arial" w:hAnsi="Calibri" w:cs="Calibri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F5BFF">
        <w:rPr>
          <w:rFonts w:ascii="Calibri" w:eastAsia="Arial" w:hAnsi="Calibri" w:cs="Calibri"/>
          <w:sz w:val="20"/>
          <w:szCs w:val="20"/>
        </w:rPr>
        <w:t>);</w:t>
      </w:r>
    </w:p>
    <w:p w14:paraId="0803E7F9" w14:textId="77777777" w:rsidR="00AE10DE" w:rsidRPr="00AF5BFF" w:rsidRDefault="00AE10DE" w:rsidP="00AF5BFF">
      <w:pPr>
        <w:numPr>
          <w:ilvl w:val="0"/>
          <w:numId w:val="16"/>
        </w:numPr>
        <w:spacing w:before="0" w:line="276" w:lineRule="auto"/>
        <w:ind w:left="567" w:hanging="283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 xml:space="preserve">prawo do wniesienia skargi do Prezesa Urzędu Ochrony Danych Osobowych, gdy uznają, że przetwarzanie danych osobowych ich dotyczących narusza przepisy RODO; </w:t>
      </w:r>
      <w:r w:rsidRPr="00AF5BFF">
        <w:rPr>
          <w:rFonts w:ascii="Calibri" w:eastAsia="Arial" w:hAnsi="Calibri" w:cs="Calibri"/>
          <w:i/>
          <w:sz w:val="20"/>
          <w:szCs w:val="20"/>
        </w:rPr>
        <w:t xml:space="preserve"> </w:t>
      </w:r>
      <w:r w:rsidRPr="00AF5BFF">
        <w:rPr>
          <w:rFonts w:ascii="Calibri" w:eastAsia="Arial" w:hAnsi="Calibri" w:cs="Calibri"/>
          <w:sz w:val="20"/>
          <w:szCs w:val="20"/>
        </w:rPr>
        <w:t>organem właściwym dla przedmiotowej skargi jest Urząd Ochrony Danych Osobowych, ul. Stawki 2, 00-193 Warszawa.</w:t>
      </w:r>
    </w:p>
    <w:p w14:paraId="18E70244" w14:textId="77777777" w:rsidR="00AE10DE" w:rsidRPr="00AF5BFF" w:rsidRDefault="00AE10DE" w:rsidP="00AF5BFF">
      <w:pPr>
        <w:numPr>
          <w:ilvl w:val="0"/>
          <w:numId w:val="15"/>
        </w:numPr>
        <w:spacing w:before="0" w:line="276" w:lineRule="auto"/>
        <w:ind w:left="284" w:hanging="284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osobom, których dotyczą dane osobowe nie przysługuje:</w:t>
      </w:r>
    </w:p>
    <w:p w14:paraId="714EB721" w14:textId="77777777" w:rsidR="00AE10DE" w:rsidRPr="00AF5BFF" w:rsidRDefault="00AE10DE" w:rsidP="00AF5BFF">
      <w:pPr>
        <w:numPr>
          <w:ilvl w:val="0"/>
          <w:numId w:val="17"/>
        </w:numPr>
        <w:spacing w:before="0" w:line="276" w:lineRule="auto"/>
        <w:ind w:left="724" w:hanging="298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w związku z art. 17 ust. 3 lit. b, d lub e RODO prawo do usunięcia danych osobowych;</w:t>
      </w:r>
    </w:p>
    <w:p w14:paraId="73D45150" w14:textId="77777777" w:rsidR="00AE10DE" w:rsidRPr="00AF5BFF" w:rsidRDefault="00AE10DE" w:rsidP="00AF5BFF">
      <w:pPr>
        <w:numPr>
          <w:ilvl w:val="0"/>
          <w:numId w:val="17"/>
        </w:numPr>
        <w:spacing w:before="0" w:line="276" w:lineRule="auto"/>
        <w:ind w:left="724" w:hanging="298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prawo do przenoszenia danych osobowych, o którym mowa w art. 20 RODO;</w:t>
      </w:r>
    </w:p>
    <w:p w14:paraId="334072A8" w14:textId="77777777" w:rsidR="00AE10DE" w:rsidRPr="00AF5BFF" w:rsidRDefault="00AE10DE" w:rsidP="00AF5BFF">
      <w:pPr>
        <w:spacing w:before="0" w:line="276" w:lineRule="auto"/>
        <w:ind w:left="283"/>
        <w:rPr>
          <w:rFonts w:ascii="Calibri" w:eastAsia="Arial" w:hAnsi="Calibri" w:cs="Calibri"/>
          <w:sz w:val="20"/>
          <w:szCs w:val="20"/>
        </w:rPr>
      </w:pPr>
      <w:r w:rsidRPr="00AF5BFF">
        <w:rPr>
          <w:rFonts w:ascii="Calibri" w:eastAsia="Arial" w:hAnsi="Calibri" w:cs="Calibri"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</w:p>
    <w:p w14:paraId="4A7B75F7" w14:textId="77777777" w:rsidR="007071BA" w:rsidRPr="00AF5BFF" w:rsidRDefault="007071BA" w:rsidP="00AF5BFF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5E708E4E" w14:textId="1381C3B5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Załącznik nr 4 : Klauzula informacyjna Wykonawcy</w:t>
      </w:r>
    </w:p>
    <w:p w14:paraId="743DA1AF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7B70B9D8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E969CAA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304EFB6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F6CFDAC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34C802F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8DE569A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14AD2F62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52FF897C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304A2D71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8BE2843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21B4E82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0C9FA599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3A0A649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5183834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D30FC22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B4564A4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032BB93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7552C1A1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02DB256B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C372AF3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5B778525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133BB742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74F21825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069533FD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4F81DCB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5D9BC704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3C2ECF3A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AD0B7B0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423D00C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CF158F7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1EED831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2E8AF30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539580AE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9766E8D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3F7BDACF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0D860AE6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A5CC8E8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049464B2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BE7B02B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125E419B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4507A4EF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514F458E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92C4588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6274504A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23391794" w14:textId="77777777" w:rsidR="000E466C" w:rsidRPr="00AF5BFF" w:rsidRDefault="000E466C" w:rsidP="00AF5BFF">
      <w:pPr>
        <w:spacing w:before="0" w:line="276" w:lineRule="auto"/>
        <w:ind w:left="720"/>
        <w:jc w:val="left"/>
        <w:rPr>
          <w:rFonts w:ascii="Calibri" w:hAnsi="Calibri" w:cs="Calibri"/>
          <w:sz w:val="20"/>
          <w:szCs w:val="20"/>
        </w:rPr>
      </w:pPr>
    </w:p>
    <w:p w14:paraId="7D6963E3" w14:textId="77777777" w:rsidR="007071BA" w:rsidRPr="00AF5BFF" w:rsidRDefault="007071BA" w:rsidP="00AF5BFF">
      <w:pPr>
        <w:spacing w:before="0" w:line="276" w:lineRule="auto"/>
        <w:rPr>
          <w:rFonts w:ascii="Calibri" w:eastAsia="Arial" w:hAnsi="Calibri" w:cs="Calibri"/>
          <w:sz w:val="20"/>
          <w:szCs w:val="20"/>
        </w:rPr>
      </w:pPr>
    </w:p>
    <w:p w14:paraId="4F29EF87" w14:textId="77777777" w:rsidR="007071BA" w:rsidRPr="00AF5BFF" w:rsidRDefault="007071BA" w:rsidP="00AF5BFF">
      <w:pPr>
        <w:spacing w:before="0" w:line="276" w:lineRule="auto"/>
        <w:ind w:left="720"/>
        <w:jc w:val="left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AF5BFF">
        <w:rPr>
          <w:rFonts w:ascii="Calibri" w:hAnsi="Calibri" w:cs="Calibri"/>
          <w:bCs/>
          <w:sz w:val="20"/>
          <w:szCs w:val="20"/>
        </w:rPr>
        <w:t xml:space="preserve">Załącznik nr 5: Protokół odbioru </w:t>
      </w:r>
    </w:p>
    <w:p w14:paraId="16D6F5D2" w14:textId="77777777" w:rsidR="007071BA" w:rsidRPr="00AF5BFF" w:rsidRDefault="007071BA" w:rsidP="00AF5BFF">
      <w:pPr>
        <w:pStyle w:val="Tekstpodstawowy3"/>
        <w:spacing w:before="0"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FA142B8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sporządzony w ……………….., w dniu ......................., pomiędzy:</w:t>
      </w:r>
    </w:p>
    <w:p w14:paraId="788966FB" w14:textId="1F0EFEC1" w:rsidR="007071BA" w:rsidRPr="00AF5BFF" w:rsidRDefault="00B04B23" w:rsidP="00AF5BFF">
      <w:pPr>
        <w:widowControl w:val="0"/>
        <w:adjustRightInd w:val="0"/>
        <w:spacing w:before="0"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color w:val="000000"/>
          <w:sz w:val="20"/>
          <w:szCs w:val="20"/>
          <w:lang w:eastAsia="ar-SA"/>
        </w:rPr>
        <w:t>Gminą Braniewo</w:t>
      </w:r>
      <w:r w:rsidR="007071BA" w:rsidRPr="00AF5BFF">
        <w:rPr>
          <w:rFonts w:ascii="Calibri" w:hAnsi="Calibri" w:cs="Calibri"/>
          <w:sz w:val="20"/>
          <w:szCs w:val="20"/>
          <w:lang w:eastAsia="ar-SA"/>
        </w:rPr>
        <w:t xml:space="preserve">, </w:t>
      </w:r>
      <w:r w:rsidR="007071BA" w:rsidRPr="00AF5BFF">
        <w:rPr>
          <w:rFonts w:ascii="Calibri" w:hAnsi="Calibri" w:cs="Calibri"/>
          <w:sz w:val="20"/>
          <w:szCs w:val="20"/>
        </w:rPr>
        <w:t xml:space="preserve">jako </w:t>
      </w:r>
      <w:r w:rsidR="007071BA" w:rsidRPr="00AF5BFF">
        <w:rPr>
          <w:rFonts w:ascii="Calibri" w:hAnsi="Calibri" w:cs="Calibri"/>
          <w:b/>
          <w:sz w:val="20"/>
          <w:szCs w:val="20"/>
        </w:rPr>
        <w:t>Zamawiającym,</w:t>
      </w:r>
      <w:r w:rsidR="007071BA" w:rsidRPr="00AF5BFF">
        <w:rPr>
          <w:rFonts w:ascii="Calibri" w:hAnsi="Calibri" w:cs="Calibri"/>
          <w:sz w:val="20"/>
          <w:szCs w:val="20"/>
        </w:rPr>
        <w:t xml:space="preserve"> reprezentowanym przez:</w:t>
      </w:r>
    </w:p>
    <w:p w14:paraId="4A4098BA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..............................................................................</w:t>
      </w:r>
    </w:p>
    <w:p w14:paraId="2B3006FE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a</w:t>
      </w:r>
    </w:p>
    <w:p w14:paraId="6C88F591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 xml:space="preserve">firmą </w:t>
      </w:r>
      <w:r w:rsidRPr="00AF5BFF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…………………………………………………………………………………………………...</w:t>
      </w:r>
      <w:r w:rsidRPr="00AF5BFF">
        <w:rPr>
          <w:rFonts w:ascii="Calibri" w:hAnsi="Calibri" w:cs="Calibri"/>
          <w:bCs/>
          <w:sz w:val="20"/>
          <w:szCs w:val="20"/>
        </w:rPr>
        <w:t xml:space="preserve">, z siedzibą w …………………………………., jako </w:t>
      </w:r>
      <w:r w:rsidRPr="00AF5BFF">
        <w:rPr>
          <w:rFonts w:ascii="Calibri" w:hAnsi="Calibri" w:cs="Calibri"/>
          <w:b/>
          <w:bCs/>
          <w:sz w:val="20"/>
          <w:szCs w:val="20"/>
        </w:rPr>
        <w:t>Wykonawcą</w:t>
      </w:r>
      <w:r w:rsidRPr="00AF5BFF">
        <w:rPr>
          <w:rFonts w:ascii="Calibri" w:hAnsi="Calibri" w:cs="Calibri"/>
          <w:bCs/>
          <w:sz w:val="20"/>
          <w:szCs w:val="20"/>
        </w:rPr>
        <w:t>, reprezentowanym  przez:</w:t>
      </w:r>
    </w:p>
    <w:p w14:paraId="5D41BDD3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.............................................................................</w:t>
      </w:r>
    </w:p>
    <w:p w14:paraId="3E1C351F" w14:textId="10D5F08F" w:rsidR="007071BA" w:rsidRPr="00AF5BFF" w:rsidRDefault="007071BA" w:rsidP="00AF5BFF">
      <w:pPr>
        <w:pStyle w:val="Tekstpodstawowy"/>
        <w:spacing w:line="276" w:lineRule="auto"/>
        <w:rPr>
          <w:rFonts w:ascii="Calibri" w:hAnsi="Calibri" w:cs="Calibri"/>
          <w:spacing w:val="-2"/>
        </w:rPr>
      </w:pPr>
      <w:r w:rsidRPr="00AF5BFF">
        <w:rPr>
          <w:rFonts w:ascii="Calibri" w:hAnsi="Calibri" w:cs="Calibri"/>
          <w:bCs/>
        </w:rPr>
        <w:t xml:space="preserve">Przedmiotem odbioru jest </w:t>
      </w:r>
      <w:r w:rsidR="00B04B23" w:rsidRPr="00AF5BFF">
        <w:rPr>
          <w:rFonts w:ascii="Calibri" w:eastAsia="SimSun" w:hAnsi="Calibri" w:cs="Calibri"/>
          <w:color w:val="000000"/>
          <w:kern w:val="1"/>
          <w:lang w:eastAsia="hi-IN" w:bidi="hi-IN"/>
        </w:rPr>
        <w:t>dostawa fab</w:t>
      </w:r>
      <w:r w:rsidR="00B04B23" w:rsidRPr="00AF5BFF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rycznie nowego mobilnego </w:t>
      </w:r>
      <w:r w:rsidR="00B04B23" w:rsidRPr="00AF5BFF">
        <w:rPr>
          <w:rFonts w:ascii="Calibri" w:eastAsia="SimSun" w:hAnsi="Calibri" w:cs="Calibri"/>
          <w:color w:val="000000"/>
          <w:kern w:val="1"/>
          <w:lang w:eastAsia="hi-IN" w:bidi="hi-IN"/>
        </w:rPr>
        <w:t>trójfazowego generatora prądu na przyczepie specjalnej (transportowej)</w:t>
      </w:r>
      <w:r w:rsidR="00B04B23" w:rsidRPr="00AF5BFF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 o mocy znamionowej min. 40kW/50kVA</w:t>
      </w:r>
      <w:r w:rsidR="00B04B23" w:rsidRPr="00AF5BFF">
        <w:rPr>
          <w:rFonts w:ascii="Calibri" w:eastAsia="SimSun" w:hAnsi="Calibri" w:cs="Calibri"/>
          <w:b/>
          <w:bCs/>
          <w:color w:val="000000"/>
          <w:kern w:val="1"/>
          <w:lang w:eastAsia="hi-IN" w:bidi="hi-IN"/>
        </w:rPr>
        <w:t xml:space="preserve"> </w:t>
      </w:r>
      <w:r w:rsidR="00EA0DDB" w:rsidRPr="00AF5BFF">
        <w:rPr>
          <w:rFonts w:ascii="Calibri" w:hAnsi="Calibri" w:cs="Calibri"/>
        </w:rPr>
        <w:t xml:space="preserve">dla </w:t>
      </w:r>
      <w:r w:rsidR="00B04B23" w:rsidRPr="00AF5BFF">
        <w:rPr>
          <w:rFonts w:ascii="Calibri" w:hAnsi="Calibri" w:cs="Calibri"/>
          <w:color w:val="000000"/>
          <w:lang w:eastAsia="ar-SA"/>
        </w:rPr>
        <w:t>Gminy Braniewo</w:t>
      </w:r>
      <w:r w:rsidR="00B04B23" w:rsidRPr="00AF5BFF">
        <w:rPr>
          <w:rFonts w:ascii="Calibri" w:hAnsi="Calibri" w:cs="Calibri"/>
        </w:rPr>
        <w:t xml:space="preserve"> </w:t>
      </w:r>
      <w:r w:rsidRPr="00AF5BFF">
        <w:rPr>
          <w:rFonts w:ascii="Calibri" w:hAnsi="Calibri" w:cs="Calibri"/>
        </w:rPr>
        <w:t xml:space="preserve">na podstawie </w:t>
      </w:r>
      <w:r w:rsidR="004549BD" w:rsidRPr="00AF5BFF">
        <w:rPr>
          <w:rFonts w:ascii="Calibri" w:hAnsi="Calibri" w:cs="Calibri"/>
        </w:rPr>
        <w:t xml:space="preserve">zapisów </w:t>
      </w:r>
      <w:r w:rsidRPr="00AF5BFF">
        <w:rPr>
          <w:rFonts w:ascii="Calibri" w:hAnsi="Calibri" w:cs="Calibri"/>
          <w:bCs/>
        </w:rPr>
        <w:t>umowy nr ……………… z dnia …………………………..</w:t>
      </w:r>
    </w:p>
    <w:p w14:paraId="5B2ECE90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 xml:space="preserve">1. Zamawiający stwierdził, że: </w:t>
      </w:r>
    </w:p>
    <w:p w14:paraId="2DB73E29" w14:textId="57605F85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spacing w:val="-2"/>
          <w:sz w:val="20"/>
          <w:szCs w:val="20"/>
        </w:rPr>
        <w:t>Dos</w:t>
      </w:r>
      <w:r w:rsidR="00B04B23" w:rsidRPr="00AF5BFF">
        <w:rPr>
          <w:rFonts w:ascii="Calibri" w:hAnsi="Calibri" w:cs="Calibri"/>
          <w:spacing w:val="-2"/>
          <w:sz w:val="20"/>
          <w:szCs w:val="20"/>
        </w:rPr>
        <w:t>tarczony</w:t>
      </w:r>
      <w:r w:rsidRPr="00AF5BFF">
        <w:rPr>
          <w:rFonts w:ascii="Calibri" w:hAnsi="Calibri" w:cs="Calibri"/>
          <w:spacing w:val="-2"/>
          <w:sz w:val="20"/>
          <w:szCs w:val="20"/>
        </w:rPr>
        <w:t xml:space="preserve"> przez </w:t>
      </w:r>
      <w:proofErr w:type="spellStart"/>
      <w:r w:rsidRPr="00AF5BFF">
        <w:rPr>
          <w:rFonts w:ascii="Calibri" w:hAnsi="Calibri" w:cs="Calibri"/>
          <w:spacing w:val="-2"/>
          <w:sz w:val="20"/>
          <w:szCs w:val="20"/>
        </w:rPr>
        <w:t>ww</w:t>
      </w:r>
      <w:proofErr w:type="spellEnd"/>
      <w:r w:rsidRPr="00AF5BFF">
        <w:rPr>
          <w:rFonts w:ascii="Calibri" w:hAnsi="Calibri" w:cs="Calibri"/>
          <w:spacing w:val="-2"/>
          <w:sz w:val="20"/>
          <w:szCs w:val="20"/>
        </w:rPr>
        <w:t xml:space="preserve"> Wykonawcę fabrycznie </w:t>
      </w:r>
      <w:r w:rsidR="00AF5BFF">
        <w:rPr>
          <w:rFonts w:ascii="Calibri" w:hAnsi="Calibri" w:cs="Calibri"/>
          <w:spacing w:val="-2"/>
          <w:sz w:val="20"/>
          <w:szCs w:val="20"/>
        </w:rPr>
        <w:t xml:space="preserve">nowy </w:t>
      </w:r>
      <w:r w:rsidR="00B04B23" w:rsidRPr="00AF5BFF">
        <w:rPr>
          <w:rFonts w:ascii="Calibri" w:eastAsia="SimSun" w:hAnsi="Calibri" w:cs="Calibri"/>
          <w:bCs/>
          <w:color w:val="000000"/>
          <w:kern w:val="1"/>
          <w:sz w:val="20"/>
          <w:szCs w:val="20"/>
          <w:lang w:eastAsia="hi-IN" w:bidi="hi-IN"/>
        </w:rPr>
        <w:t xml:space="preserve">mobilny </w:t>
      </w:r>
      <w:r w:rsidR="00B04B23" w:rsidRPr="00AF5BFF">
        <w:rPr>
          <w:rFonts w:ascii="Calibri" w:eastAsia="SimSun" w:hAnsi="Calibri" w:cs="Calibri"/>
          <w:color w:val="000000"/>
          <w:kern w:val="1"/>
          <w:sz w:val="20"/>
          <w:szCs w:val="20"/>
          <w:lang w:eastAsia="hi-IN" w:bidi="hi-IN"/>
        </w:rPr>
        <w:t xml:space="preserve">trójfazowy generator prądu </w:t>
      </w:r>
      <w:r w:rsidRPr="00AF5BFF">
        <w:rPr>
          <w:rFonts w:ascii="Calibri" w:hAnsi="Calibri" w:cs="Calibri"/>
          <w:bCs/>
          <w:sz w:val="20"/>
          <w:szCs w:val="20"/>
        </w:rPr>
        <w:t>jest/ nie jest</w:t>
      </w:r>
      <w:bookmarkStart w:id="6" w:name="_Hlk209602819"/>
      <w:r w:rsidRPr="00AF5BFF">
        <w:rPr>
          <w:rFonts w:ascii="Calibri" w:hAnsi="Calibri" w:cs="Calibri"/>
          <w:bCs/>
          <w:sz w:val="20"/>
          <w:szCs w:val="20"/>
        </w:rPr>
        <w:endnoteReference w:customMarkFollows="1" w:id="2"/>
        <w:sym w:font="Symbol" w:char="F02A"/>
      </w:r>
      <w:r w:rsidRPr="00AF5BFF">
        <w:rPr>
          <w:rFonts w:ascii="Calibri" w:hAnsi="Calibri" w:cs="Calibri"/>
          <w:bCs/>
          <w:sz w:val="20"/>
          <w:szCs w:val="20"/>
        </w:rPr>
        <w:t xml:space="preserve"> </w:t>
      </w:r>
      <w:bookmarkEnd w:id="6"/>
      <w:r w:rsidR="00B04B23" w:rsidRPr="00AF5BFF">
        <w:rPr>
          <w:rFonts w:ascii="Calibri" w:hAnsi="Calibri" w:cs="Calibri"/>
          <w:bCs/>
          <w:sz w:val="20"/>
          <w:szCs w:val="20"/>
        </w:rPr>
        <w:t>zgodny</w:t>
      </w:r>
      <w:r w:rsidRPr="00AF5BFF">
        <w:rPr>
          <w:rFonts w:ascii="Calibri" w:hAnsi="Calibri" w:cs="Calibri"/>
          <w:bCs/>
          <w:sz w:val="20"/>
          <w:szCs w:val="20"/>
        </w:rPr>
        <w:t xml:space="preserve"> z treścią zapisów </w:t>
      </w:r>
      <w:r w:rsidR="00B04B23" w:rsidRPr="00AF5BFF">
        <w:rPr>
          <w:rFonts w:ascii="Calibri" w:hAnsi="Calibri" w:cs="Calibri"/>
          <w:bCs/>
          <w:sz w:val="20"/>
          <w:szCs w:val="20"/>
        </w:rPr>
        <w:t>zapytania ofertowego</w:t>
      </w:r>
      <w:r w:rsidR="004549BD" w:rsidRPr="00AF5BFF">
        <w:rPr>
          <w:rFonts w:ascii="Calibri" w:hAnsi="Calibri" w:cs="Calibri"/>
          <w:bCs/>
          <w:sz w:val="20"/>
          <w:szCs w:val="20"/>
        </w:rPr>
        <w:t>,</w:t>
      </w:r>
      <w:r w:rsidRPr="00AF5BFF">
        <w:rPr>
          <w:rFonts w:ascii="Calibri" w:hAnsi="Calibri" w:cs="Calibri"/>
          <w:bCs/>
          <w:sz w:val="20"/>
          <w:szCs w:val="20"/>
        </w:rPr>
        <w:t xml:space="preserve"> ofertą Wykonawcy i postanowieniami ww. umowy .</w:t>
      </w:r>
    </w:p>
    <w:p w14:paraId="69D8682F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 xml:space="preserve">Odbioru </w:t>
      </w:r>
      <w:r w:rsidR="00A04FE5" w:rsidRPr="00AF5BFF">
        <w:rPr>
          <w:rFonts w:ascii="Calibri" w:hAnsi="Calibri" w:cs="Calibri"/>
          <w:bCs/>
          <w:sz w:val="20"/>
          <w:szCs w:val="20"/>
        </w:rPr>
        <w:t>dokonano</w:t>
      </w:r>
      <w:r w:rsidRPr="00AF5BFF">
        <w:rPr>
          <w:rFonts w:ascii="Calibri" w:hAnsi="Calibri" w:cs="Calibri"/>
          <w:bCs/>
          <w:sz w:val="20"/>
          <w:szCs w:val="20"/>
        </w:rPr>
        <w:t xml:space="preserve"> bez </w:t>
      </w:r>
      <w:r w:rsidR="00A04FE5" w:rsidRPr="00AF5BFF">
        <w:rPr>
          <w:rFonts w:ascii="Calibri" w:hAnsi="Calibri" w:cs="Calibri"/>
          <w:bCs/>
          <w:sz w:val="20"/>
          <w:szCs w:val="20"/>
        </w:rPr>
        <w:t>zastrzeżeń</w:t>
      </w:r>
      <w:r w:rsidRPr="00AF5BFF">
        <w:rPr>
          <w:rFonts w:ascii="Calibri" w:hAnsi="Calibri" w:cs="Calibri"/>
          <w:bCs/>
          <w:sz w:val="20"/>
          <w:szCs w:val="20"/>
        </w:rPr>
        <w:t xml:space="preserve"> </w:t>
      </w:r>
      <w:r w:rsidR="00A04FE5" w:rsidRPr="00AF5BFF">
        <w:rPr>
          <w:rFonts w:ascii="Calibri" w:hAnsi="Calibri" w:cs="Calibri"/>
          <w:bCs/>
          <w:sz w:val="20"/>
          <w:szCs w:val="20"/>
        </w:rPr>
        <w:t>/ Nie dokonano odbioru z powodu</w:t>
      </w:r>
      <w:r w:rsidR="00A04FE5" w:rsidRPr="00AF5BFF">
        <w:rPr>
          <w:rFonts w:ascii="Calibri" w:hAnsi="Calibri" w:cs="Calibri"/>
          <w:bCs/>
          <w:sz w:val="20"/>
          <w:szCs w:val="20"/>
        </w:rPr>
        <w:endnoteReference w:customMarkFollows="1" w:id="3"/>
        <w:sym w:font="Symbol" w:char="F02A"/>
      </w:r>
      <w:r w:rsidR="00A04FE5" w:rsidRPr="00AF5BFF">
        <w:rPr>
          <w:rFonts w:ascii="Calibri" w:hAnsi="Calibri" w:cs="Calibri"/>
          <w:bCs/>
          <w:sz w:val="20"/>
          <w:szCs w:val="20"/>
        </w:rPr>
        <w:t xml:space="preserve"> : </w:t>
      </w:r>
    </w:p>
    <w:p w14:paraId="2E21C33E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 w:rsidR="00A04FE5" w:rsidRPr="00AF5BFF">
        <w:rPr>
          <w:rFonts w:ascii="Calibri" w:hAnsi="Calibri" w:cs="Calibri"/>
          <w:bCs/>
          <w:sz w:val="20"/>
          <w:szCs w:val="20"/>
        </w:rPr>
        <w:t>………………………………</w:t>
      </w:r>
    </w:p>
    <w:p w14:paraId="604BF824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5D7B5604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</w:p>
    <w:p w14:paraId="5F9FC898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 w:rsidRPr="00AF5BFF">
        <w:rPr>
          <w:rFonts w:ascii="Calibri" w:hAnsi="Calibri" w:cs="Calibri"/>
          <w:bCs/>
          <w:sz w:val="20"/>
          <w:szCs w:val="20"/>
        </w:rPr>
        <w:t>2.Niniejszy protokół jest/ nie jest* protokołem  odbioru przedmiotu umowy  i stanowi / nie stanowi* podstawę/y do wystawienia faktury.</w:t>
      </w:r>
    </w:p>
    <w:p w14:paraId="0FDF53B3" w14:textId="77777777" w:rsidR="007071BA" w:rsidRPr="00AF5BFF" w:rsidRDefault="007071BA" w:rsidP="00AF5BFF">
      <w:pPr>
        <w:widowControl w:val="0"/>
        <w:adjustRightInd w:val="0"/>
        <w:spacing w:before="0" w:line="276" w:lineRule="auto"/>
        <w:ind w:left="425"/>
        <w:textAlignment w:val="baseline"/>
        <w:rPr>
          <w:rFonts w:ascii="Calibri" w:hAnsi="Calibri" w:cs="Calibri"/>
          <w:sz w:val="20"/>
          <w:szCs w:val="20"/>
        </w:rPr>
      </w:pPr>
    </w:p>
    <w:p w14:paraId="059AC3C3" w14:textId="77777777" w:rsidR="007071BA" w:rsidRPr="00AF5BFF" w:rsidRDefault="007071BA" w:rsidP="00AF5BFF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3. Niniejszy protokół sporządzono w 2 jednobrzmiących egzemplarzach, po jednym dla każdej ze stron.</w:t>
      </w:r>
    </w:p>
    <w:p w14:paraId="1D54B921" w14:textId="77777777" w:rsidR="007071BA" w:rsidRPr="00AF5BFF" w:rsidRDefault="007071BA" w:rsidP="00AF5BFF">
      <w:pPr>
        <w:pStyle w:val="Tekstpodstawowy3"/>
        <w:spacing w:before="0" w:after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564EDDAF" w14:textId="77777777" w:rsidR="007071BA" w:rsidRPr="00AF5BFF" w:rsidRDefault="007071BA" w:rsidP="00AF5BFF">
      <w:pPr>
        <w:pStyle w:val="Tekstpodstawowy3"/>
        <w:spacing w:before="0"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AF5BFF">
        <w:rPr>
          <w:rFonts w:ascii="Calibri" w:hAnsi="Calibri" w:cs="Calibri"/>
          <w:sz w:val="20"/>
          <w:szCs w:val="20"/>
        </w:rPr>
        <w:t>Za Wykonawcę</w:t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</w:r>
      <w:r w:rsidRPr="00AF5BFF">
        <w:rPr>
          <w:rFonts w:ascii="Calibri" w:hAnsi="Calibri" w:cs="Calibri"/>
          <w:sz w:val="20"/>
          <w:szCs w:val="20"/>
        </w:rPr>
        <w:tab/>
        <w:t>Za Zamawiającego</w:t>
      </w:r>
    </w:p>
    <w:p w14:paraId="2A9B7358" w14:textId="77777777" w:rsidR="007071BA" w:rsidRPr="00AF5BFF" w:rsidRDefault="007071BA" w:rsidP="00AF5BFF">
      <w:pPr>
        <w:pStyle w:val="Tekstpodstawowy3"/>
        <w:spacing w:before="0" w:after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37AB1FEA" w14:textId="77777777" w:rsidR="00522D01" w:rsidRPr="00AF5BFF" w:rsidRDefault="00522D01" w:rsidP="00AF5BFF">
      <w:pPr>
        <w:pStyle w:val="Tekstprzypisukocowego"/>
        <w:spacing w:line="276" w:lineRule="auto"/>
        <w:rPr>
          <w:rFonts w:ascii="Calibri" w:hAnsi="Calibri" w:cs="Calibri"/>
        </w:rPr>
      </w:pPr>
      <w:r w:rsidRPr="00AF5BFF">
        <w:rPr>
          <w:rStyle w:val="Odwoanieprzypisukocowego"/>
          <w:rFonts w:ascii="Calibri" w:hAnsi="Calibri" w:cs="Calibri"/>
        </w:rPr>
        <w:sym w:font="Symbol" w:char="F02A"/>
      </w:r>
      <w:r w:rsidRPr="00AF5BFF">
        <w:rPr>
          <w:rFonts w:ascii="Calibri" w:hAnsi="Calibri" w:cs="Calibri"/>
        </w:rPr>
        <w:t xml:space="preserve"> niewłaściwe skreślić</w:t>
      </w:r>
    </w:p>
    <w:p w14:paraId="4F653431" w14:textId="77777777" w:rsidR="007071BA" w:rsidRPr="00AF5BFF" w:rsidRDefault="007071BA" w:rsidP="00AF5BFF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78901FD4" w14:textId="77777777" w:rsidR="007071BA" w:rsidRPr="00AF5BFF" w:rsidRDefault="007071BA" w:rsidP="00AF5BFF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4C21F4A9" w14:textId="77777777" w:rsidR="007071BA" w:rsidRPr="00AF5BFF" w:rsidRDefault="007071BA" w:rsidP="00AF5BFF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08A22320" w14:textId="77777777" w:rsidR="00B46563" w:rsidRPr="00AF5BFF" w:rsidRDefault="00B46563" w:rsidP="00AF5BFF">
      <w:pPr>
        <w:tabs>
          <w:tab w:val="num" w:pos="426"/>
        </w:tabs>
        <w:spacing w:before="0" w:line="276" w:lineRule="auto"/>
        <w:rPr>
          <w:rFonts w:ascii="Calibri" w:hAnsi="Calibri" w:cs="Calibri"/>
          <w:sz w:val="20"/>
          <w:szCs w:val="20"/>
        </w:rPr>
      </w:pPr>
    </w:p>
    <w:sectPr w:rsidR="00B46563" w:rsidRPr="00AF5BFF" w:rsidSect="00B46563">
      <w:pgSz w:w="11906" w:h="16838"/>
      <w:pgMar w:top="1134" w:right="851" w:bottom="1134" w:left="567" w:header="709" w:footer="709" w:gutter="851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C32604A" w16cex:dateUtc="2025-11-23T18:34:00Z"/>
  <w16cex:commentExtensible w16cex:durableId="1EB94656" w16cex:dateUtc="2025-11-23T18:37:00Z"/>
  <w16cex:commentExtensible w16cex:durableId="28BD59A7" w16cex:dateUtc="2025-11-24T09:57:00Z"/>
  <w16cex:commentExtensible w16cex:durableId="58447A0C" w16cex:dateUtc="2025-11-24T09:57:00Z"/>
  <w16cex:commentExtensible w16cex:durableId="65107928" w16cex:dateUtc="2025-11-24T09:56:00Z"/>
  <w16cex:commentExtensible w16cex:durableId="7E149BA2" w16cex:dateUtc="2025-11-23T18:57:00Z"/>
  <w16cex:commentExtensible w16cex:durableId="737E6CCF" w16cex:dateUtc="2025-11-24T10:09:00Z"/>
  <w16cex:commentExtensible w16cex:durableId="51ED6D07" w16cex:dateUtc="2025-11-24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BC7ABA2" w16cid:durableId="1C32604A"/>
  <w16cid:commentId w16cid:paraId="1C2D048A" w16cid:durableId="38B8F310"/>
  <w16cid:commentId w16cid:paraId="1DCFE4A7" w16cid:durableId="1EB94656"/>
  <w16cid:commentId w16cid:paraId="732CCBAD" w16cid:durableId="28BD59A7"/>
  <w16cid:commentId w16cid:paraId="50921986" w16cid:durableId="58447A0C"/>
  <w16cid:commentId w16cid:paraId="0DD45309" w16cid:durableId="2EC9E2B1"/>
  <w16cid:commentId w16cid:paraId="29FA3C41" w16cid:durableId="65107928"/>
  <w16cid:commentId w16cid:paraId="1A2831B9" w16cid:durableId="7E149BA2"/>
  <w16cid:commentId w16cid:paraId="0A60D465" w16cid:durableId="737E6CCF"/>
  <w16cid:commentId w16cid:paraId="3365E423" w16cid:durableId="51ED6D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A19C2" w14:textId="77777777" w:rsidR="00665D99" w:rsidRDefault="00665D99">
      <w:pPr>
        <w:spacing w:before="0"/>
      </w:pPr>
      <w:r>
        <w:separator/>
      </w:r>
    </w:p>
  </w:endnote>
  <w:endnote w:type="continuationSeparator" w:id="0">
    <w:p w14:paraId="0A6F29D4" w14:textId="77777777" w:rsidR="00665D99" w:rsidRDefault="00665D99">
      <w:pPr>
        <w:spacing w:before="0"/>
      </w:pPr>
      <w:r>
        <w:continuationSeparator/>
      </w:r>
    </w:p>
  </w:endnote>
  <w:endnote w:type="continuationNotice" w:id="1">
    <w:p w14:paraId="6BA6B355" w14:textId="77777777" w:rsidR="00665D99" w:rsidRDefault="00665D99">
      <w:pPr>
        <w:spacing w:before="0"/>
      </w:pPr>
    </w:p>
  </w:endnote>
  <w:endnote w:id="2">
    <w:p w14:paraId="4BCA94D6" w14:textId="6BD46EE6" w:rsidR="00840E7A" w:rsidRDefault="00840E7A" w:rsidP="007071BA">
      <w:pPr>
        <w:pStyle w:val="Tekstprzypisukocowego"/>
        <w:rPr>
          <w:rFonts w:ascii="Calibri" w:hAnsi="Calibri" w:cs="Calibri"/>
        </w:rPr>
      </w:pPr>
    </w:p>
  </w:endnote>
  <w:endnote w:id="3">
    <w:p w14:paraId="40037022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2427079A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49A982F7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5A4A81F8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466514B3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3537EF49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0CBEEBCC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  <w:p w14:paraId="085B6D53" w14:textId="77777777" w:rsidR="00840E7A" w:rsidRPr="000E466C" w:rsidRDefault="00840E7A" w:rsidP="002576D2">
      <w:pPr>
        <w:spacing w:before="0" w:line="276" w:lineRule="auto"/>
        <w:ind w:left="720"/>
        <w:jc w:val="left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</w:t>
      </w:r>
      <w:r w:rsidRPr="000E466C">
        <w:rPr>
          <w:rFonts w:ascii="Calibri" w:hAnsi="Calibri" w:cs="Calibri"/>
          <w:bCs/>
          <w:sz w:val="20"/>
          <w:szCs w:val="20"/>
        </w:rPr>
        <w:t>Załącznik nr 6: Protokół przeprowadzenia szkolenia</w:t>
      </w:r>
    </w:p>
    <w:p w14:paraId="367DBC7B" w14:textId="77777777" w:rsidR="00840E7A" w:rsidRPr="007071BA" w:rsidRDefault="00840E7A" w:rsidP="002576D2">
      <w:pPr>
        <w:pStyle w:val="Tekstpodstawowy3"/>
        <w:spacing w:after="0"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10B47E6C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sz w:val="20"/>
          <w:szCs w:val="20"/>
        </w:rPr>
      </w:pPr>
      <w:r w:rsidRPr="007071BA">
        <w:rPr>
          <w:rFonts w:ascii="Calibri" w:hAnsi="Calibri" w:cs="Calibri"/>
          <w:sz w:val="20"/>
          <w:szCs w:val="20"/>
        </w:rPr>
        <w:t>sporządzony w ……………….., w dniu ......................., pomiędzy:</w:t>
      </w:r>
    </w:p>
    <w:p w14:paraId="7762B080" w14:textId="6DEBDD50" w:rsidR="00840E7A" w:rsidRPr="007071BA" w:rsidRDefault="00B04B23" w:rsidP="002576D2">
      <w:pPr>
        <w:widowControl w:val="0"/>
        <w:adjustRightInd w:val="0"/>
        <w:spacing w:line="276" w:lineRule="auto"/>
        <w:textAlignment w:val="baseline"/>
        <w:rPr>
          <w:rFonts w:ascii="Calibri" w:hAnsi="Calibri" w:cs="Calibri"/>
          <w:sz w:val="20"/>
          <w:szCs w:val="20"/>
        </w:rPr>
      </w:pPr>
      <w:r w:rsidRPr="00840E7A">
        <w:rPr>
          <w:rFonts w:ascii="Calibri" w:hAnsi="Calibri" w:cs="Calibri"/>
          <w:color w:val="000000"/>
          <w:sz w:val="20"/>
          <w:szCs w:val="20"/>
          <w:lang w:eastAsia="ar-SA"/>
        </w:rPr>
        <w:t>Gminą Braniewo</w:t>
      </w:r>
      <w:r w:rsidR="00840E7A" w:rsidRPr="007071BA">
        <w:rPr>
          <w:rFonts w:ascii="Calibri" w:hAnsi="Calibri" w:cs="Calibri"/>
          <w:sz w:val="20"/>
          <w:szCs w:val="20"/>
          <w:lang w:eastAsia="ar-SA"/>
        </w:rPr>
        <w:t xml:space="preserve">, </w:t>
      </w:r>
      <w:r w:rsidR="00840E7A" w:rsidRPr="007071BA">
        <w:rPr>
          <w:rFonts w:ascii="Calibri" w:hAnsi="Calibri" w:cs="Calibri"/>
          <w:sz w:val="20"/>
          <w:szCs w:val="20"/>
        </w:rPr>
        <w:t xml:space="preserve">jako </w:t>
      </w:r>
      <w:r w:rsidR="00840E7A" w:rsidRPr="007071BA">
        <w:rPr>
          <w:rFonts w:ascii="Calibri" w:hAnsi="Calibri" w:cs="Calibri"/>
          <w:b/>
          <w:sz w:val="20"/>
          <w:szCs w:val="20"/>
        </w:rPr>
        <w:t>Zamawiającym,</w:t>
      </w:r>
      <w:r w:rsidR="00840E7A" w:rsidRPr="007071BA">
        <w:rPr>
          <w:rFonts w:ascii="Calibri" w:hAnsi="Calibri" w:cs="Calibri"/>
          <w:sz w:val="20"/>
          <w:szCs w:val="20"/>
        </w:rPr>
        <w:t xml:space="preserve"> reprezentowanym przez:</w:t>
      </w:r>
    </w:p>
    <w:p w14:paraId="201A1257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sz w:val="20"/>
          <w:szCs w:val="20"/>
        </w:rPr>
      </w:pPr>
      <w:r w:rsidRPr="007071BA">
        <w:rPr>
          <w:rFonts w:ascii="Calibri" w:hAnsi="Calibri" w:cs="Calibri"/>
          <w:sz w:val="20"/>
          <w:szCs w:val="20"/>
        </w:rPr>
        <w:t>..............................................................................</w:t>
      </w:r>
    </w:p>
    <w:p w14:paraId="233E668E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sz w:val="20"/>
          <w:szCs w:val="20"/>
        </w:rPr>
      </w:pPr>
      <w:r w:rsidRPr="007071BA">
        <w:rPr>
          <w:rFonts w:ascii="Calibri" w:hAnsi="Calibri" w:cs="Calibri"/>
          <w:sz w:val="20"/>
          <w:szCs w:val="20"/>
        </w:rPr>
        <w:t>a</w:t>
      </w:r>
    </w:p>
    <w:p w14:paraId="2BF10BFC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b/>
          <w:bCs/>
          <w:sz w:val="20"/>
          <w:szCs w:val="20"/>
        </w:rPr>
      </w:pPr>
      <w:r w:rsidRPr="007071BA">
        <w:rPr>
          <w:rFonts w:ascii="Calibri" w:hAnsi="Calibri" w:cs="Calibri"/>
          <w:bCs/>
          <w:sz w:val="20"/>
          <w:szCs w:val="20"/>
        </w:rPr>
        <w:t xml:space="preserve">firmą </w:t>
      </w:r>
      <w:r w:rsidRPr="007071BA">
        <w:rPr>
          <w:rFonts w:ascii="Calibri" w:hAnsi="Calibri" w:cs="Calibri"/>
          <w:b/>
          <w:bCs/>
          <w:sz w:val="20"/>
          <w:szCs w:val="20"/>
        </w:rPr>
        <w:t>…………………………………………………………………………………………………...</w:t>
      </w:r>
      <w:r w:rsidRPr="007071BA">
        <w:rPr>
          <w:rFonts w:ascii="Calibri" w:hAnsi="Calibri" w:cs="Calibri"/>
          <w:bCs/>
          <w:sz w:val="20"/>
          <w:szCs w:val="20"/>
        </w:rPr>
        <w:t xml:space="preserve">, z siedzibą w …………………………………., jako </w:t>
      </w:r>
      <w:r w:rsidRPr="007071BA">
        <w:rPr>
          <w:rFonts w:ascii="Calibri" w:hAnsi="Calibri" w:cs="Calibri"/>
          <w:b/>
          <w:bCs/>
          <w:sz w:val="20"/>
          <w:szCs w:val="20"/>
        </w:rPr>
        <w:t>Wykonawcą</w:t>
      </w:r>
      <w:r w:rsidRPr="007071BA">
        <w:rPr>
          <w:rFonts w:ascii="Calibri" w:hAnsi="Calibri" w:cs="Calibri"/>
          <w:bCs/>
          <w:sz w:val="20"/>
          <w:szCs w:val="20"/>
        </w:rPr>
        <w:t>, reprezentowanym  przez:</w:t>
      </w:r>
    </w:p>
    <w:p w14:paraId="59659770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sz w:val="20"/>
          <w:szCs w:val="20"/>
        </w:rPr>
      </w:pPr>
      <w:r w:rsidRPr="007071BA">
        <w:rPr>
          <w:rFonts w:ascii="Calibri" w:hAnsi="Calibri" w:cs="Calibri"/>
          <w:sz w:val="20"/>
          <w:szCs w:val="20"/>
        </w:rPr>
        <w:t>.............................................................................</w:t>
      </w:r>
    </w:p>
    <w:p w14:paraId="40F47B62" w14:textId="7E2E348A" w:rsidR="00B04B23" w:rsidRPr="00B04B23" w:rsidRDefault="00840E7A" w:rsidP="00B04B23">
      <w:pPr>
        <w:pStyle w:val="Tekstpodstawowy"/>
        <w:spacing w:line="276" w:lineRule="auto"/>
        <w:rPr>
          <w:rFonts w:ascii="Calibri" w:hAnsi="Calibri" w:cs="Calibri"/>
        </w:rPr>
      </w:pPr>
      <w:r w:rsidRPr="007071BA">
        <w:rPr>
          <w:rFonts w:ascii="Calibri" w:hAnsi="Calibri" w:cs="Calibri"/>
          <w:bCs/>
        </w:rPr>
        <w:t xml:space="preserve">Przedmiotem odbioru jest </w:t>
      </w:r>
      <w:r w:rsidRPr="00373043">
        <w:rPr>
          <w:rFonts w:ascii="Calibri" w:hAnsi="Calibri" w:cs="Calibri"/>
        </w:rPr>
        <w:t>przeprowadzenia szkolenia</w:t>
      </w:r>
      <w:r w:rsidRPr="007071BA"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  <w:spacing w:val="-2"/>
        </w:rPr>
        <w:t>z obsługi</w:t>
      </w:r>
      <w:r w:rsidRPr="007071BA">
        <w:rPr>
          <w:rFonts w:ascii="Calibri" w:hAnsi="Calibri" w:cs="Calibri"/>
          <w:spacing w:val="-2"/>
        </w:rPr>
        <w:t xml:space="preserve"> </w:t>
      </w:r>
      <w:r w:rsidR="00B04B23" w:rsidRPr="00B04B23">
        <w:rPr>
          <w:rFonts w:ascii="Calibri" w:eastAsia="SimSun" w:hAnsi="Calibri" w:cs="Calibri"/>
          <w:color w:val="000000"/>
          <w:kern w:val="1"/>
          <w:lang w:eastAsia="hi-IN" w:bidi="hi-IN"/>
        </w:rPr>
        <w:t>fab</w:t>
      </w:r>
      <w:r w:rsidR="00B04B23" w:rsidRPr="00B04B23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rycznie nowego mobilnego </w:t>
      </w:r>
      <w:r w:rsidR="00B04B23" w:rsidRPr="00B04B23">
        <w:rPr>
          <w:rFonts w:ascii="Calibri" w:eastAsia="SimSun" w:hAnsi="Calibri" w:cs="Calibri"/>
          <w:color w:val="000000"/>
          <w:kern w:val="1"/>
          <w:lang w:eastAsia="hi-IN" w:bidi="hi-IN"/>
        </w:rPr>
        <w:t>trójfazowego generatora prądu na przyczepie specjalnej (transportowej)</w:t>
      </w:r>
      <w:r w:rsidR="00B04B23" w:rsidRPr="00B04B23">
        <w:rPr>
          <w:rFonts w:ascii="Calibri" w:eastAsia="SimSun" w:hAnsi="Calibri" w:cs="Calibri"/>
          <w:bCs/>
          <w:color w:val="000000"/>
          <w:kern w:val="1"/>
          <w:lang w:eastAsia="hi-IN" w:bidi="hi-IN"/>
        </w:rPr>
        <w:t xml:space="preserve"> o mocy znamionowej min. 40kW/50kVA.</w:t>
      </w:r>
    </w:p>
    <w:p w14:paraId="296F9C2D" w14:textId="7A7A4D4D" w:rsidR="00840E7A" w:rsidRPr="007071BA" w:rsidRDefault="00840E7A" w:rsidP="002576D2">
      <w:pPr>
        <w:pStyle w:val="Tekstpodstawowy"/>
        <w:spacing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dostarczonej </w:t>
      </w:r>
      <w:r w:rsidRPr="007071BA">
        <w:rPr>
          <w:rFonts w:ascii="Calibri" w:hAnsi="Calibri" w:cs="Calibri"/>
        </w:rPr>
        <w:t xml:space="preserve">na podstawie </w:t>
      </w:r>
      <w:r>
        <w:rPr>
          <w:rFonts w:ascii="Calibri" w:hAnsi="Calibri" w:cs="Calibri"/>
        </w:rPr>
        <w:t xml:space="preserve"> zapisów </w:t>
      </w:r>
      <w:r w:rsidRPr="007071BA">
        <w:rPr>
          <w:rFonts w:ascii="Calibri" w:hAnsi="Calibri" w:cs="Calibri"/>
          <w:bCs/>
        </w:rPr>
        <w:t>umowy nr ……………… z dnia …………………………..</w:t>
      </w:r>
    </w:p>
    <w:p w14:paraId="39C720D2" w14:textId="77777777" w:rsidR="00840E7A" w:rsidRPr="007071BA" w:rsidRDefault="00840E7A" w:rsidP="002576D2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1. </w:t>
      </w:r>
      <w:r w:rsidRPr="007071BA">
        <w:rPr>
          <w:rFonts w:ascii="Calibri" w:hAnsi="Calibri" w:cs="Calibri"/>
          <w:bCs/>
          <w:sz w:val="20"/>
          <w:szCs w:val="20"/>
        </w:rPr>
        <w:t xml:space="preserve">Zamawiający stwierdził, że: </w:t>
      </w:r>
    </w:p>
    <w:p w14:paraId="2742F427" w14:textId="388B1215" w:rsidR="00840E7A" w:rsidRDefault="00840E7A" w:rsidP="002576D2">
      <w:pPr>
        <w:pStyle w:val="Tekstpodstawowy3"/>
        <w:spacing w:after="0"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>Pracownicy Zamawiającego odbyli szkolenie / nie odbyli szkolenia</w:t>
      </w:r>
      <w:r w:rsidRPr="007071BA">
        <w:rPr>
          <w:rFonts w:ascii="Calibri" w:hAnsi="Calibri" w:cs="Calibri"/>
          <w:bCs/>
          <w:sz w:val="20"/>
          <w:szCs w:val="20"/>
        </w:rPr>
        <w:sym w:font="Symbol" w:char="F02A"/>
      </w:r>
      <w:r>
        <w:rPr>
          <w:rFonts w:ascii="Calibri" w:hAnsi="Calibri" w:cs="Calibri"/>
          <w:spacing w:val="-2"/>
          <w:sz w:val="20"/>
          <w:szCs w:val="20"/>
        </w:rPr>
        <w:t xml:space="preserve">  z obsługi </w:t>
      </w:r>
      <w:proofErr w:type="spellStart"/>
      <w:r>
        <w:rPr>
          <w:rFonts w:ascii="Calibri" w:hAnsi="Calibri" w:cs="Calibri"/>
          <w:spacing w:val="-2"/>
          <w:sz w:val="20"/>
          <w:szCs w:val="20"/>
        </w:rPr>
        <w:t>ww</w:t>
      </w:r>
      <w:proofErr w:type="spellEnd"/>
      <w:r>
        <w:rPr>
          <w:rFonts w:ascii="Calibri" w:hAnsi="Calibri" w:cs="Calibri"/>
          <w:spacing w:val="-2"/>
          <w:sz w:val="20"/>
          <w:szCs w:val="20"/>
        </w:rPr>
        <w:t xml:space="preserve"> </w:t>
      </w:r>
      <w:r w:rsidR="00B04B23">
        <w:rPr>
          <w:rFonts w:ascii="Calibri" w:hAnsi="Calibri" w:cs="Calibri"/>
          <w:spacing w:val="-2"/>
          <w:sz w:val="20"/>
          <w:szCs w:val="20"/>
        </w:rPr>
        <w:t>nowego</w:t>
      </w:r>
      <w:r w:rsidRPr="007071BA">
        <w:rPr>
          <w:rFonts w:ascii="Calibri" w:hAnsi="Calibri" w:cs="Calibri"/>
          <w:spacing w:val="-2"/>
          <w:sz w:val="20"/>
          <w:szCs w:val="20"/>
        </w:rPr>
        <w:t xml:space="preserve"> </w:t>
      </w:r>
      <w:r w:rsidR="00B04B23" w:rsidRPr="00B04B23">
        <w:rPr>
          <w:rFonts w:ascii="Calibri" w:eastAsia="SimSun" w:hAnsi="Calibri" w:cs="Calibri"/>
          <w:bCs/>
          <w:color w:val="000000"/>
          <w:kern w:val="1"/>
          <w:sz w:val="20"/>
          <w:szCs w:val="20"/>
          <w:lang w:eastAsia="hi-IN" w:bidi="hi-IN"/>
        </w:rPr>
        <w:t xml:space="preserve">mobilnego </w:t>
      </w:r>
      <w:r w:rsidR="00B04B23" w:rsidRPr="00B04B23">
        <w:rPr>
          <w:rFonts w:ascii="Calibri" w:eastAsia="SimSun" w:hAnsi="Calibri" w:cs="Calibri"/>
          <w:color w:val="000000"/>
          <w:kern w:val="1"/>
          <w:sz w:val="20"/>
          <w:szCs w:val="20"/>
          <w:lang w:eastAsia="hi-IN" w:bidi="hi-IN"/>
        </w:rPr>
        <w:t xml:space="preserve">trójfazowego generatora prądu </w:t>
      </w:r>
      <w:r>
        <w:rPr>
          <w:rFonts w:ascii="Calibri" w:hAnsi="Calibri" w:cs="Calibri"/>
          <w:sz w:val="20"/>
          <w:szCs w:val="20"/>
        </w:rPr>
        <w:t xml:space="preserve">na zasadach określonych w </w:t>
      </w:r>
      <w:r w:rsidRPr="00373043">
        <w:rPr>
          <w:rFonts w:ascii="Calibri" w:hAnsi="Calibri" w:cs="Calibri"/>
          <w:bCs/>
          <w:sz w:val="20"/>
          <w:szCs w:val="20"/>
        </w:rPr>
        <w:t xml:space="preserve">§ 1 </w:t>
      </w:r>
      <w:proofErr w:type="spellStart"/>
      <w:r w:rsidRPr="00373043">
        <w:rPr>
          <w:rFonts w:ascii="Calibri" w:hAnsi="Calibri" w:cs="Calibri"/>
          <w:bCs/>
          <w:sz w:val="20"/>
          <w:szCs w:val="20"/>
        </w:rPr>
        <w:t>ww</w:t>
      </w:r>
      <w:proofErr w:type="spellEnd"/>
      <w:r w:rsidRPr="00373043">
        <w:rPr>
          <w:rFonts w:ascii="Calibri" w:hAnsi="Calibri" w:cs="Calibri"/>
          <w:bCs/>
          <w:sz w:val="20"/>
          <w:szCs w:val="20"/>
        </w:rPr>
        <w:t xml:space="preserve"> umowy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7071BA">
        <w:rPr>
          <w:rFonts w:ascii="Calibri" w:hAnsi="Calibri" w:cs="Calibri"/>
          <w:sz w:val="20"/>
          <w:szCs w:val="20"/>
        </w:rPr>
        <w:t xml:space="preserve"> </w:t>
      </w:r>
      <w:r w:rsidRPr="007071BA">
        <w:rPr>
          <w:rFonts w:ascii="Calibri" w:hAnsi="Calibri" w:cs="Calibri"/>
          <w:bCs/>
          <w:sz w:val="20"/>
          <w:szCs w:val="20"/>
        </w:rPr>
        <w:t>zgodn</w:t>
      </w:r>
      <w:r>
        <w:rPr>
          <w:rFonts w:ascii="Calibri" w:hAnsi="Calibri" w:cs="Calibri"/>
          <w:bCs/>
          <w:sz w:val="20"/>
          <w:szCs w:val="20"/>
        </w:rPr>
        <w:t>ie</w:t>
      </w:r>
      <w:r w:rsidRPr="007071BA">
        <w:rPr>
          <w:rFonts w:ascii="Calibri" w:hAnsi="Calibri" w:cs="Calibri"/>
          <w:bCs/>
          <w:sz w:val="20"/>
          <w:szCs w:val="20"/>
        </w:rPr>
        <w:t xml:space="preserve"> z treścią zapisów </w:t>
      </w:r>
      <w:r w:rsidR="006B5794">
        <w:rPr>
          <w:rFonts w:ascii="Calibri" w:hAnsi="Calibri" w:cs="Calibri"/>
          <w:bCs/>
          <w:sz w:val="20"/>
          <w:szCs w:val="20"/>
        </w:rPr>
        <w:t xml:space="preserve">zapytania ofertowego </w:t>
      </w:r>
      <w:r w:rsidRPr="007071BA">
        <w:rPr>
          <w:rFonts w:ascii="Calibri" w:hAnsi="Calibri" w:cs="Calibri"/>
          <w:bCs/>
          <w:sz w:val="20"/>
          <w:szCs w:val="20"/>
        </w:rPr>
        <w:t xml:space="preserve">Wykonawcy i postanowieniami ww. umowy 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4E9D4A2B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pacing w:val="-2"/>
          <w:sz w:val="20"/>
          <w:szCs w:val="20"/>
        </w:rPr>
        <w:t xml:space="preserve">Pracownicy Zamawiającego nie odbyli szkolenia  </w:t>
      </w:r>
      <w:r>
        <w:rPr>
          <w:rFonts w:ascii="Calibri" w:hAnsi="Calibri" w:cs="Calibri"/>
          <w:bCs/>
          <w:sz w:val="20"/>
          <w:szCs w:val="20"/>
        </w:rPr>
        <w:t>z powodu</w:t>
      </w:r>
      <w:r w:rsidRPr="007071BA">
        <w:rPr>
          <w:rFonts w:ascii="Calibri" w:hAnsi="Calibri" w:cs="Calibri"/>
          <w:bCs/>
          <w:sz w:val="20"/>
          <w:szCs w:val="20"/>
        </w:rPr>
        <w:sym w:font="Symbol" w:char="F02A"/>
      </w:r>
      <w:r w:rsidRPr="007071BA"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 xml:space="preserve">: </w:t>
      </w:r>
    </w:p>
    <w:p w14:paraId="033330D6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bCs/>
          <w:sz w:val="20"/>
          <w:szCs w:val="20"/>
        </w:rPr>
      </w:pPr>
      <w:r w:rsidRPr="007071BA"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</w:t>
      </w:r>
    </w:p>
    <w:p w14:paraId="5DE533B8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3CFDF99B" w14:textId="77777777" w:rsidR="00840E7A" w:rsidRPr="007071BA" w:rsidRDefault="00840E7A" w:rsidP="002576D2">
      <w:pPr>
        <w:pStyle w:val="Tekstpodstawowy3"/>
        <w:spacing w:after="0" w:line="276" w:lineRule="auto"/>
        <w:rPr>
          <w:rFonts w:ascii="Calibri" w:hAnsi="Calibri" w:cs="Calibri"/>
          <w:bCs/>
          <w:sz w:val="20"/>
          <w:szCs w:val="20"/>
        </w:rPr>
      </w:pPr>
    </w:p>
    <w:p w14:paraId="765D7F08" w14:textId="77777777" w:rsidR="00840E7A" w:rsidRPr="007071BA" w:rsidRDefault="00840E7A" w:rsidP="002576D2">
      <w:pPr>
        <w:pStyle w:val="Tekstpodstawowy3"/>
        <w:spacing w:before="0" w:after="0" w:line="276" w:lineRule="auto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2.</w:t>
      </w:r>
      <w:r w:rsidRPr="007071BA">
        <w:rPr>
          <w:rFonts w:ascii="Calibri" w:hAnsi="Calibri" w:cs="Calibri"/>
          <w:bCs/>
          <w:sz w:val="20"/>
          <w:szCs w:val="20"/>
        </w:rPr>
        <w:t>Niniejszy protokół jest/ nie jest* protokołem  odbioru przedmiotu umowy  i stanowi / nie stanowi* podstawę/y do wystawienia faktury.</w:t>
      </w:r>
    </w:p>
    <w:p w14:paraId="7BDF39EF" w14:textId="77777777" w:rsidR="00840E7A" w:rsidRPr="007071BA" w:rsidRDefault="00840E7A" w:rsidP="002576D2">
      <w:pPr>
        <w:widowControl w:val="0"/>
        <w:adjustRightInd w:val="0"/>
        <w:spacing w:line="276" w:lineRule="auto"/>
        <w:ind w:left="425"/>
        <w:textAlignment w:val="baseline"/>
        <w:rPr>
          <w:rFonts w:ascii="Calibri" w:hAnsi="Calibri" w:cs="Calibri"/>
          <w:sz w:val="20"/>
          <w:szCs w:val="20"/>
        </w:rPr>
      </w:pPr>
    </w:p>
    <w:p w14:paraId="3DBE728C" w14:textId="77777777" w:rsidR="00840E7A" w:rsidRPr="007071BA" w:rsidRDefault="00840E7A" w:rsidP="002576D2">
      <w:pPr>
        <w:pStyle w:val="Tekstpodstawowy3"/>
        <w:spacing w:before="0" w:after="0"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3. </w:t>
      </w:r>
      <w:r w:rsidRPr="007071BA">
        <w:rPr>
          <w:rFonts w:ascii="Calibri" w:hAnsi="Calibri" w:cs="Calibri"/>
          <w:sz w:val="20"/>
          <w:szCs w:val="20"/>
        </w:rPr>
        <w:t>Niniejszy protokół sporządzono w 2 jednobrzmiących egzemplarzach, po jednym dla każdej ze stron.</w:t>
      </w:r>
    </w:p>
    <w:p w14:paraId="4E3D2DEA" w14:textId="77777777" w:rsidR="00840E7A" w:rsidRPr="007071BA" w:rsidRDefault="00840E7A" w:rsidP="002576D2">
      <w:pPr>
        <w:pStyle w:val="Tekstpodstawowy3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1C1747AC" w14:textId="77777777" w:rsidR="00840E7A" w:rsidRPr="007071BA" w:rsidRDefault="00840E7A" w:rsidP="002576D2">
      <w:pPr>
        <w:pStyle w:val="Tekstpodstawowy3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  <w:r w:rsidRPr="007071BA">
        <w:rPr>
          <w:rFonts w:ascii="Calibri" w:hAnsi="Calibri" w:cs="Calibri"/>
          <w:sz w:val="20"/>
          <w:szCs w:val="20"/>
        </w:rPr>
        <w:t>Za Wykonawcę</w:t>
      </w:r>
      <w:r w:rsidRPr="007071BA">
        <w:rPr>
          <w:rFonts w:ascii="Calibri" w:hAnsi="Calibri" w:cs="Calibri"/>
          <w:sz w:val="20"/>
          <w:szCs w:val="20"/>
        </w:rPr>
        <w:tab/>
      </w:r>
      <w:r w:rsidRPr="007071BA">
        <w:rPr>
          <w:rFonts w:ascii="Calibri" w:hAnsi="Calibri" w:cs="Calibri"/>
          <w:sz w:val="20"/>
          <w:szCs w:val="20"/>
        </w:rPr>
        <w:tab/>
      </w:r>
      <w:r w:rsidRPr="007071BA">
        <w:rPr>
          <w:rFonts w:ascii="Calibri" w:hAnsi="Calibri" w:cs="Calibri"/>
          <w:sz w:val="20"/>
          <w:szCs w:val="20"/>
        </w:rPr>
        <w:tab/>
      </w:r>
      <w:r w:rsidRPr="007071BA">
        <w:rPr>
          <w:rFonts w:ascii="Calibri" w:hAnsi="Calibri" w:cs="Calibri"/>
          <w:sz w:val="20"/>
          <w:szCs w:val="20"/>
        </w:rPr>
        <w:tab/>
      </w:r>
      <w:r w:rsidRPr="007071BA">
        <w:rPr>
          <w:rFonts w:ascii="Calibri" w:hAnsi="Calibri" w:cs="Calibri"/>
          <w:sz w:val="20"/>
          <w:szCs w:val="20"/>
        </w:rPr>
        <w:tab/>
        <w:t>Za Zamawiającego</w:t>
      </w:r>
    </w:p>
    <w:p w14:paraId="442546E9" w14:textId="77777777" w:rsidR="00840E7A" w:rsidRPr="007071BA" w:rsidRDefault="00840E7A" w:rsidP="002576D2">
      <w:pPr>
        <w:pStyle w:val="Tekstpodstawowy3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651E1FAD" w14:textId="77777777" w:rsidR="00840E7A" w:rsidRPr="007071BA" w:rsidRDefault="00840E7A" w:rsidP="002576D2">
      <w:pPr>
        <w:pStyle w:val="Tekstpodstawowy3"/>
        <w:spacing w:after="0" w:line="276" w:lineRule="auto"/>
        <w:jc w:val="center"/>
        <w:rPr>
          <w:rFonts w:ascii="Calibri" w:hAnsi="Calibri" w:cs="Calibri"/>
          <w:sz w:val="20"/>
          <w:szCs w:val="20"/>
        </w:rPr>
      </w:pPr>
    </w:p>
    <w:p w14:paraId="4FB2112E" w14:textId="77777777" w:rsidR="00840E7A" w:rsidRPr="007071B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7D49E9AC" w14:textId="77777777" w:rsidR="00840E7A" w:rsidRDefault="00840E7A" w:rsidP="00373043">
      <w:pPr>
        <w:pStyle w:val="Tekstprzypisukocowego"/>
        <w:rPr>
          <w:rFonts w:ascii="Calibri" w:hAnsi="Calibri" w:cs="Calibri"/>
        </w:rPr>
      </w:pPr>
      <w:r>
        <w:rPr>
          <w:rStyle w:val="Odwoanieprzypisukocowego"/>
        </w:rPr>
        <w:sym w:font="Symbol" w:char="F02A"/>
      </w:r>
      <w:r>
        <w:t xml:space="preserve"> </w:t>
      </w:r>
      <w:r>
        <w:rPr>
          <w:rFonts w:ascii="Calibri" w:hAnsi="Calibri" w:cs="Calibri"/>
        </w:rPr>
        <w:t>niewłaściwe skreślić</w:t>
      </w:r>
    </w:p>
    <w:p w14:paraId="17967521" w14:textId="77777777" w:rsidR="00840E7A" w:rsidRPr="00373043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02184065" w14:textId="77777777" w:rsidR="00840E7A" w:rsidRPr="007071B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776B0827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6024B97A" w14:textId="77777777" w:rsidR="00840E7A" w:rsidRDefault="00840E7A" w:rsidP="002576D2">
      <w:pPr>
        <w:spacing w:before="0" w:line="276" w:lineRule="auto"/>
        <w:rPr>
          <w:rFonts w:ascii="Calibri" w:eastAsia="Arial" w:hAnsi="Calibri" w:cs="Calibri"/>
          <w:sz w:val="20"/>
          <w:szCs w:val="20"/>
        </w:rPr>
      </w:pPr>
    </w:p>
    <w:p w14:paraId="7BEC7115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38BB24D2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7E805F3B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1DD25D8F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2A5C0BFF" w14:textId="77777777" w:rsidR="00840E7A" w:rsidRDefault="00840E7A" w:rsidP="002576D2">
      <w:pPr>
        <w:spacing w:before="0" w:line="276" w:lineRule="auto"/>
        <w:ind w:left="567"/>
        <w:rPr>
          <w:rFonts w:ascii="Calibri" w:eastAsia="Arial" w:hAnsi="Calibri" w:cs="Calibri"/>
          <w:sz w:val="20"/>
          <w:szCs w:val="20"/>
        </w:rPr>
      </w:pPr>
    </w:p>
    <w:p w14:paraId="12815292" w14:textId="77777777" w:rsidR="00840E7A" w:rsidRDefault="00840E7A" w:rsidP="00A04FE5">
      <w:pPr>
        <w:pStyle w:val="Tekstprzypisukocowego"/>
        <w:rPr>
          <w:rFonts w:ascii="Calibri" w:hAnsi="Calibri" w:cs="Calibri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45"/>
      <w:gridCol w:w="3839"/>
      <w:gridCol w:w="1583"/>
    </w:tblGrid>
    <w:tr w:rsidR="00840E7A" w14:paraId="3A75293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92877F" w14:textId="77777777" w:rsidR="00840E7A" w:rsidRDefault="00840E7A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B6518CF" w14:textId="77777777" w:rsidR="00840E7A" w:rsidRDefault="00840E7A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07598D7" w14:textId="0F1F610B" w:rsidR="00840E7A" w:rsidRDefault="00840E7A" w:rsidP="00B4656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D77DF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</w:instrText>
          </w:r>
          <w:r>
            <w:rPr>
              <w:sz w:val="16"/>
              <w:szCs w:val="16"/>
            </w:rPr>
            <w:fldChar w:fldCharType="separate"/>
          </w:r>
          <w:r w:rsidR="006D77DF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3BBA731A" w14:textId="77777777" w:rsidR="00840E7A" w:rsidRDefault="00840E7A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D768E" w14:textId="77777777" w:rsidR="00665D99" w:rsidRDefault="00665D99">
      <w:pPr>
        <w:spacing w:before="0"/>
      </w:pPr>
      <w:r>
        <w:separator/>
      </w:r>
    </w:p>
  </w:footnote>
  <w:footnote w:type="continuationSeparator" w:id="0">
    <w:p w14:paraId="20E3D387" w14:textId="77777777" w:rsidR="00665D99" w:rsidRDefault="00665D99">
      <w:pPr>
        <w:spacing w:before="0"/>
      </w:pPr>
      <w:r>
        <w:continuationSeparator/>
      </w:r>
    </w:p>
  </w:footnote>
  <w:footnote w:type="continuationNotice" w:id="1">
    <w:p w14:paraId="4D8B700C" w14:textId="77777777" w:rsidR="00665D99" w:rsidRDefault="00665D99">
      <w:pPr>
        <w:spacing w:before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B9D122" w14:textId="6878379B" w:rsidR="00840E7A" w:rsidRPr="00233A90" w:rsidRDefault="00840E7A" w:rsidP="00233A90">
    <w:pPr>
      <w:tabs>
        <w:tab w:val="center" w:pos="4536"/>
        <w:tab w:val="right" w:pos="9072"/>
      </w:tabs>
      <w:spacing w:before="0"/>
      <w:jc w:val="left"/>
      <w:rPr>
        <w:rFonts w:ascii="Calibri" w:eastAsia="Calibri" w:hAnsi="Calibri" w:cs="Times New Roman"/>
        <w:sz w:val="22"/>
        <w:szCs w:val="22"/>
        <w:lang w:eastAsia="en-US"/>
      </w:rPr>
    </w:pPr>
    <w:r>
      <w:rPr>
        <w:rFonts w:ascii="Calibri" w:eastAsia="Calibri" w:hAnsi="Calibri" w:cs="Times New Roman"/>
        <w:sz w:val="22"/>
        <w:szCs w:val="22"/>
        <w:lang w:eastAsia="en-US"/>
      </w:rPr>
      <w:t xml:space="preserve"> </w:t>
    </w:r>
  </w:p>
  <w:p w14:paraId="5898CACF" w14:textId="497962B4" w:rsidR="00840E7A" w:rsidRPr="00233A90" w:rsidRDefault="00BB7CBC" w:rsidP="00233A90">
    <w:pPr>
      <w:suppressLineNumbers/>
      <w:tabs>
        <w:tab w:val="center" w:pos="4536"/>
        <w:tab w:val="right" w:pos="9072"/>
      </w:tabs>
      <w:suppressAutoHyphens/>
      <w:autoSpaceDN w:val="0"/>
      <w:spacing w:before="0"/>
      <w:jc w:val="left"/>
      <w:textAlignment w:val="baseline"/>
      <w:rPr>
        <w:rFonts w:ascii="Calibri" w:eastAsia="SimSun" w:hAnsi="Calibri"/>
        <w:kern w:val="3"/>
        <w:sz w:val="22"/>
        <w:szCs w:val="22"/>
        <w:lang w:eastAsia="ar-SA"/>
      </w:rPr>
    </w:pPr>
    <w:r w:rsidRPr="00BB7CBC">
      <w:rPr>
        <w:rFonts w:ascii="Calibri" w:eastAsia="SimSun" w:hAnsi="Calibri"/>
        <w:noProof/>
        <w:kern w:val="3"/>
        <w:sz w:val="22"/>
        <w:szCs w:val="22"/>
      </w:rPr>
      <w:drawing>
        <wp:inline distT="0" distB="0" distL="0" distR="0" wp14:anchorId="013C620D" wp14:editId="1F474117">
          <wp:extent cx="6119495" cy="648970"/>
          <wp:effectExtent l="0" t="0" r="0" b="0"/>
          <wp:docPr id="25754656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8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C0F2EE" w14:textId="233B019E" w:rsidR="00840E7A" w:rsidRPr="00233A90" w:rsidRDefault="00840E7A" w:rsidP="00233A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654A26F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eastAsia="Times New Roman" w:hAnsi="Calibri" w:cs="Calibri"/>
        <w:color w:val="auto"/>
        <w:sz w:val="20"/>
        <w:szCs w:val="20"/>
      </w:rPr>
    </w:lvl>
  </w:abstractNum>
  <w:abstractNum w:abstractNumId="3" w15:restartNumberingAfterBreak="0">
    <w:nsid w:val="00000018"/>
    <w:multiLevelType w:val="singleLevel"/>
    <w:tmpl w:val="00000018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color w:val="000000"/>
        <w:sz w:val="20"/>
        <w:szCs w:val="20"/>
      </w:rPr>
    </w:lvl>
  </w:abstractNum>
  <w:abstractNum w:abstractNumId="4" w15:restartNumberingAfterBreak="0">
    <w:nsid w:val="04556E43"/>
    <w:multiLevelType w:val="hybridMultilevel"/>
    <w:tmpl w:val="EA7C13A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B237FE"/>
    <w:multiLevelType w:val="hybridMultilevel"/>
    <w:tmpl w:val="4B72E2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6186BA9"/>
    <w:multiLevelType w:val="hybridMultilevel"/>
    <w:tmpl w:val="2F820B06"/>
    <w:lvl w:ilvl="0" w:tplc="4512346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0413865"/>
    <w:multiLevelType w:val="hybridMultilevel"/>
    <w:tmpl w:val="7D8E54A8"/>
    <w:lvl w:ilvl="0" w:tplc="15A0E29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8D14B22"/>
    <w:multiLevelType w:val="hybridMultilevel"/>
    <w:tmpl w:val="DD022BC2"/>
    <w:lvl w:ilvl="0" w:tplc="0415000F">
      <w:start w:val="1"/>
      <w:numFmt w:val="decimal"/>
      <w:lvlText w:val="%1."/>
      <w:lvlJc w:val="left"/>
      <w:pPr>
        <w:ind w:left="2378" w:hanging="360"/>
      </w:pPr>
    </w:lvl>
    <w:lvl w:ilvl="1" w:tplc="04150019" w:tentative="1">
      <w:start w:val="1"/>
      <w:numFmt w:val="lowerLetter"/>
      <w:lvlText w:val="%2."/>
      <w:lvlJc w:val="left"/>
      <w:pPr>
        <w:ind w:left="3098" w:hanging="360"/>
      </w:pPr>
    </w:lvl>
    <w:lvl w:ilvl="2" w:tplc="0415001B" w:tentative="1">
      <w:start w:val="1"/>
      <w:numFmt w:val="lowerRoman"/>
      <w:lvlText w:val="%3."/>
      <w:lvlJc w:val="right"/>
      <w:pPr>
        <w:ind w:left="3818" w:hanging="180"/>
      </w:pPr>
    </w:lvl>
    <w:lvl w:ilvl="3" w:tplc="0415000F" w:tentative="1">
      <w:start w:val="1"/>
      <w:numFmt w:val="decimal"/>
      <w:lvlText w:val="%4."/>
      <w:lvlJc w:val="left"/>
      <w:pPr>
        <w:ind w:left="4538" w:hanging="360"/>
      </w:pPr>
    </w:lvl>
    <w:lvl w:ilvl="4" w:tplc="04150019" w:tentative="1">
      <w:start w:val="1"/>
      <w:numFmt w:val="lowerLetter"/>
      <w:lvlText w:val="%5."/>
      <w:lvlJc w:val="left"/>
      <w:pPr>
        <w:ind w:left="5258" w:hanging="360"/>
      </w:pPr>
    </w:lvl>
    <w:lvl w:ilvl="5" w:tplc="0415001B" w:tentative="1">
      <w:start w:val="1"/>
      <w:numFmt w:val="lowerRoman"/>
      <w:lvlText w:val="%6."/>
      <w:lvlJc w:val="right"/>
      <w:pPr>
        <w:ind w:left="5978" w:hanging="180"/>
      </w:pPr>
    </w:lvl>
    <w:lvl w:ilvl="6" w:tplc="0415000F" w:tentative="1">
      <w:start w:val="1"/>
      <w:numFmt w:val="decimal"/>
      <w:lvlText w:val="%7."/>
      <w:lvlJc w:val="left"/>
      <w:pPr>
        <w:ind w:left="6698" w:hanging="360"/>
      </w:pPr>
    </w:lvl>
    <w:lvl w:ilvl="7" w:tplc="04150019" w:tentative="1">
      <w:start w:val="1"/>
      <w:numFmt w:val="lowerLetter"/>
      <w:lvlText w:val="%8."/>
      <w:lvlJc w:val="left"/>
      <w:pPr>
        <w:ind w:left="7418" w:hanging="360"/>
      </w:pPr>
    </w:lvl>
    <w:lvl w:ilvl="8" w:tplc="0415001B" w:tentative="1">
      <w:start w:val="1"/>
      <w:numFmt w:val="lowerRoman"/>
      <w:lvlText w:val="%9."/>
      <w:lvlJc w:val="right"/>
      <w:pPr>
        <w:ind w:left="8138" w:hanging="180"/>
      </w:pPr>
    </w:lvl>
  </w:abstractNum>
  <w:abstractNum w:abstractNumId="9" w15:restartNumberingAfterBreak="0">
    <w:nsid w:val="1BBA5D40"/>
    <w:multiLevelType w:val="multilevel"/>
    <w:tmpl w:val="0F3025EA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0" w15:restartNumberingAfterBreak="0">
    <w:nsid w:val="1C2E52A1"/>
    <w:multiLevelType w:val="hybridMultilevel"/>
    <w:tmpl w:val="3E8A9554"/>
    <w:lvl w:ilvl="0" w:tplc="20DC1A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3322F7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6E1557"/>
    <w:multiLevelType w:val="hybridMultilevel"/>
    <w:tmpl w:val="AB0CA0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3A0618F"/>
    <w:multiLevelType w:val="hybridMultilevel"/>
    <w:tmpl w:val="A9DE527C"/>
    <w:lvl w:ilvl="0" w:tplc="80C8F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7A7083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ahoma"/>
        <w:b w:val="0"/>
        <w:bCs w:val="0"/>
        <w:i w:val="0"/>
        <w:iCs w:val="0"/>
        <w:color w:val="000000" w:themeColor="text1"/>
        <w:sz w:val="20"/>
        <w:szCs w:val="20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240A4CF8"/>
    <w:multiLevelType w:val="hybridMultilevel"/>
    <w:tmpl w:val="CFAEF034"/>
    <w:lvl w:ilvl="0" w:tplc="647EC088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3CF020CA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B8CE4E38">
      <w:start w:val="1"/>
      <w:numFmt w:val="bullet"/>
      <w:lvlText w:val=""/>
      <w:lvlJc w:val="left"/>
      <w:pPr>
        <w:ind w:left="2880" w:hanging="360"/>
      </w:pPr>
      <w:rPr>
        <w:rFonts w:ascii="Symbol" w:eastAsia="Arial" w:hAnsi="Symbol" w:cs="Calibr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CF71A8"/>
    <w:multiLevelType w:val="hybridMultilevel"/>
    <w:tmpl w:val="79368E66"/>
    <w:lvl w:ilvl="0" w:tplc="98162D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3F1F4CA6"/>
    <w:multiLevelType w:val="hybridMultilevel"/>
    <w:tmpl w:val="CDFA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5A0E29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0D6A1D"/>
    <w:multiLevelType w:val="hybridMultilevel"/>
    <w:tmpl w:val="715AE606"/>
    <w:lvl w:ilvl="0" w:tplc="CBF62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C27B2"/>
    <w:multiLevelType w:val="hybridMultilevel"/>
    <w:tmpl w:val="63F2B59E"/>
    <w:lvl w:ilvl="0" w:tplc="80C8F7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93AB5"/>
    <w:multiLevelType w:val="hybridMultilevel"/>
    <w:tmpl w:val="E51056BC"/>
    <w:lvl w:ilvl="0" w:tplc="80C8F7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C3ACB"/>
    <w:multiLevelType w:val="hybridMultilevel"/>
    <w:tmpl w:val="FE523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5444F0"/>
    <w:multiLevelType w:val="hybridMultilevel"/>
    <w:tmpl w:val="69F69FCC"/>
    <w:lvl w:ilvl="0" w:tplc="205CB18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BF4A80"/>
    <w:multiLevelType w:val="hybridMultilevel"/>
    <w:tmpl w:val="5248FAEC"/>
    <w:lvl w:ilvl="0" w:tplc="CFFC795E">
      <w:start w:val="1"/>
      <w:numFmt w:val="decimal"/>
      <w:lvlText w:val="%1)"/>
      <w:lvlJc w:val="left"/>
      <w:pPr>
        <w:ind w:left="644" w:hanging="360"/>
      </w:pPr>
      <w:rPr>
        <w:rFonts w:asciiTheme="minorHAnsi" w:eastAsia="Times New Roman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23" w15:restartNumberingAfterBreak="0">
    <w:nsid w:val="49A1622C"/>
    <w:multiLevelType w:val="hybridMultilevel"/>
    <w:tmpl w:val="8384BD92"/>
    <w:lvl w:ilvl="0" w:tplc="16D2E644">
      <w:start w:val="1"/>
      <w:numFmt w:val="decimal"/>
      <w:lvlText w:val="§ 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59A8F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E9CBB7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5A086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BF07B53"/>
    <w:multiLevelType w:val="hybridMultilevel"/>
    <w:tmpl w:val="9558E6BA"/>
    <w:lvl w:ilvl="0" w:tplc="AA54E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C4C0C8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CE4059"/>
    <w:multiLevelType w:val="multilevel"/>
    <w:tmpl w:val="F3687A38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6" w15:restartNumberingAfterBreak="0">
    <w:nsid w:val="54B6141F"/>
    <w:multiLevelType w:val="multilevel"/>
    <w:tmpl w:val="6BD6505E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7" w15:restartNumberingAfterBreak="0">
    <w:nsid w:val="563504E4"/>
    <w:multiLevelType w:val="hybridMultilevel"/>
    <w:tmpl w:val="9B023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6E79A9"/>
    <w:multiLevelType w:val="hybridMultilevel"/>
    <w:tmpl w:val="48E87A0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304BA3"/>
    <w:multiLevelType w:val="hybridMultilevel"/>
    <w:tmpl w:val="CD9E9E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429A5AA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6807BE"/>
    <w:multiLevelType w:val="hybridMultilevel"/>
    <w:tmpl w:val="7790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F2012"/>
    <w:multiLevelType w:val="hybridMultilevel"/>
    <w:tmpl w:val="65B437A6"/>
    <w:lvl w:ilvl="0" w:tplc="637C007E">
      <w:start w:val="1"/>
      <w:numFmt w:val="decimal"/>
      <w:lvlText w:val="%1)"/>
      <w:lvlJc w:val="left"/>
      <w:pPr>
        <w:ind w:left="216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559389D"/>
    <w:multiLevelType w:val="hybridMultilevel"/>
    <w:tmpl w:val="D3BEA4AE"/>
    <w:lvl w:ilvl="0" w:tplc="CBF62F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3" w15:restartNumberingAfterBreak="0">
    <w:nsid w:val="776538A3"/>
    <w:multiLevelType w:val="hybridMultilevel"/>
    <w:tmpl w:val="170C9BB6"/>
    <w:lvl w:ilvl="0" w:tplc="CBF62FA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2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27"/>
  </w:num>
  <w:num w:numId="9">
    <w:abstractNumId w:val="7"/>
  </w:num>
  <w:num w:numId="10">
    <w:abstractNumId w:val="8"/>
  </w:num>
  <w:num w:numId="11">
    <w:abstractNumId w:val="24"/>
  </w:num>
  <w:num w:numId="12">
    <w:abstractNumId w:val="28"/>
  </w:num>
  <w:num w:numId="13">
    <w:abstractNumId w:val="29"/>
  </w:num>
  <w:num w:numId="14">
    <w:abstractNumId w:val="31"/>
  </w:num>
  <w:num w:numId="15">
    <w:abstractNumId w:val="26"/>
  </w:num>
  <w:num w:numId="16">
    <w:abstractNumId w:val="9"/>
  </w:num>
  <w:num w:numId="17">
    <w:abstractNumId w:val="25"/>
  </w:num>
  <w:num w:numId="18">
    <w:abstractNumId w:val="30"/>
  </w:num>
  <w:num w:numId="19">
    <w:abstractNumId w:val="21"/>
  </w:num>
  <w:num w:numId="20">
    <w:abstractNumId w:val="14"/>
  </w:num>
  <w:num w:numId="21">
    <w:abstractNumId w:val="20"/>
  </w:num>
  <w:num w:numId="22">
    <w:abstractNumId w:val="15"/>
    <w:lvlOverride w:ilvl="0">
      <w:startOverride w:val="1"/>
    </w:lvlOverride>
  </w:num>
  <w:num w:numId="23">
    <w:abstractNumId w:val="19"/>
  </w:num>
  <w:num w:numId="24">
    <w:abstractNumId w:val="33"/>
  </w:num>
  <w:num w:numId="25">
    <w:abstractNumId w:val="4"/>
  </w:num>
  <w:num w:numId="26">
    <w:abstractNumId w:val="17"/>
  </w:num>
  <w:num w:numId="27">
    <w:abstractNumId w:val="32"/>
  </w:num>
  <w:num w:numId="28">
    <w:abstractNumId w:val="11"/>
  </w:num>
  <w:num w:numId="29">
    <w:abstractNumId w:val="18"/>
  </w:num>
  <w:num w:numId="30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D04"/>
    <w:rsid w:val="00016A41"/>
    <w:rsid w:val="00025D87"/>
    <w:rsid w:val="00026C9F"/>
    <w:rsid w:val="00033952"/>
    <w:rsid w:val="000345C7"/>
    <w:rsid w:val="00040DF2"/>
    <w:rsid w:val="00041868"/>
    <w:rsid w:val="00056166"/>
    <w:rsid w:val="0006129E"/>
    <w:rsid w:val="000631AD"/>
    <w:rsid w:val="00063D25"/>
    <w:rsid w:val="0006628A"/>
    <w:rsid w:val="00067AAC"/>
    <w:rsid w:val="00072FC1"/>
    <w:rsid w:val="00084C10"/>
    <w:rsid w:val="00090475"/>
    <w:rsid w:val="00091236"/>
    <w:rsid w:val="000942E9"/>
    <w:rsid w:val="000956E4"/>
    <w:rsid w:val="000A2B5F"/>
    <w:rsid w:val="000A60FB"/>
    <w:rsid w:val="000B6DC4"/>
    <w:rsid w:val="000B6EB8"/>
    <w:rsid w:val="000C661F"/>
    <w:rsid w:val="000C66D5"/>
    <w:rsid w:val="000C79A7"/>
    <w:rsid w:val="000E466C"/>
    <w:rsid w:val="000E6E94"/>
    <w:rsid w:val="000E7E0E"/>
    <w:rsid w:val="000F0BC3"/>
    <w:rsid w:val="000F4718"/>
    <w:rsid w:val="000F52A6"/>
    <w:rsid w:val="0010116F"/>
    <w:rsid w:val="0010152D"/>
    <w:rsid w:val="0010386C"/>
    <w:rsid w:val="00112DDE"/>
    <w:rsid w:val="001139CF"/>
    <w:rsid w:val="00113A78"/>
    <w:rsid w:val="00120655"/>
    <w:rsid w:val="00127A62"/>
    <w:rsid w:val="0013146E"/>
    <w:rsid w:val="00131F2E"/>
    <w:rsid w:val="00135A88"/>
    <w:rsid w:val="00140F00"/>
    <w:rsid w:val="00142A87"/>
    <w:rsid w:val="00145AE5"/>
    <w:rsid w:val="00153153"/>
    <w:rsid w:val="00154866"/>
    <w:rsid w:val="0015695E"/>
    <w:rsid w:val="001628D5"/>
    <w:rsid w:val="001677D1"/>
    <w:rsid w:val="0017097C"/>
    <w:rsid w:val="00173435"/>
    <w:rsid w:val="001773CF"/>
    <w:rsid w:val="0018106E"/>
    <w:rsid w:val="001816C9"/>
    <w:rsid w:val="0018214F"/>
    <w:rsid w:val="00182321"/>
    <w:rsid w:val="001867E9"/>
    <w:rsid w:val="001911D9"/>
    <w:rsid w:val="00192C4A"/>
    <w:rsid w:val="00194738"/>
    <w:rsid w:val="001A175C"/>
    <w:rsid w:val="001A51C7"/>
    <w:rsid w:val="001A73FF"/>
    <w:rsid w:val="001A7FCA"/>
    <w:rsid w:val="001B2017"/>
    <w:rsid w:val="001B440A"/>
    <w:rsid w:val="001B49A6"/>
    <w:rsid w:val="001B6D33"/>
    <w:rsid w:val="001B7708"/>
    <w:rsid w:val="001C11B1"/>
    <w:rsid w:val="001C5282"/>
    <w:rsid w:val="001C5CE6"/>
    <w:rsid w:val="001C6C66"/>
    <w:rsid w:val="001D1D00"/>
    <w:rsid w:val="001D2FCD"/>
    <w:rsid w:val="001D7B6F"/>
    <w:rsid w:val="001E417D"/>
    <w:rsid w:val="001E4DB3"/>
    <w:rsid w:val="001E5460"/>
    <w:rsid w:val="001E582C"/>
    <w:rsid w:val="001E604F"/>
    <w:rsid w:val="001F33C2"/>
    <w:rsid w:val="001F581F"/>
    <w:rsid w:val="00200D73"/>
    <w:rsid w:val="00201041"/>
    <w:rsid w:val="00202E36"/>
    <w:rsid w:val="00210AFF"/>
    <w:rsid w:val="00225638"/>
    <w:rsid w:val="00232996"/>
    <w:rsid w:val="00233A90"/>
    <w:rsid w:val="00234597"/>
    <w:rsid w:val="00235A17"/>
    <w:rsid w:val="00247BEF"/>
    <w:rsid w:val="002576D2"/>
    <w:rsid w:val="00260973"/>
    <w:rsid w:val="002643BD"/>
    <w:rsid w:val="00265040"/>
    <w:rsid w:val="00275520"/>
    <w:rsid w:val="00286B2F"/>
    <w:rsid w:val="002872AE"/>
    <w:rsid w:val="00290BF0"/>
    <w:rsid w:val="002920FA"/>
    <w:rsid w:val="002956F8"/>
    <w:rsid w:val="002B025F"/>
    <w:rsid w:val="002B2CBD"/>
    <w:rsid w:val="002B6C9E"/>
    <w:rsid w:val="002C13A5"/>
    <w:rsid w:val="002C5683"/>
    <w:rsid w:val="002D0E6B"/>
    <w:rsid w:val="002D1B92"/>
    <w:rsid w:val="002D20CA"/>
    <w:rsid w:val="002E07B8"/>
    <w:rsid w:val="002E2263"/>
    <w:rsid w:val="002E4274"/>
    <w:rsid w:val="002E4ACB"/>
    <w:rsid w:val="002E5CA9"/>
    <w:rsid w:val="002E789D"/>
    <w:rsid w:val="00302C4D"/>
    <w:rsid w:val="00305F20"/>
    <w:rsid w:val="00311D3C"/>
    <w:rsid w:val="003123A3"/>
    <w:rsid w:val="00316D39"/>
    <w:rsid w:val="0032635D"/>
    <w:rsid w:val="00332280"/>
    <w:rsid w:val="00340321"/>
    <w:rsid w:val="003447F8"/>
    <w:rsid w:val="003458CB"/>
    <w:rsid w:val="00350279"/>
    <w:rsid w:val="00354C0F"/>
    <w:rsid w:val="00354DCF"/>
    <w:rsid w:val="003601D5"/>
    <w:rsid w:val="00370FE4"/>
    <w:rsid w:val="00372237"/>
    <w:rsid w:val="00373043"/>
    <w:rsid w:val="00373C19"/>
    <w:rsid w:val="00375A1A"/>
    <w:rsid w:val="003760A9"/>
    <w:rsid w:val="003761FE"/>
    <w:rsid w:val="00381B38"/>
    <w:rsid w:val="00383527"/>
    <w:rsid w:val="00392596"/>
    <w:rsid w:val="00393F8A"/>
    <w:rsid w:val="00394AAD"/>
    <w:rsid w:val="0039534A"/>
    <w:rsid w:val="003A0501"/>
    <w:rsid w:val="003A50F6"/>
    <w:rsid w:val="003A5818"/>
    <w:rsid w:val="003A7C53"/>
    <w:rsid w:val="003B23E9"/>
    <w:rsid w:val="003C54E3"/>
    <w:rsid w:val="003C631B"/>
    <w:rsid w:val="003D535C"/>
    <w:rsid w:val="003D5591"/>
    <w:rsid w:val="003D57A6"/>
    <w:rsid w:val="003D74B3"/>
    <w:rsid w:val="003D7D49"/>
    <w:rsid w:val="003E140B"/>
    <w:rsid w:val="00410805"/>
    <w:rsid w:val="004159D4"/>
    <w:rsid w:val="00421716"/>
    <w:rsid w:val="00426F00"/>
    <w:rsid w:val="004361A2"/>
    <w:rsid w:val="004363EE"/>
    <w:rsid w:val="00445E45"/>
    <w:rsid w:val="0044713C"/>
    <w:rsid w:val="00451BAF"/>
    <w:rsid w:val="00452DED"/>
    <w:rsid w:val="004549BD"/>
    <w:rsid w:val="00461C37"/>
    <w:rsid w:val="00471F9F"/>
    <w:rsid w:val="00473329"/>
    <w:rsid w:val="004740E7"/>
    <w:rsid w:val="0048001C"/>
    <w:rsid w:val="00481A7B"/>
    <w:rsid w:val="0048403F"/>
    <w:rsid w:val="00484CAE"/>
    <w:rsid w:val="004904B7"/>
    <w:rsid w:val="00490BD1"/>
    <w:rsid w:val="00492A4B"/>
    <w:rsid w:val="004A73E9"/>
    <w:rsid w:val="004B27C7"/>
    <w:rsid w:val="004B53F5"/>
    <w:rsid w:val="004C1A90"/>
    <w:rsid w:val="004C295A"/>
    <w:rsid w:val="004C2D43"/>
    <w:rsid w:val="004C325E"/>
    <w:rsid w:val="004C45BD"/>
    <w:rsid w:val="004D564C"/>
    <w:rsid w:val="004D631E"/>
    <w:rsid w:val="004D64A2"/>
    <w:rsid w:val="004E3790"/>
    <w:rsid w:val="004F3966"/>
    <w:rsid w:val="004F4F3D"/>
    <w:rsid w:val="004F5E34"/>
    <w:rsid w:val="00501B27"/>
    <w:rsid w:val="005117B0"/>
    <w:rsid w:val="0052073D"/>
    <w:rsid w:val="00522D01"/>
    <w:rsid w:val="0052305C"/>
    <w:rsid w:val="005232D5"/>
    <w:rsid w:val="005255F6"/>
    <w:rsid w:val="00530FCE"/>
    <w:rsid w:val="0053299B"/>
    <w:rsid w:val="00534345"/>
    <w:rsid w:val="00540615"/>
    <w:rsid w:val="00551659"/>
    <w:rsid w:val="00556358"/>
    <w:rsid w:val="00563224"/>
    <w:rsid w:val="00580189"/>
    <w:rsid w:val="00582C12"/>
    <w:rsid w:val="005933AF"/>
    <w:rsid w:val="00597AE0"/>
    <w:rsid w:val="00597C16"/>
    <w:rsid w:val="005A2BBA"/>
    <w:rsid w:val="005A4663"/>
    <w:rsid w:val="005B37B8"/>
    <w:rsid w:val="005B56C9"/>
    <w:rsid w:val="005B6477"/>
    <w:rsid w:val="005C3043"/>
    <w:rsid w:val="005C6258"/>
    <w:rsid w:val="005D1A62"/>
    <w:rsid w:val="005D1AFF"/>
    <w:rsid w:val="005E254C"/>
    <w:rsid w:val="005E2626"/>
    <w:rsid w:val="005E34FD"/>
    <w:rsid w:val="005E4801"/>
    <w:rsid w:val="005F1D92"/>
    <w:rsid w:val="005F3D78"/>
    <w:rsid w:val="005F6CE9"/>
    <w:rsid w:val="006027D3"/>
    <w:rsid w:val="00605269"/>
    <w:rsid w:val="00610421"/>
    <w:rsid w:val="00611F45"/>
    <w:rsid w:val="006135E0"/>
    <w:rsid w:val="00624FBC"/>
    <w:rsid w:val="00625A83"/>
    <w:rsid w:val="00627A9B"/>
    <w:rsid w:val="00630E4F"/>
    <w:rsid w:val="006350B9"/>
    <w:rsid w:val="00641307"/>
    <w:rsid w:val="00642B6E"/>
    <w:rsid w:val="00644991"/>
    <w:rsid w:val="00646113"/>
    <w:rsid w:val="00650685"/>
    <w:rsid w:val="006532D0"/>
    <w:rsid w:val="00663D81"/>
    <w:rsid w:val="00665587"/>
    <w:rsid w:val="00665D99"/>
    <w:rsid w:val="00670254"/>
    <w:rsid w:val="00672131"/>
    <w:rsid w:val="0067362B"/>
    <w:rsid w:val="006740F9"/>
    <w:rsid w:val="00674EBC"/>
    <w:rsid w:val="00682E48"/>
    <w:rsid w:val="00684222"/>
    <w:rsid w:val="0068586A"/>
    <w:rsid w:val="00691519"/>
    <w:rsid w:val="00691F7D"/>
    <w:rsid w:val="00693E1B"/>
    <w:rsid w:val="00697A53"/>
    <w:rsid w:val="006A49B1"/>
    <w:rsid w:val="006B1226"/>
    <w:rsid w:val="006B454B"/>
    <w:rsid w:val="006B5768"/>
    <w:rsid w:val="006B5794"/>
    <w:rsid w:val="006B6EC1"/>
    <w:rsid w:val="006D0E5B"/>
    <w:rsid w:val="006D402D"/>
    <w:rsid w:val="006D77DF"/>
    <w:rsid w:val="006E1F6B"/>
    <w:rsid w:val="006E2C36"/>
    <w:rsid w:val="006E5C10"/>
    <w:rsid w:val="006E645B"/>
    <w:rsid w:val="006E6D04"/>
    <w:rsid w:val="006F0775"/>
    <w:rsid w:val="006F11F7"/>
    <w:rsid w:val="006F263C"/>
    <w:rsid w:val="006F6255"/>
    <w:rsid w:val="00700FE6"/>
    <w:rsid w:val="00705946"/>
    <w:rsid w:val="007071BA"/>
    <w:rsid w:val="0070736B"/>
    <w:rsid w:val="00707500"/>
    <w:rsid w:val="00711CD6"/>
    <w:rsid w:val="007139A8"/>
    <w:rsid w:val="0072359D"/>
    <w:rsid w:val="007261AF"/>
    <w:rsid w:val="0073653F"/>
    <w:rsid w:val="007365C2"/>
    <w:rsid w:val="007376E5"/>
    <w:rsid w:val="0074094C"/>
    <w:rsid w:val="007421A0"/>
    <w:rsid w:val="00745C08"/>
    <w:rsid w:val="007508E8"/>
    <w:rsid w:val="00751B23"/>
    <w:rsid w:val="00754F47"/>
    <w:rsid w:val="00760753"/>
    <w:rsid w:val="0076077A"/>
    <w:rsid w:val="0077047D"/>
    <w:rsid w:val="007746A9"/>
    <w:rsid w:val="00777CF5"/>
    <w:rsid w:val="00781458"/>
    <w:rsid w:val="00783371"/>
    <w:rsid w:val="00783C71"/>
    <w:rsid w:val="007920FA"/>
    <w:rsid w:val="007945FC"/>
    <w:rsid w:val="00795239"/>
    <w:rsid w:val="00796A2E"/>
    <w:rsid w:val="007D1E1C"/>
    <w:rsid w:val="007D7AA0"/>
    <w:rsid w:val="007E6226"/>
    <w:rsid w:val="007F5564"/>
    <w:rsid w:val="007F5E81"/>
    <w:rsid w:val="007F6731"/>
    <w:rsid w:val="007F6E10"/>
    <w:rsid w:val="00802C2B"/>
    <w:rsid w:val="008104E6"/>
    <w:rsid w:val="0081351E"/>
    <w:rsid w:val="008176B6"/>
    <w:rsid w:val="00821195"/>
    <w:rsid w:val="00823E8A"/>
    <w:rsid w:val="00831259"/>
    <w:rsid w:val="00833A0C"/>
    <w:rsid w:val="00840E7A"/>
    <w:rsid w:val="00842F5C"/>
    <w:rsid w:val="00843190"/>
    <w:rsid w:val="00850CF9"/>
    <w:rsid w:val="00851167"/>
    <w:rsid w:val="00851BFA"/>
    <w:rsid w:val="00865CBD"/>
    <w:rsid w:val="00866BD5"/>
    <w:rsid w:val="00874A22"/>
    <w:rsid w:val="00880519"/>
    <w:rsid w:val="008849BF"/>
    <w:rsid w:val="00886BD4"/>
    <w:rsid w:val="0088724E"/>
    <w:rsid w:val="0088778B"/>
    <w:rsid w:val="00891742"/>
    <w:rsid w:val="00894724"/>
    <w:rsid w:val="00897F35"/>
    <w:rsid w:val="008A023F"/>
    <w:rsid w:val="008A513A"/>
    <w:rsid w:val="008C719D"/>
    <w:rsid w:val="008F3E58"/>
    <w:rsid w:val="008F590B"/>
    <w:rsid w:val="00901F0F"/>
    <w:rsid w:val="00902565"/>
    <w:rsid w:val="00913F9A"/>
    <w:rsid w:val="009200BE"/>
    <w:rsid w:val="00920E4F"/>
    <w:rsid w:val="0092305C"/>
    <w:rsid w:val="00926EAC"/>
    <w:rsid w:val="0093101E"/>
    <w:rsid w:val="009373E6"/>
    <w:rsid w:val="00945706"/>
    <w:rsid w:val="0094632E"/>
    <w:rsid w:val="009516B8"/>
    <w:rsid w:val="00956267"/>
    <w:rsid w:val="009610E2"/>
    <w:rsid w:val="0096770F"/>
    <w:rsid w:val="009707F3"/>
    <w:rsid w:val="00980C3A"/>
    <w:rsid w:val="00981E34"/>
    <w:rsid w:val="00981E66"/>
    <w:rsid w:val="009876C2"/>
    <w:rsid w:val="00987CEA"/>
    <w:rsid w:val="00994C0C"/>
    <w:rsid w:val="009978D5"/>
    <w:rsid w:val="009A109B"/>
    <w:rsid w:val="009B1AE9"/>
    <w:rsid w:val="009C0435"/>
    <w:rsid w:val="009C220A"/>
    <w:rsid w:val="009C6373"/>
    <w:rsid w:val="009D183C"/>
    <w:rsid w:val="009D35DF"/>
    <w:rsid w:val="009D50F1"/>
    <w:rsid w:val="009E4657"/>
    <w:rsid w:val="009F1507"/>
    <w:rsid w:val="009F2B1E"/>
    <w:rsid w:val="009F54AC"/>
    <w:rsid w:val="009F6B10"/>
    <w:rsid w:val="009F6E17"/>
    <w:rsid w:val="00A04FE5"/>
    <w:rsid w:val="00A11568"/>
    <w:rsid w:val="00A27993"/>
    <w:rsid w:val="00A315F0"/>
    <w:rsid w:val="00A54597"/>
    <w:rsid w:val="00A60FCA"/>
    <w:rsid w:val="00A634BA"/>
    <w:rsid w:val="00A64ED4"/>
    <w:rsid w:val="00A773B0"/>
    <w:rsid w:val="00A86B54"/>
    <w:rsid w:val="00A936DC"/>
    <w:rsid w:val="00A948A8"/>
    <w:rsid w:val="00AA1DD0"/>
    <w:rsid w:val="00AC288E"/>
    <w:rsid w:val="00AD17FE"/>
    <w:rsid w:val="00AE10DE"/>
    <w:rsid w:val="00AE3B41"/>
    <w:rsid w:val="00AE3C6E"/>
    <w:rsid w:val="00AE6245"/>
    <w:rsid w:val="00AF5BFF"/>
    <w:rsid w:val="00AF6CF7"/>
    <w:rsid w:val="00AF6FB2"/>
    <w:rsid w:val="00AF791B"/>
    <w:rsid w:val="00B01161"/>
    <w:rsid w:val="00B03504"/>
    <w:rsid w:val="00B04B23"/>
    <w:rsid w:val="00B05669"/>
    <w:rsid w:val="00B10060"/>
    <w:rsid w:val="00B105EB"/>
    <w:rsid w:val="00B141B4"/>
    <w:rsid w:val="00B1627B"/>
    <w:rsid w:val="00B31145"/>
    <w:rsid w:val="00B4225F"/>
    <w:rsid w:val="00B43EE6"/>
    <w:rsid w:val="00B44EFC"/>
    <w:rsid w:val="00B4517D"/>
    <w:rsid w:val="00B451F3"/>
    <w:rsid w:val="00B46563"/>
    <w:rsid w:val="00B50D31"/>
    <w:rsid w:val="00B54603"/>
    <w:rsid w:val="00B63999"/>
    <w:rsid w:val="00B925F5"/>
    <w:rsid w:val="00B9455A"/>
    <w:rsid w:val="00BA1B4A"/>
    <w:rsid w:val="00BA2F72"/>
    <w:rsid w:val="00BA3514"/>
    <w:rsid w:val="00BA73E0"/>
    <w:rsid w:val="00BB490A"/>
    <w:rsid w:val="00BB7CBC"/>
    <w:rsid w:val="00BC0BC0"/>
    <w:rsid w:val="00BC0E3E"/>
    <w:rsid w:val="00BC6AF4"/>
    <w:rsid w:val="00BE2CE3"/>
    <w:rsid w:val="00BE35F4"/>
    <w:rsid w:val="00BE6355"/>
    <w:rsid w:val="00C000AE"/>
    <w:rsid w:val="00C05CF0"/>
    <w:rsid w:val="00C06B5B"/>
    <w:rsid w:val="00C07949"/>
    <w:rsid w:val="00C21372"/>
    <w:rsid w:val="00C30EA2"/>
    <w:rsid w:val="00C375D2"/>
    <w:rsid w:val="00C4413A"/>
    <w:rsid w:val="00C44A4C"/>
    <w:rsid w:val="00C54A7D"/>
    <w:rsid w:val="00C56B69"/>
    <w:rsid w:val="00C5791F"/>
    <w:rsid w:val="00C61E07"/>
    <w:rsid w:val="00C65F36"/>
    <w:rsid w:val="00C74231"/>
    <w:rsid w:val="00C76C41"/>
    <w:rsid w:val="00C86D95"/>
    <w:rsid w:val="00C9025D"/>
    <w:rsid w:val="00C91E55"/>
    <w:rsid w:val="00C96FB8"/>
    <w:rsid w:val="00CA07FD"/>
    <w:rsid w:val="00CA0F26"/>
    <w:rsid w:val="00CA45CB"/>
    <w:rsid w:val="00CA4B8C"/>
    <w:rsid w:val="00CB7CF5"/>
    <w:rsid w:val="00CC1D23"/>
    <w:rsid w:val="00CC6CA0"/>
    <w:rsid w:val="00CC6CC7"/>
    <w:rsid w:val="00CD3D47"/>
    <w:rsid w:val="00CE2851"/>
    <w:rsid w:val="00CE4B32"/>
    <w:rsid w:val="00CE5F4C"/>
    <w:rsid w:val="00CE7E9F"/>
    <w:rsid w:val="00CF6C7F"/>
    <w:rsid w:val="00CF7A2B"/>
    <w:rsid w:val="00D02CED"/>
    <w:rsid w:val="00D052CA"/>
    <w:rsid w:val="00D05637"/>
    <w:rsid w:val="00D077A7"/>
    <w:rsid w:val="00D10DD5"/>
    <w:rsid w:val="00D274E8"/>
    <w:rsid w:val="00D3141C"/>
    <w:rsid w:val="00D31837"/>
    <w:rsid w:val="00D33E38"/>
    <w:rsid w:val="00D37E4E"/>
    <w:rsid w:val="00D42C8B"/>
    <w:rsid w:val="00D42E6E"/>
    <w:rsid w:val="00D47D34"/>
    <w:rsid w:val="00D47E57"/>
    <w:rsid w:val="00D56273"/>
    <w:rsid w:val="00D64EE6"/>
    <w:rsid w:val="00D65DB5"/>
    <w:rsid w:val="00D769A2"/>
    <w:rsid w:val="00D814C7"/>
    <w:rsid w:val="00D83CB0"/>
    <w:rsid w:val="00D936B2"/>
    <w:rsid w:val="00DA104B"/>
    <w:rsid w:val="00DA5536"/>
    <w:rsid w:val="00DA7F01"/>
    <w:rsid w:val="00DB087C"/>
    <w:rsid w:val="00DB50C4"/>
    <w:rsid w:val="00DB5166"/>
    <w:rsid w:val="00DC3655"/>
    <w:rsid w:val="00DC5E76"/>
    <w:rsid w:val="00DC71FD"/>
    <w:rsid w:val="00DC73F1"/>
    <w:rsid w:val="00DD1666"/>
    <w:rsid w:val="00DE6369"/>
    <w:rsid w:val="00DE713E"/>
    <w:rsid w:val="00DE7ED9"/>
    <w:rsid w:val="00DF371B"/>
    <w:rsid w:val="00DF45AE"/>
    <w:rsid w:val="00E01A42"/>
    <w:rsid w:val="00E01E06"/>
    <w:rsid w:val="00E049C1"/>
    <w:rsid w:val="00E05C26"/>
    <w:rsid w:val="00E071E9"/>
    <w:rsid w:val="00E07F64"/>
    <w:rsid w:val="00E138A4"/>
    <w:rsid w:val="00E24DB9"/>
    <w:rsid w:val="00E30AAF"/>
    <w:rsid w:val="00E34CC5"/>
    <w:rsid w:val="00E353BB"/>
    <w:rsid w:val="00E37E0B"/>
    <w:rsid w:val="00E400D3"/>
    <w:rsid w:val="00E44555"/>
    <w:rsid w:val="00E4701D"/>
    <w:rsid w:val="00E47A91"/>
    <w:rsid w:val="00E50135"/>
    <w:rsid w:val="00E5066D"/>
    <w:rsid w:val="00E50F6F"/>
    <w:rsid w:val="00E52DFC"/>
    <w:rsid w:val="00E55EBA"/>
    <w:rsid w:val="00E56487"/>
    <w:rsid w:val="00E60125"/>
    <w:rsid w:val="00E615FA"/>
    <w:rsid w:val="00E70679"/>
    <w:rsid w:val="00E7251A"/>
    <w:rsid w:val="00E725BB"/>
    <w:rsid w:val="00E7601A"/>
    <w:rsid w:val="00E82678"/>
    <w:rsid w:val="00E85E5B"/>
    <w:rsid w:val="00E860B1"/>
    <w:rsid w:val="00E86B4E"/>
    <w:rsid w:val="00E87633"/>
    <w:rsid w:val="00E91038"/>
    <w:rsid w:val="00E9714C"/>
    <w:rsid w:val="00EA0DDB"/>
    <w:rsid w:val="00EA1A08"/>
    <w:rsid w:val="00EA5F2B"/>
    <w:rsid w:val="00EA5F9D"/>
    <w:rsid w:val="00EA68CB"/>
    <w:rsid w:val="00EB0742"/>
    <w:rsid w:val="00EB6629"/>
    <w:rsid w:val="00EC1754"/>
    <w:rsid w:val="00EC1A18"/>
    <w:rsid w:val="00EC2532"/>
    <w:rsid w:val="00EC7A53"/>
    <w:rsid w:val="00ED5877"/>
    <w:rsid w:val="00EE0B31"/>
    <w:rsid w:val="00EE3078"/>
    <w:rsid w:val="00EE59D7"/>
    <w:rsid w:val="00EE5DE6"/>
    <w:rsid w:val="00EF1887"/>
    <w:rsid w:val="00EF3078"/>
    <w:rsid w:val="00F03976"/>
    <w:rsid w:val="00F0539E"/>
    <w:rsid w:val="00F05828"/>
    <w:rsid w:val="00F1005F"/>
    <w:rsid w:val="00F12CFB"/>
    <w:rsid w:val="00F14FC6"/>
    <w:rsid w:val="00F41654"/>
    <w:rsid w:val="00F61C8C"/>
    <w:rsid w:val="00F62B68"/>
    <w:rsid w:val="00F76925"/>
    <w:rsid w:val="00F8018D"/>
    <w:rsid w:val="00F8020E"/>
    <w:rsid w:val="00F8468C"/>
    <w:rsid w:val="00F87B9C"/>
    <w:rsid w:val="00F87D63"/>
    <w:rsid w:val="00F91425"/>
    <w:rsid w:val="00F91B62"/>
    <w:rsid w:val="00F97D4C"/>
    <w:rsid w:val="00FB263C"/>
    <w:rsid w:val="00FB283E"/>
    <w:rsid w:val="00FC6D9B"/>
    <w:rsid w:val="00FC753D"/>
    <w:rsid w:val="00FD385F"/>
    <w:rsid w:val="00FE250C"/>
    <w:rsid w:val="00FE498B"/>
    <w:rsid w:val="00FF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6C217"/>
  <w15:docId w15:val="{ADCB5FFC-D5C4-4A5C-81B1-F98C45585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D04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6D04"/>
    <w:pPr>
      <w:keepNext/>
      <w:jc w:val="center"/>
      <w:outlineLvl w:val="1"/>
    </w:pPr>
    <w:rPr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6D04"/>
    <w:pPr>
      <w:keepNext/>
      <w:spacing w:before="0"/>
      <w:jc w:val="center"/>
      <w:outlineLvl w:val="3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6E6D04"/>
    <w:rPr>
      <w:rFonts w:ascii="Tahoma" w:eastAsia="Times New Roman" w:hAnsi="Tahoma" w:cs="Tahoma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6D0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6E6D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6D04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E6D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6D04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E6D04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6E6D0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6D04"/>
    <w:pPr>
      <w:spacing w:before="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6D04"/>
    <w:rPr>
      <w:rFonts w:ascii="Tahoma" w:eastAsia="Times New Roman" w:hAnsi="Tahoma" w:cs="Tahom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E6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Spec. 4.,Obiekt,List Paragraph1,Wypunktowanie,HŁ_Bullet1,BulletC,Akapit z listą31,Wyliczanie,Nag 1,L1,Numerowanie,2 heading,A_wyliczenie,K-P_odwolanie,Akapit z listą5,maz_wyliczenie,opis dzialania,CW_Lista"/>
    <w:basedOn w:val="Normalny"/>
    <w:link w:val="AkapitzlistZnak"/>
    <w:uiPriority w:val="34"/>
    <w:qFormat/>
    <w:rsid w:val="006E6D04"/>
    <w:pPr>
      <w:ind w:left="720"/>
    </w:pPr>
    <w:rPr>
      <w:rFonts w:cs="Times New Roman"/>
    </w:rPr>
  </w:style>
  <w:style w:type="character" w:customStyle="1" w:styleId="AkapitzlistZnak">
    <w:name w:val="Akapit z listą Znak"/>
    <w:aliases w:val="lp1 Znak,Preambuła Znak,Tytuły Znak,Lista num Znak,Spec. 4. Znak,Obiekt Znak,List Paragraph1 Znak,Wypunktowanie Znak,HŁ_Bullet1 Znak,BulletC Znak,Akapit z listą31 Znak,Wyliczanie Znak,Nag 1 Znak,L1 Znak,Numerowanie Znak,CW_Lista Znak"/>
    <w:link w:val="Akapitzlist"/>
    <w:uiPriority w:val="34"/>
    <w:qFormat/>
    <w:locked/>
    <w:rsid w:val="006E6D04"/>
    <w:rPr>
      <w:rFonts w:ascii="Tahoma" w:eastAsia="Times New Roman" w:hAnsi="Tahoma" w:cs="Times New Roman"/>
      <w:sz w:val="24"/>
      <w:szCs w:val="24"/>
      <w:lang w:eastAsia="pl-PL"/>
    </w:rPr>
  </w:style>
  <w:style w:type="character" w:customStyle="1" w:styleId="lslabeltext">
    <w:name w:val="lslabel__text"/>
    <w:basedOn w:val="Domylnaczcionkaakapitu"/>
    <w:rsid w:val="006E6D04"/>
  </w:style>
  <w:style w:type="paragraph" w:styleId="Tekstdymka">
    <w:name w:val="Balloon Text"/>
    <w:basedOn w:val="Normalny"/>
    <w:link w:val="TekstdymkaZnak"/>
    <w:uiPriority w:val="99"/>
    <w:semiHidden/>
    <w:unhideWhenUsed/>
    <w:rsid w:val="00316D39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6D3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777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7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77CF5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7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7CF5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76925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E789D"/>
    <w:rPr>
      <w:b/>
      <w:bCs/>
    </w:rPr>
  </w:style>
  <w:style w:type="character" w:styleId="Hipercze">
    <w:name w:val="Hyperlink"/>
    <w:basedOn w:val="Domylnaczcionkaakapitu"/>
    <w:unhideWhenUsed/>
    <w:rsid w:val="003D535C"/>
    <w:rPr>
      <w:color w:val="0563C1" w:themeColor="hyperlink"/>
      <w:u w:val="single"/>
    </w:rPr>
  </w:style>
  <w:style w:type="character" w:customStyle="1" w:styleId="fontstyle01">
    <w:name w:val="fontstyle01"/>
    <w:basedOn w:val="Domylnaczcionkaakapitu"/>
    <w:rsid w:val="00B451F3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51659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Standard">
    <w:name w:val="Standard"/>
    <w:rsid w:val="00EF3078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pl-PL"/>
    </w:rPr>
  </w:style>
  <w:style w:type="paragraph" w:styleId="Zwykytekst">
    <w:name w:val="Plain Text"/>
    <w:basedOn w:val="Standard"/>
    <w:link w:val="ZwykytekstZnak"/>
    <w:rsid w:val="00EF3078"/>
    <w:pPr>
      <w:widowControl/>
      <w:spacing w:line="240" w:lineRule="auto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F3078"/>
    <w:rPr>
      <w:rFonts w:ascii="Courier New" w:eastAsia="Calibri" w:hAnsi="Courier New" w:cs="Times New Roman"/>
      <w:kern w:val="3"/>
      <w:sz w:val="24"/>
      <w:szCs w:val="24"/>
      <w:lang w:eastAsia="pl-PL"/>
    </w:rPr>
  </w:style>
  <w:style w:type="paragraph" w:customStyle="1" w:styleId="DomylneA">
    <w:name w:val="Domyślne A"/>
    <w:rsid w:val="00920E4F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val="en-US" w:eastAsia="ar-SA"/>
    </w:rPr>
  </w:style>
  <w:style w:type="paragraph" w:customStyle="1" w:styleId="Default">
    <w:name w:val="Default"/>
    <w:rsid w:val="002D1B92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rsid w:val="00354DCF"/>
    <w:rPr>
      <w:rFonts w:ascii="Calibri" w:eastAsia="SimSun" w:hAnsi="Calibri"/>
      <w:kern w:val="1"/>
      <w:lang w:eastAsia="ar-SA"/>
    </w:rPr>
  </w:style>
  <w:style w:type="paragraph" w:customStyle="1" w:styleId="Zwykytekst1">
    <w:name w:val="Zwykły tekst1"/>
    <w:basedOn w:val="Normalny"/>
    <w:rsid w:val="007945FC"/>
    <w:pPr>
      <w:suppressAutoHyphens/>
      <w:spacing w:before="0"/>
      <w:jc w:val="left"/>
    </w:pPr>
    <w:rPr>
      <w:rFonts w:ascii="Courier New" w:eastAsia="Calibri" w:hAnsi="Courier New" w:cs="Courier New"/>
      <w:lang w:eastAsia="ar-SA"/>
    </w:rPr>
  </w:style>
  <w:style w:type="paragraph" w:customStyle="1" w:styleId="Zwykytekst2">
    <w:name w:val="Zwykły tekst2"/>
    <w:basedOn w:val="Normalny"/>
    <w:rsid w:val="00F05828"/>
    <w:pPr>
      <w:spacing w:before="0"/>
      <w:jc w:val="left"/>
    </w:pPr>
    <w:rPr>
      <w:rFonts w:ascii="Courier New" w:hAnsi="Courier New" w:cs="Courier New"/>
      <w:lang w:eastAsia="ar-SA"/>
    </w:rPr>
  </w:style>
  <w:style w:type="paragraph" w:customStyle="1" w:styleId="Style10">
    <w:name w:val="Style10"/>
    <w:basedOn w:val="Normalny"/>
    <w:rsid w:val="00F05828"/>
    <w:pPr>
      <w:spacing w:before="0" w:line="326" w:lineRule="exact"/>
      <w:ind w:left="284" w:hanging="269"/>
    </w:pPr>
    <w:rPr>
      <w:rFonts w:cs="Times New Roman"/>
    </w:rPr>
  </w:style>
  <w:style w:type="character" w:customStyle="1" w:styleId="Brak">
    <w:name w:val="Brak"/>
    <w:rsid w:val="00A64ED4"/>
  </w:style>
  <w:style w:type="character" w:customStyle="1" w:styleId="TekstkomentarzaZnak4">
    <w:name w:val="Tekst komentarza Znak4"/>
    <w:rsid w:val="00140F00"/>
    <w:rPr>
      <w:lang w:eastAsia="ar-SA"/>
    </w:rPr>
  </w:style>
  <w:style w:type="character" w:customStyle="1" w:styleId="Internetlink">
    <w:name w:val="Internet link"/>
    <w:basedOn w:val="Domylnaczcionkaakapitu"/>
    <w:rsid w:val="00AE10DE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71B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071BA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71BA"/>
    <w:pPr>
      <w:widowControl w:val="0"/>
      <w:adjustRightInd w:val="0"/>
      <w:spacing w:before="0" w:line="36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71B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071BA"/>
    <w:rPr>
      <w:rFonts w:ascii="Times New Roman" w:hAnsi="Times New Roman" w:cs="Times New Roman" w:hint="default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760A9"/>
    <w:pPr>
      <w:spacing w:before="0"/>
      <w:ind w:left="720"/>
      <w:contextualSpacing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760A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gwpa04cd649msonormal">
    <w:name w:val="gwpa04cd649_msonormal"/>
    <w:basedOn w:val="Normalny"/>
    <w:rsid w:val="003760A9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773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1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7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7880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71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159909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6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407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102669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3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768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501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25507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0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734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99184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65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555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22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42995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1031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52885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5137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3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759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5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2826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46906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7549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oc@gminabraniewo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7810C-FC8B-4312-A580-7948A7CCB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615EE3-3BB5-40BF-81A9-E42035700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D51E3-FB75-4142-B3E7-405ADDD243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1AB6FC2-5AEB-4787-839E-E4A2B6E29B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0CC5C8-67D5-44A2-9657-BACC58A83505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5748AA1-9900-4D3A-BE72-4652477E55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A927FB44-71CA-4558-B5B0-00B275B0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7FF3312E</Template>
  <TotalTime>7</TotalTime>
  <Pages>14</Pages>
  <Words>4568</Words>
  <Characters>27414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Miązek Paweł</dc:creator>
  <cp:lastModifiedBy>Renata Glinkowska</cp:lastModifiedBy>
  <cp:revision>4</cp:revision>
  <dcterms:created xsi:type="dcterms:W3CDTF">2025-11-24T10:10:00Z</dcterms:created>
  <dcterms:modified xsi:type="dcterms:W3CDTF">2025-11-27T11:37:00Z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2025-11-13T18:19:30Z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fd5aceb6-8440-44e2-90b7-ea2c61be97cc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